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C2" w:rsidRDefault="005D2CC2" w:rsidP="00A12E7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548DD4" w:themeColor="text2" w:themeTint="99"/>
          <w:sz w:val="24"/>
        </w:rPr>
      </w:pPr>
    </w:p>
    <w:p w:rsidR="0024598D" w:rsidRDefault="00A12E7A" w:rsidP="00127594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548DD4" w:themeColor="text2" w:themeTint="99"/>
          <w:sz w:val="24"/>
        </w:rPr>
      </w:pPr>
      <w:r>
        <w:rPr>
          <w:noProof/>
          <w:sz w:val="24"/>
        </w:rPr>
        <w:drawing>
          <wp:inline distT="0" distB="0" distL="0" distR="0" wp14:anchorId="6B6547C8" wp14:editId="277FBE77">
            <wp:extent cx="1233578" cy="728077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T_Atlantique_rvb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66" t="21037" r="16098" b="21719"/>
                    <a:stretch/>
                  </pic:blipFill>
                  <pic:spPr bwMode="auto">
                    <a:xfrm>
                      <a:off x="0" y="0"/>
                      <a:ext cx="1233620" cy="728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7594">
        <w:rPr>
          <w:color w:val="1F497D" w:themeColor="text2"/>
          <w:sz w:val="36"/>
          <w:szCs w:val="36"/>
        </w:rPr>
        <w:t xml:space="preserve">                </w:t>
      </w:r>
      <w:proofErr w:type="spellStart"/>
      <w:r w:rsidR="00445BA0">
        <w:rPr>
          <w:color w:val="1F497D" w:themeColor="text2"/>
          <w:sz w:val="36"/>
          <w:szCs w:val="36"/>
        </w:rPr>
        <w:t>Cobât</w:t>
      </w:r>
      <w:proofErr w:type="spellEnd"/>
      <w:r w:rsidR="001D73C6">
        <w:rPr>
          <w:color w:val="1F497D" w:themeColor="text2"/>
          <w:sz w:val="36"/>
          <w:szCs w:val="36"/>
        </w:rPr>
        <w:t xml:space="preserve"> </w:t>
      </w:r>
      <w:r w:rsidR="00977D00" w:rsidRPr="00A31C0B">
        <w:rPr>
          <w:color w:val="1F497D" w:themeColor="text2"/>
          <w:sz w:val="36"/>
          <w:szCs w:val="36"/>
        </w:rPr>
        <w:t xml:space="preserve">du </w:t>
      </w:r>
      <w:r w:rsidR="001522F5">
        <w:rPr>
          <w:color w:val="1F497D" w:themeColor="text2"/>
          <w:sz w:val="36"/>
          <w:szCs w:val="36"/>
        </w:rPr>
        <w:t>09</w:t>
      </w:r>
      <w:r w:rsidR="00053147">
        <w:rPr>
          <w:color w:val="1F497D" w:themeColor="text2"/>
          <w:sz w:val="36"/>
          <w:szCs w:val="36"/>
        </w:rPr>
        <w:t xml:space="preserve"> </w:t>
      </w:r>
      <w:r w:rsidR="001522F5">
        <w:rPr>
          <w:color w:val="1F497D" w:themeColor="text2"/>
          <w:sz w:val="36"/>
          <w:szCs w:val="36"/>
        </w:rPr>
        <w:t>mai</w:t>
      </w:r>
      <w:r w:rsidR="007B659A">
        <w:rPr>
          <w:color w:val="1F497D" w:themeColor="text2"/>
          <w:sz w:val="36"/>
          <w:szCs w:val="36"/>
        </w:rPr>
        <w:t xml:space="preserve"> </w:t>
      </w:r>
      <w:r w:rsidR="006C5239" w:rsidRPr="00A31C0B">
        <w:rPr>
          <w:color w:val="1F497D" w:themeColor="text2"/>
          <w:sz w:val="36"/>
          <w:szCs w:val="36"/>
        </w:rPr>
        <w:t>201</w:t>
      </w:r>
      <w:r w:rsidR="003C65EF">
        <w:rPr>
          <w:color w:val="1F497D" w:themeColor="text2"/>
          <w:sz w:val="36"/>
          <w:szCs w:val="36"/>
        </w:rPr>
        <w:t>8</w:t>
      </w:r>
      <w:r w:rsidR="00E76F52">
        <w:rPr>
          <w:color w:val="1F497D" w:themeColor="text2"/>
          <w:sz w:val="24"/>
        </w:rPr>
        <w:br/>
      </w:r>
    </w:p>
    <w:p w:rsidR="00445BA0" w:rsidRPr="00445BA0" w:rsidRDefault="00445BA0" w:rsidP="00445BA0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548DD4" w:themeColor="text2" w:themeTint="99"/>
          <w:sz w:val="24"/>
        </w:rPr>
      </w:pPr>
    </w:p>
    <w:p w:rsidR="00934E11" w:rsidRPr="00591CDD" w:rsidRDefault="00E04C3F" w:rsidP="003F6BEF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 w:rsidRPr="00591CDD">
        <w:rPr>
          <w:rFonts w:ascii="Arial" w:eastAsia="Batang" w:hAnsi="Arial" w:cs="Arial"/>
          <w:b/>
          <w:color w:val="3366FF"/>
          <w:u w:val="single"/>
        </w:rPr>
        <w:t>Voiries et parking</w:t>
      </w:r>
      <w:r w:rsidRPr="00591CDD">
        <w:rPr>
          <w:rFonts w:ascii="Arial" w:eastAsia="Batang" w:hAnsi="Arial" w:cs="Arial"/>
          <w:b/>
          <w:color w:val="3366FF"/>
          <w:u w:val="single"/>
        </w:rPr>
        <w:br/>
      </w:r>
      <w:r w:rsidR="00445BA0">
        <w:rPr>
          <w:rFonts w:ascii="Arial" w:eastAsia="Batang" w:hAnsi="Arial" w:cs="Arial"/>
          <w:b/>
          <w:color w:val="339966"/>
        </w:rPr>
        <w:t>Voiries entre B et C (N</w:t>
      </w:r>
      <w:r w:rsidR="00327DF3">
        <w:rPr>
          <w:rFonts w:ascii="Arial" w:eastAsia="Batang" w:hAnsi="Arial" w:cs="Arial"/>
          <w:b/>
          <w:color w:val="339966"/>
        </w:rPr>
        <w:t>antes</w:t>
      </w:r>
      <w:r w:rsidR="00445BA0">
        <w:rPr>
          <w:rFonts w:ascii="Arial" w:eastAsia="Batang" w:hAnsi="Arial" w:cs="Arial"/>
          <w:b/>
          <w:color w:val="339966"/>
        </w:rPr>
        <w:t>)</w:t>
      </w:r>
    </w:p>
    <w:p w:rsidR="00934E11" w:rsidRPr="008D486A" w:rsidRDefault="008D486A" w:rsidP="003F6BEF">
      <w:pPr>
        <w:pStyle w:val="Paragraphedeliste"/>
        <w:numPr>
          <w:ilvl w:val="0"/>
          <w:numId w:val="12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Pas de </w:t>
      </w:r>
      <w:proofErr w:type="spellStart"/>
      <w:r>
        <w:rPr>
          <w:rFonts w:ascii="Arial" w:eastAsia="Batang" w:hAnsi="Arial" w:cs="Arial"/>
        </w:rPr>
        <w:t>mapa</w:t>
      </w:r>
      <w:proofErr w:type="spellEnd"/>
      <w:r>
        <w:rPr>
          <w:rFonts w:ascii="Arial" w:eastAsia="Batang" w:hAnsi="Arial" w:cs="Arial"/>
        </w:rPr>
        <w:t xml:space="preserve"> à lancer, prix à la baisse (3 devis + formulaires à fournir) </w:t>
      </w:r>
      <w:r w:rsidR="00CD17CB">
        <w:rPr>
          <w:rFonts w:ascii="Arial" w:eastAsia="Batang" w:hAnsi="Arial" w:cs="Arial"/>
        </w:rPr>
        <w:t>(</w:t>
      </w:r>
      <w:r>
        <w:rPr>
          <w:rFonts w:ascii="Arial" w:eastAsia="Batang" w:hAnsi="Arial" w:cs="Arial"/>
        </w:rPr>
        <w:t>Alexandre</w:t>
      </w:r>
      <w:r w:rsidR="00CD17CB">
        <w:rPr>
          <w:rFonts w:ascii="Arial" w:eastAsia="Batang" w:hAnsi="Arial" w:cs="Arial"/>
        </w:rPr>
        <w:t>)</w:t>
      </w:r>
    </w:p>
    <w:p w:rsidR="008D486A" w:rsidRDefault="008D486A" w:rsidP="008D486A">
      <w:pPr>
        <w:pStyle w:val="Paragraphedeliste"/>
        <w:rPr>
          <w:rFonts w:ascii="Arial" w:eastAsia="Batang" w:hAnsi="Arial" w:cs="Arial"/>
          <w:b/>
          <w:color w:val="339966"/>
        </w:rPr>
      </w:pPr>
    </w:p>
    <w:p w:rsidR="008D486A" w:rsidRPr="00591CDD" w:rsidRDefault="008D486A" w:rsidP="008D486A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 xml:space="preserve">Réfection trottoir D02, Galerie </w:t>
      </w:r>
      <w:proofErr w:type="spellStart"/>
      <w:r>
        <w:rPr>
          <w:rFonts w:ascii="Arial" w:eastAsia="Batang" w:hAnsi="Arial" w:cs="Arial"/>
          <w:b/>
          <w:color w:val="339966"/>
        </w:rPr>
        <w:t>Maisel</w:t>
      </w:r>
      <w:proofErr w:type="spellEnd"/>
      <w:r>
        <w:rPr>
          <w:rFonts w:ascii="Arial" w:eastAsia="Batang" w:hAnsi="Arial" w:cs="Arial"/>
          <w:b/>
          <w:color w:val="339966"/>
        </w:rPr>
        <w:t>, I10/I11</w:t>
      </w:r>
      <w:r w:rsidR="00CD17CB">
        <w:rPr>
          <w:rFonts w:ascii="Arial" w:eastAsia="Batang" w:hAnsi="Arial" w:cs="Arial"/>
          <w:b/>
          <w:color w:val="339966"/>
        </w:rPr>
        <w:t xml:space="preserve"> (Brest)</w:t>
      </w:r>
    </w:p>
    <w:p w:rsidR="008D486A" w:rsidRPr="008D486A" w:rsidRDefault="008D486A" w:rsidP="008D486A">
      <w:pPr>
        <w:pStyle w:val="Paragraphedeliste"/>
        <w:numPr>
          <w:ilvl w:val="0"/>
          <w:numId w:val="12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Reçu chiffrage, en cours de négociation</w:t>
      </w:r>
      <w:r w:rsidR="00CD17CB">
        <w:rPr>
          <w:rFonts w:ascii="Arial" w:eastAsia="Batang" w:hAnsi="Arial" w:cs="Arial"/>
        </w:rPr>
        <w:t xml:space="preserve"> (</w:t>
      </w:r>
      <w:proofErr w:type="spellStart"/>
      <w:r w:rsidR="00CD17CB">
        <w:rPr>
          <w:rFonts w:ascii="Arial" w:eastAsia="Batang" w:hAnsi="Arial" w:cs="Arial"/>
        </w:rPr>
        <w:t>Sezny</w:t>
      </w:r>
      <w:proofErr w:type="spellEnd"/>
      <w:r w:rsidR="00CD17CB">
        <w:rPr>
          <w:rFonts w:ascii="Arial" w:eastAsia="Batang" w:hAnsi="Arial" w:cs="Arial"/>
        </w:rPr>
        <w:t>)</w:t>
      </w:r>
    </w:p>
    <w:p w:rsidR="008D486A" w:rsidRPr="008D486A" w:rsidRDefault="008D486A" w:rsidP="008D486A">
      <w:pPr>
        <w:pStyle w:val="Paragraphedeliste"/>
        <w:numPr>
          <w:ilvl w:val="0"/>
          <w:numId w:val="12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Regrouper les 3 opérations en un</w:t>
      </w:r>
      <w:r w:rsidR="006426CB">
        <w:rPr>
          <w:rFonts w:ascii="Arial" w:eastAsia="Batang" w:hAnsi="Arial" w:cs="Arial"/>
        </w:rPr>
        <w:t>e</w:t>
      </w:r>
      <w:r>
        <w:rPr>
          <w:rFonts w:ascii="Arial" w:eastAsia="Batang" w:hAnsi="Arial" w:cs="Arial"/>
        </w:rPr>
        <w:t xml:space="preserve"> seul</w:t>
      </w:r>
      <w:r w:rsidR="006426CB">
        <w:rPr>
          <w:rFonts w:ascii="Arial" w:eastAsia="Batang" w:hAnsi="Arial" w:cs="Arial"/>
        </w:rPr>
        <w:t>e</w:t>
      </w:r>
      <w:r>
        <w:rPr>
          <w:rFonts w:ascii="Arial" w:eastAsia="Batang" w:hAnsi="Arial" w:cs="Arial"/>
        </w:rPr>
        <w:t xml:space="preserve"> </w:t>
      </w:r>
      <w:r w:rsidR="006426CB">
        <w:rPr>
          <w:rFonts w:ascii="Arial" w:eastAsia="Batang" w:hAnsi="Arial" w:cs="Arial"/>
        </w:rPr>
        <w:t>opération</w:t>
      </w:r>
      <w:r>
        <w:rPr>
          <w:rFonts w:ascii="Arial" w:eastAsia="Batang" w:hAnsi="Arial" w:cs="Arial"/>
        </w:rPr>
        <w:t xml:space="preserve"> ou faire 3 devis indépendants. (</w:t>
      </w:r>
      <w:proofErr w:type="spellStart"/>
      <w:r>
        <w:rPr>
          <w:rFonts w:ascii="Arial" w:eastAsia="Batang" w:hAnsi="Arial" w:cs="Arial"/>
        </w:rPr>
        <w:t>Sezny</w:t>
      </w:r>
      <w:proofErr w:type="spellEnd"/>
      <w:r>
        <w:rPr>
          <w:rFonts w:ascii="Arial" w:eastAsia="Batang" w:hAnsi="Arial" w:cs="Arial"/>
        </w:rPr>
        <w:t>)</w:t>
      </w:r>
    </w:p>
    <w:p w:rsidR="00922CE5" w:rsidRPr="00FD651D" w:rsidRDefault="00922CE5" w:rsidP="00922CE5">
      <w:pPr>
        <w:rPr>
          <w:rFonts w:ascii="Arial" w:eastAsia="Batang" w:hAnsi="Arial" w:cs="Arial"/>
        </w:rPr>
      </w:pPr>
    </w:p>
    <w:p w:rsidR="002101C7" w:rsidRPr="00A82C37" w:rsidRDefault="00E04C3F" w:rsidP="003F6BEF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 w:rsidRPr="00202D84">
        <w:rPr>
          <w:rFonts w:ascii="Arial" w:eastAsia="Batang" w:hAnsi="Arial" w:cs="Arial"/>
          <w:b/>
          <w:color w:val="3366FF"/>
          <w:u w:val="single"/>
        </w:rPr>
        <w:t>Terrasses et couvertures</w:t>
      </w:r>
    </w:p>
    <w:p w:rsidR="00A82C37" w:rsidRDefault="00445BA0" w:rsidP="00A82C37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S03</w:t>
      </w:r>
      <w:r w:rsidR="00327DF3">
        <w:rPr>
          <w:rFonts w:ascii="Arial" w:eastAsia="Batang" w:hAnsi="Arial" w:cs="Arial"/>
          <w:b/>
          <w:color w:val="339966"/>
        </w:rPr>
        <w:t xml:space="preserve"> (Brest)</w:t>
      </w:r>
    </w:p>
    <w:p w:rsidR="00944286" w:rsidRPr="00327DF3" w:rsidRDefault="00944286" w:rsidP="00F25F7C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DP déposé en mairie le 27 mars 2018 pour les panneaux </w:t>
      </w:r>
      <w:proofErr w:type="spellStart"/>
      <w:r>
        <w:rPr>
          <w:rFonts w:ascii="Arial" w:eastAsia="Batang" w:hAnsi="Arial" w:cs="Arial"/>
        </w:rPr>
        <w:t>photovoltaiques</w:t>
      </w:r>
      <w:proofErr w:type="spellEnd"/>
      <w:r>
        <w:rPr>
          <w:rFonts w:ascii="Arial" w:eastAsia="Batang" w:hAnsi="Arial" w:cs="Arial"/>
        </w:rPr>
        <w:t>.</w:t>
      </w:r>
    </w:p>
    <w:p w:rsidR="00327DF3" w:rsidRPr="008D486A" w:rsidRDefault="00327DF3" w:rsidP="00F25F7C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Exe mi-juin, juillet, août</w:t>
      </w:r>
    </w:p>
    <w:p w:rsidR="008D486A" w:rsidRPr="00327DF3" w:rsidRDefault="001522F5" w:rsidP="00F25F7C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Publication le 13 avril, </w:t>
      </w:r>
      <w:r w:rsidR="008D486A">
        <w:rPr>
          <w:rFonts w:ascii="Arial" w:eastAsia="Batang" w:hAnsi="Arial" w:cs="Arial"/>
        </w:rPr>
        <w:t xml:space="preserve"> remise des offres le 14 mai</w:t>
      </w:r>
      <w:r w:rsidR="00CD17CB">
        <w:rPr>
          <w:rFonts w:ascii="Arial" w:eastAsia="Batang" w:hAnsi="Arial" w:cs="Arial"/>
        </w:rPr>
        <w:t xml:space="preserve">, notification mi juin (S.24) </w:t>
      </w:r>
    </w:p>
    <w:p w:rsidR="00327DF3" w:rsidRPr="00053147" w:rsidRDefault="00327DF3" w:rsidP="00CD17CB">
      <w:pPr>
        <w:ind w:left="709"/>
        <w:rPr>
          <w:rFonts w:ascii="Arial" w:eastAsia="Batang" w:hAnsi="Arial" w:cs="Arial"/>
          <w:b/>
        </w:rPr>
      </w:pPr>
    </w:p>
    <w:p w:rsidR="00CD17CB" w:rsidRDefault="00CD17CB" w:rsidP="00CD17CB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Terrasse B01 (Brest</w:t>
      </w:r>
    </w:p>
    <w:p w:rsidR="00CD17CB" w:rsidRPr="00CD17CB" w:rsidRDefault="00CD17CB" w:rsidP="00CD17CB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CCTP à faire </w:t>
      </w:r>
      <w:r w:rsidR="001522F5">
        <w:rPr>
          <w:rFonts w:ascii="Arial" w:eastAsia="Batang" w:hAnsi="Arial" w:cs="Arial"/>
        </w:rPr>
        <w:t xml:space="preserve">et transmettre au service marché sem. 20 </w:t>
      </w:r>
      <w:r>
        <w:rPr>
          <w:rFonts w:ascii="Arial" w:eastAsia="Batang" w:hAnsi="Arial" w:cs="Arial"/>
        </w:rPr>
        <w:t>(</w:t>
      </w:r>
      <w:proofErr w:type="spellStart"/>
      <w:r>
        <w:rPr>
          <w:rFonts w:ascii="Arial" w:eastAsia="Batang" w:hAnsi="Arial" w:cs="Arial"/>
        </w:rPr>
        <w:t>Sezny</w:t>
      </w:r>
      <w:proofErr w:type="spellEnd"/>
      <w:r>
        <w:rPr>
          <w:rFonts w:ascii="Arial" w:eastAsia="Batang" w:hAnsi="Arial" w:cs="Arial"/>
        </w:rPr>
        <w:t>)</w:t>
      </w:r>
    </w:p>
    <w:p w:rsidR="00CD17CB" w:rsidRPr="00CD17CB" w:rsidRDefault="00CD17CB" w:rsidP="00CD17CB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Lancer un marché à tranches conditionnelles.</w:t>
      </w:r>
    </w:p>
    <w:p w:rsidR="00CD17CB" w:rsidRPr="00CD17CB" w:rsidRDefault="00CD17CB" w:rsidP="00CD17CB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Prévoir un lancement Sem 2</w:t>
      </w:r>
      <w:r w:rsidR="001522F5">
        <w:rPr>
          <w:rFonts w:ascii="Arial" w:eastAsia="Batang" w:hAnsi="Arial" w:cs="Arial"/>
        </w:rPr>
        <w:t>1</w:t>
      </w:r>
    </w:p>
    <w:p w:rsidR="00CD17CB" w:rsidRPr="00CD17CB" w:rsidRDefault="00CD17CB" w:rsidP="00CD17CB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Echéance des travaux (fin septembre)</w:t>
      </w:r>
    </w:p>
    <w:p w:rsidR="00CD17CB" w:rsidRPr="00327DF3" w:rsidRDefault="00CD17CB" w:rsidP="00CD17CB">
      <w:pPr>
        <w:ind w:left="709"/>
        <w:rPr>
          <w:rFonts w:ascii="Arial" w:eastAsia="Batang" w:hAnsi="Arial" w:cs="Arial"/>
          <w:b/>
        </w:rPr>
      </w:pPr>
    </w:p>
    <w:p w:rsidR="00837061" w:rsidRDefault="00837061" w:rsidP="005B3589">
      <w:pPr>
        <w:ind w:left="709"/>
        <w:rPr>
          <w:rFonts w:ascii="Arial" w:eastAsia="Batang" w:hAnsi="Arial" w:cs="Arial"/>
          <w:b/>
        </w:rPr>
      </w:pPr>
    </w:p>
    <w:p w:rsidR="00445BA0" w:rsidRPr="00A82C37" w:rsidRDefault="00445BA0" w:rsidP="00445BA0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Installation de climatisation</w:t>
      </w:r>
    </w:p>
    <w:p w:rsidR="00445BA0" w:rsidRDefault="00445BA0" w:rsidP="00445BA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Climatisation D00-114, D00-115 et D00-116</w:t>
      </w:r>
      <w:r w:rsidR="00327DF3">
        <w:rPr>
          <w:rFonts w:ascii="Arial" w:eastAsia="Batang" w:hAnsi="Arial" w:cs="Arial"/>
          <w:b/>
          <w:color w:val="339966"/>
        </w:rPr>
        <w:t xml:space="preserve"> (Rennes)</w:t>
      </w:r>
    </w:p>
    <w:p w:rsidR="00445BA0" w:rsidRPr="001522F5" w:rsidRDefault="00B85859" w:rsidP="00445BA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Chiffrage en cours (estimation à 28 K€ </w:t>
      </w:r>
      <w:proofErr w:type="spellStart"/>
      <w:r>
        <w:rPr>
          <w:rFonts w:ascii="Arial" w:eastAsia="Batang" w:hAnsi="Arial" w:cs="Arial"/>
        </w:rPr>
        <w:t>htr</w:t>
      </w:r>
      <w:proofErr w:type="spellEnd"/>
      <w:r>
        <w:rPr>
          <w:rFonts w:ascii="Arial" w:eastAsia="Batang" w:hAnsi="Arial" w:cs="Arial"/>
        </w:rPr>
        <w:t>). Revoir chiffrage en dessous de 25K€ (pas de consultation, 3 devis)</w:t>
      </w:r>
      <w:r w:rsidR="00327DF3">
        <w:rPr>
          <w:rFonts w:ascii="Arial" w:eastAsia="Batang" w:hAnsi="Arial" w:cs="Arial"/>
        </w:rPr>
        <w:t xml:space="preserve"> </w:t>
      </w:r>
      <w:r w:rsidR="00CD17CB">
        <w:rPr>
          <w:rFonts w:ascii="Arial" w:eastAsia="Batang" w:hAnsi="Arial" w:cs="Arial"/>
        </w:rPr>
        <w:t>Faire un point avec Vincent (Roland).</w:t>
      </w:r>
      <w:r w:rsidR="00327DF3">
        <w:rPr>
          <w:rFonts w:ascii="Arial" w:eastAsia="Batang" w:hAnsi="Arial" w:cs="Arial"/>
        </w:rPr>
        <w:t xml:space="preserve"> </w:t>
      </w:r>
    </w:p>
    <w:p w:rsidR="001522F5" w:rsidRPr="00053147" w:rsidRDefault="001522F5" w:rsidP="001522F5">
      <w:pPr>
        <w:ind w:left="709"/>
        <w:rPr>
          <w:rFonts w:ascii="Arial" w:eastAsia="Batang" w:hAnsi="Arial" w:cs="Arial"/>
          <w:b/>
        </w:rPr>
      </w:pPr>
    </w:p>
    <w:p w:rsidR="001522F5" w:rsidRPr="001522F5" w:rsidRDefault="001522F5" w:rsidP="001522F5">
      <w:pPr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Remplacement unité de climatisation local onduleur D01</w:t>
      </w:r>
      <w:r w:rsidRPr="001522F5">
        <w:rPr>
          <w:rFonts w:ascii="Arial" w:eastAsia="Batang" w:hAnsi="Arial" w:cs="Arial"/>
          <w:b/>
          <w:color w:val="339966"/>
        </w:rPr>
        <w:t>(</w:t>
      </w:r>
      <w:r>
        <w:rPr>
          <w:rFonts w:ascii="Arial" w:eastAsia="Batang" w:hAnsi="Arial" w:cs="Arial"/>
          <w:b/>
          <w:color w:val="339966"/>
        </w:rPr>
        <w:t>Brest</w:t>
      </w:r>
      <w:r w:rsidRPr="001522F5">
        <w:rPr>
          <w:rFonts w:ascii="Arial" w:eastAsia="Batang" w:hAnsi="Arial" w:cs="Arial"/>
          <w:b/>
          <w:color w:val="339966"/>
        </w:rPr>
        <w:t>)</w:t>
      </w:r>
    </w:p>
    <w:p w:rsidR="0018506C" w:rsidRPr="001522F5" w:rsidRDefault="001522F5" w:rsidP="001522F5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eastAsia="Batang" w:hAnsi="Arial" w:cs="Arial"/>
        </w:rPr>
        <w:t>Cde passée.</w:t>
      </w:r>
    </w:p>
    <w:p w:rsidR="001522F5" w:rsidRPr="001522F5" w:rsidRDefault="001522F5" w:rsidP="001522F5">
      <w:pPr>
        <w:pStyle w:val="Paragraphedeliste"/>
        <w:ind w:left="709"/>
        <w:rPr>
          <w:rFonts w:ascii="Arial" w:hAnsi="Arial" w:cs="Arial"/>
          <w:b/>
        </w:rPr>
      </w:pPr>
    </w:p>
    <w:p w:rsidR="00B85859" w:rsidRPr="00A82C37" w:rsidRDefault="00B85859" w:rsidP="00B85859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Installation de sécurité et incendie</w:t>
      </w:r>
    </w:p>
    <w:p w:rsidR="00B85859" w:rsidRDefault="00B85859" w:rsidP="00B85859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Contrôle d’accès</w:t>
      </w:r>
      <w:r w:rsidR="00327DF3">
        <w:rPr>
          <w:rFonts w:ascii="Arial" w:eastAsia="Batang" w:hAnsi="Arial" w:cs="Arial"/>
          <w:b/>
          <w:color w:val="339966"/>
        </w:rPr>
        <w:t xml:space="preserve"> (Brest)</w:t>
      </w:r>
    </w:p>
    <w:p w:rsidR="00B85859" w:rsidRPr="00327DF3" w:rsidRDefault="00B85859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Consultation HGO</w:t>
      </w:r>
      <w:r w:rsidR="001C071D">
        <w:rPr>
          <w:rFonts w:ascii="Arial" w:eastAsia="Batang" w:hAnsi="Arial" w:cs="Arial"/>
        </w:rPr>
        <w:t xml:space="preserve"> en cours</w:t>
      </w:r>
      <w:r w:rsidR="00327DF3">
        <w:rPr>
          <w:rFonts w:ascii="Arial" w:eastAsia="Batang" w:hAnsi="Arial" w:cs="Arial"/>
        </w:rPr>
        <w:t>, en attente devis</w:t>
      </w:r>
      <w:r w:rsidR="00CD17CB">
        <w:rPr>
          <w:rFonts w:ascii="Arial" w:eastAsia="Batang" w:hAnsi="Arial" w:cs="Arial"/>
        </w:rPr>
        <w:t>. Réunion jeudi 19 avril</w:t>
      </w:r>
      <w:r w:rsidR="00327DF3">
        <w:rPr>
          <w:rFonts w:ascii="Arial" w:eastAsia="Batang" w:hAnsi="Arial" w:cs="Arial"/>
        </w:rPr>
        <w:t xml:space="preserve"> (Éric)</w:t>
      </w:r>
      <w:r w:rsidR="001522F5">
        <w:rPr>
          <w:rFonts w:ascii="Arial" w:eastAsia="Batang" w:hAnsi="Arial" w:cs="Arial"/>
        </w:rPr>
        <w:t>. Roland se rapproche d’Olivier.</w:t>
      </w:r>
    </w:p>
    <w:p w:rsidR="00327DF3" w:rsidRPr="005C7B44" w:rsidRDefault="00CD17CB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A l’issue du devis, rédiger un contrat (Thomas et </w:t>
      </w:r>
      <w:proofErr w:type="spellStart"/>
      <w:r>
        <w:rPr>
          <w:rFonts w:ascii="Arial" w:eastAsia="Batang" w:hAnsi="Arial" w:cs="Arial"/>
        </w:rPr>
        <w:t>Eric</w:t>
      </w:r>
      <w:proofErr w:type="spellEnd"/>
      <w:r>
        <w:rPr>
          <w:rFonts w:ascii="Arial" w:eastAsia="Batang" w:hAnsi="Arial" w:cs="Arial"/>
        </w:rPr>
        <w:t>)</w:t>
      </w:r>
    </w:p>
    <w:p w:rsidR="005C7B44" w:rsidRPr="005C7B44" w:rsidRDefault="005C7B44" w:rsidP="005C7B44">
      <w:pPr>
        <w:ind w:left="709"/>
        <w:rPr>
          <w:rFonts w:ascii="Arial" w:eastAsia="Batang" w:hAnsi="Arial" w:cs="Arial"/>
          <w:b/>
        </w:rPr>
      </w:pPr>
    </w:p>
    <w:p w:rsidR="005C7B44" w:rsidRDefault="005C7B44" w:rsidP="005C7B44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Evolution logiciel contrôle d’accès (3 campus)</w:t>
      </w:r>
    </w:p>
    <w:p w:rsidR="005C7B44" w:rsidRPr="00327DF3" w:rsidRDefault="00717B07" w:rsidP="005C7B44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Aide à la maitrise d’ouvrage pour lancer le cahier des charges, </w:t>
      </w:r>
      <w:proofErr w:type="spellStart"/>
      <w:r>
        <w:rPr>
          <w:rFonts w:ascii="Arial" w:eastAsia="Batang" w:hAnsi="Arial" w:cs="Arial"/>
        </w:rPr>
        <w:t>BETmissionné</w:t>
      </w:r>
      <w:proofErr w:type="spellEnd"/>
      <w:r>
        <w:rPr>
          <w:rFonts w:ascii="Arial" w:eastAsia="Batang" w:hAnsi="Arial" w:cs="Arial"/>
        </w:rPr>
        <w:t>.</w:t>
      </w:r>
      <w:r w:rsidR="001522F5">
        <w:rPr>
          <w:rFonts w:ascii="Arial" w:eastAsia="Batang" w:hAnsi="Arial" w:cs="Arial"/>
        </w:rPr>
        <w:t xml:space="preserve"> En attente retour.</w:t>
      </w:r>
    </w:p>
    <w:p w:rsidR="005C7B44" w:rsidRPr="00B85859" w:rsidRDefault="005C7B44" w:rsidP="005C7B44">
      <w:pPr>
        <w:rPr>
          <w:rFonts w:ascii="Arial" w:eastAsia="Batang" w:hAnsi="Arial" w:cs="Arial"/>
          <w:b/>
        </w:rPr>
      </w:pPr>
    </w:p>
    <w:p w:rsidR="00B85859" w:rsidRDefault="00B85859" w:rsidP="00B85859">
      <w:pPr>
        <w:rPr>
          <w:rFonts w:ascii="Arial" w:eastAsia="Batang" w:hAnsi="Arial" w:cs="Arial"/>
        </w:rPr>
      </w:pPr>
    </w:p>
    <w:p w:rsidR="00B85859" w:rsidRPr="00A82C37" w:rsidRDefault="00B85859" w:rsidP="00B85859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Rénovation des installations de chauffage et climatisation</w:t>
      </w:r>
    </w:p>
    <w:p w:rsidR="00B85859" w:rsidRDefault="00B85859" w:rsidP="00B85859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Rénovation installation de chauffage, (SST D01)</w:t>
      </w:r>
      <w:r w:rsidR="00327DF3">
        <w:rPr>
          <w:rFonts w:ascii="Arial" w:eastAsia="Batang" w:hAnsi="Arial" w:cs="Arial"/>
          <w:b/>
          <w:color w:val="339966"/>
        </w:rPr>
        <w:t>. (Brest)</w:t>
      </w:r>
    </w:p>
    <w:p w:rsidR="00B85859" w:rsidRPr="001522F5" w:rsidRDefault="00810F7E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Etude thermique le </w:t>
      </w:r>
      <w:r w:rsidR="001522F5">
        <w:rPr>
          <w:rFonts w:ascii="Arial" w:eastAsia="Batang" w:hAnsi="Arial" w:cs="Arial"/>
        </w:rPr>
        <w:t>25</w:t>
      </w:r>
      <w:r>
        <w:rPr>
          <w:rFonts w:ascii="Arial" w:eastAsia="Batang" w:hAnsi="Arial" w:cs="Arial"/>
        </w:rPr>
        <w:t xml:space="preserve"> avril</w:t>
      </w:r>
    </w:p>
    <w:p w:rsidR="001522F5" w:rsidRPr="00944286" w:rsidRDefault="001522F5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Marché à lancer </w:t>
      </w:r>
      <w:proofErr w:type="spellStart"/>
      <w:r>
        <w:rPr>
          <w:rFonts w:ascii="Arial" w:eastAsia="Batang" w:hAnsi="Arial" w:cs="Arial"/>
        </w:rPr>
        <w:t>sem</w:t>
      </w:r>
      <w:proofErr w:type="spellEnd"/>
      <w:r>
        <w:rPr>
          <w:rFonts w:ascii="Arial" w:eastAsia="Batang" w:hAnsi="Arial" w:cs="Arial"/>
        </w:rPr>
        <w:t xml:space="preserve"> 21 (Thomas se rapproche d’Olivier sur la priorisation des marchés « terrasse +chauffage »)</w:t>
      </w:r>
    </w:p>
    <w:p w:rsidR="00944286" w:rsidRPr="00944286" w:rsidRDefault="00944286" w:rsidP="00944286">
      <w:pPr>
        <w:ind w:left="709"/>
        <w:rPr>
          <w:rFonts w:ascii="Arial" w:eastAsia="Batang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3"/>
        <w:gridCol w:w="5344"/>
      </w:tblGrid>
      <w:tr w:rsidR="00944286" w:rsidTr="00327DF3">
        <w:tc>
          <w:tcPr>
            <w:tcW w:w="10687" w:type="dxa"/>
            <w:gridSpan w:val="2"/>
            <w:vAlign w:val="center"/>
          </w:tcPr>
          <w:p w:rsidR="00944286" w:rsidRDefault="00944286" w:rsidP="00327DF3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Proposition planning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Sem.16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Relevé sur site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Sem 16 -17-18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Rédaction cahier des charges</w:t>
            </w:r>
          </w:p>
        </w:tc>
      </w:tr>
      <w:tr w:rsidR="00944286" w:rsidTr="00327DF3">
        <w:tc>
          <w:tcPr>
            <w:tcW w:w="5343" w:type="dxa"/>
          </w:tcPr>
          <w:p w:rsidR="00944286" w:rsidRPr="001522F5" w:rsidRDefault="00944286" w:rsidP="00327DF3">
            <w:pPr>
              <w:rPr>
                <w:rFonts w:ascii="Arial" w:eastAsia="Batang" w:hAnsi="Arial" w:cs="Arial"/>
                <w:color w:val="FF0000"/>
              </w:rPr>
            </w:pPr>
            <w:r w:rsidRPr="001522F5">
              <w:rPr>
                <w:rFonts w:ascii="Arial" w:eastAsia="Batang" w:hAnsi="Arial" w:cs="Arial"/>
                <w:color w:val="FF0000"/>
              </w:rPr>
              <w:t>Sem 20</w:t>
            </w:r>
            <w:r w:rsidR="001522F5" w:rsidRPr="001522F5">
              <w:rPr>
                <w:rFonts w:ascii="Arial" w:eastAsia="Batang" w:hAnsi="Arial" w:cs="Arial"/>
                <w:color w:val="FF0000"/>
              </w:rPr>
              <w:t xml:space="preserve"> </w:t>
            </w:r>
            <w:r w:rsidR="001522F5">
              <w:rPr>
                <w:rFonts w:ascii="Arial" w:eastAsia="Batang" w:hAnsi="Arial" w:cs="Arial"/>
                <w:color w:val="FF0000"/>
              </w:rPr>
              <w:t>- 21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Mise en ligne marché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21 – 22- 23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Appel d’offre marché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24 -25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Analyse négociation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26 - 27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Engagement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28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Début période préparation puis chantier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Sem 42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Date limite fin des travaux.</w:t>
            </w:r>
          </w:p>
        </w:tc>
      </w:tr>
    </w:tbl>
    <w:p w:rsidR="00944286" w:rsidRPr="00B85859" w:rsidRDefault="00944286" w:rsidP="00944286">
      <w:pPr>
        <w:rPr>
          <w:rFonts w:ascii="Arial" w:eastAsia="Batang" w:hAnsi="Arial" w:cs="Arial"/>
          <w:b/>
        </w:rPr>
      </w:pPr>
    </w:p>
    <w:p w:rsidR="00B85859" w:rsidRDefault="00B85859" w:rsidP="00B85859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Rénovat</w:t>
      </w:r>
      <w:r w:rsidR="007C5BD0">
        <w:rPr>
          <w:rFonts w:ascii="Arial" w:eastAsia="Batang" w:hAnsi="Arial" w:cs="Arial"/>
          <w:b/>
          <w:color w:val="339966"/>
        </w:rPr>
        <w:t>ion installation de chauffage, TC1 sous station A01</w:t>
      </w:r>
      <w:r w:rsidR="00327DF3">
        <w:rPr>
          <w:rFonts w:ascii="Arial" w:eastAsia="Batang" w:hAnsi="Arial" w:cs="Arial"/>
          <w:b/>
          <w:color w:val="339966"/>
        </w:rPr>
        <w:t xml:space="preserve"> (Brest)</w:t>
      </w:r>
    </w:p>
    <w:p w:rsidR="00B85859" w:rsidRPr="007C5BD0" w:rsidRDefault="007C5BD0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OS signé (travaux juillet 2018)</w:t>
      </w:r>
    </w:p>
    <w:p w:rsidR="007C5BD0" w:rsidRPr="001522F5" w:rsidRDefault="007C5BD0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Prévoir engagement </w:t>
      </w:r>
      <w:proofErr w:type="spellStart"/>
      <w:r>
        <w:rPr>
          <w:rFonts w:ascii="Arial" w:eastAsia="Batang" w:hAnsi="Arial" w:cs="Arial"/>
        </w:rPr>
        <w:t>Sirepa</w:t>
      </w:r>
      <w:proofErr w:type="spellEnd"/>
      <w:r w:rsidR="00327DF3">
        <w:rPr>
          <w:rFonts w:ascii="Arial" w:eastAsia="Batang" w:hAnsi="Arial" w:cs="Arial"/>
        </w:rPr>
        <w:t>, Gaëlle saisie EJ</w:t>
      </w:r>
    </w:p>
    <w:p w:rsidR="001522F5" w:rsidRPr="007C5BD0" w:rsidRDefault="001522F5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Intervention </w:t>
      </w:r>
      <w:proofErr w:type="spellStart"/>
      <w:r>
        <w:rPr>
          <w:rFonts w:ascii="Arial" w:eastAsia="Batang" w:hAnsi="Arial" w:cs="Arial"/>
        </w:rPr>
        <w:t>sem</w:t>
      </w:r>
      <w:proofErr w:type="spellEnd"/>
      <w:r>
        <w:rPr>
          <w:rFonts w:ascii="Arial" w:eastAsia="Batang" w:hAnsi="Arial" w:cs="Arial"/>
        </w:rPr>
        <w:t xml:space="preserve"> 20 à 26.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Rénovation de la sous station chaufferie (Rennes)</w:t>
      </w:r>
    </w:p>
    <w:p w:rsidR="007C5BD0" w:rsidRPr="00327DF3" w:rsidRDefault="001522F5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Cde passée, en attente intervention.</w:t>
      </w:r>
    </w:p>
    <w:p w:rsidR="00B85859" w:rsidRPr="0018506C" w:rsidRDefault="00B85859" w:rsidP="0018506C">
      <w:pPr>
        <w:ind w:left="709"/>
        <w:rPr>
          <w:rFonts w:ascii="Arial" w:hAnsi="Arial" w:cs="Arial"/>
          <w:b/>
        </w:rPr>
      </w:pPr>
    </w:p>
    <w:p w:rsidR="00B85859" w:rsidRPr="00A82C37" w:rsidRDefault="00B85859" w:rsidP="00B85859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Rénovation plafonds et luminaires</w:t>
      </w:r>
    </w:p>
    <w:p w:rsidR="00B85859" w:rsidRDefault="00B85859" w:rsidP="00B85859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Circulation A00-1C04 et B00-</w:t>
      </w:r>
      <w:r w:rsidR="00327DF3">
        <w:rPr>
          <w:rFonts w:ascii="Arial" w:eastAsia="Batang" w:hAnsi="Arial" w:cs="Arial"/>
          <w:b/>
          <w:color w:val="339966"/>
        </w:rPr>
        <w:t>1C01 (</w:t>
      </w:r>
      <w:r w:rsidR="00F66804">
        <w:rPr>
          <w:rFonts w:ascii="Arial" w:eastAsia="Batang" w:hAnsi="Arial" w:cs="Arial"/>
          <w:b/>
          <w:color w:val="339966"/>
        </w:rPr>
        <w:t>R</w:t>
      </w:r>
      <w:r w:rsidR="007C5BD0">
        <w:rPr>
          <w:rFonts w:ascii="Arial" w:eastAsia="Batang" w:hAnsi="Arial" w:cs="Arial"/>
          <w:b/>
          <w:color w:val="339966"/>
        </w:rPr>
        <w:t>ennes)</w:t>
      </w:r>
    </w:p>
    <w:p w:rsidR="00B85859" w:rsidRPr="007C5BD0" w:rsidRDefault="001522F5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Rapport amiante positif. S’assurer pendant l’analyse que le désamiantage soit bien pris en co</w:t>
      </w:r>
      <w:r w:rsidR="005A4E3A">
        <w:rPr>
          <w:rFonts w:ascii="Arial" w:eastAsia="Batang" w:hAnsi="Arial" w:cs="Arial"/>
        </w:rPr>
        <w:t>mpte (Vincent)</w:t>
      </w:r>
    </w:p>
    <w:p w:rsidR="007C5BD0" w:rsidRPr="00587967" w:rsidRDefault="005A4E3A" w:rsidP="00B85859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Consultation lancée, remise des offres le 15 mai.</w:t>
      </w:r>
    </w:p>
    <w:p w:rsidR="00587967" w:rsidRPr="00053147" w:rsidRDefault="00587967" w:rsidP="00587967">
      <w:pPr>
        <w:rPr>
          <w:rFonts w:ascii="Arial" w:eastAsia="Batang" w:hAnsi="Arial" w:cs="Arial"/>
          <w:b/>
        </w:rPr>
      </w:pPr>
      <w:r>
        <w:rPr>
          <w:noProof/>
        </w:rPr>
        <w:drawing>
          <wp:inline distT="0" distB="0" distL="0" distR="0" wp14:anchorId="54AF2918" wp14:editId="32D063CF">
            <wp:extent cx="4304806" cy="1874238"/>
            <wp:effectExtent l="0" t="0" r="63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6927" cy="187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8D3" w:rsidRPr="00BA29ED" w:rsidRDefault="009228D3" w:rsidP="00F4427D">
      <w:pPr>
        <w:rPr>
          <w:rFonts w:ascii="Arial" w:eastAsia="Batang" w:hAnsi="Arial" w:cs="Arial"/>
          <w:b/>
        </w:rPr>
      </w:pPr>
    </w:p>
    <w:p w:rsidR="007C5BD0" w:rsidRPr="00A82C37" w:rsidRDefault="007C5BD0" w:rsidP="007C5BD0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 xml:space="preserve">Rénovation des équipements sportifs 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 xml:space="preserve">City </w:t>
      </w:r>
      <w:proofErr w:type="spellStart"/>
      <w:r>
        <w:rPr>
          <w:rFonts w:ascii="Arial" w:eastAsia="Batang" w:hAnsi="Arial" w:cs="Arial"/>
          <w:b/>
          <w:color w:val="339966"/>
        </w:rPr>
        <w:t>park</w:t>
      </w:r>
      <w:proofErr w:type="spellEnd"/>
      <w:r w:rsidR="00327DF3">
        <w:rPr>
          <w:rFonts w:ascii="Arial" w:eastAsia="Batang" w:hAnsi="Arial" w:cs="Arial"/>
          <w:b/>
          <w:color w:val="339966"/>
        </w:rPr>
        <w:t xml:space="preserve"> (Nantes)</w:t>
      </w:r>
    </w:p>
    <w:p w:rsidR="007C5BD0" w:rsidRPr="00327DF3" w:rsidRDefault="007C5BD0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Estimation 40K €</w:t>
      </w:r>
      <w:r w:rsidR="005C7B44">
        <w:rPr>
          <w:rFonts w:ascii="Arial" w:eastAsia="Batang" w:hAnsi="Arial" w:cs="Arial"/>
        </w:rPr>
        <w:t>, quid financement.</w:t>
      </w:r>
    </w:p>
    <w:p w:rsidR="00327DF3" w:rsidRPr="005C7B44" w:rsidRDefault="00327DF3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Offres en cours d’analyse (</w:t>
      </w:r>
      <w:r w:rsidR="005C7B44">
        <w:rPr>
          <w:rFonts w:ascii="Arial" w:eastAsia="Batang" w:hAnsi="Arial" w:cs="Arial"/>
        </w:rPr>
        <w:t>Chantal</w:t>
      </w:r>
      <w:r>
        <w:rPr>
          <w:rFonts w:ascii="Arial" w:eastAsia="Batang" w:hAnsi="Arial" w:cs="Arial"/>
        </w:rPr>
        <w:t xml:space="preserve">) </w:t>
      </w:r>
    </w:p>
    <w:p w:rsidR="005C7B44" w:rsidRPr="005C7B44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Faire l’analyse des devis (Roland et Alexandre), </w:t>
      </w:r>
    </w:p>
    <w:p w:rsidR="005C7B44" w:rsidRPr="007C5BD0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Travaux « aménagement extérieur » à intégrer sur la mise aux normes accessibilité ?</w:t>
      </w:r>
    </w:p>
    <w:p w:rsidR="00120A43" w:rsidRDefault="00120A43" w:rsidP="00120A43">
      <w:pPr>
        <w:rPr>
          <w:rFonts w:ascii="Arial" w:eastAsia="Batang" w:hAnsi="Arial" w:cs="Arial"/>
        </w:rPr>
      </w:pPr>
    </w:p>
    <w:p w:rsidR="00944286" w:rsidRDefault="00944286" w:rsidP="00120A43">
      <w:pPr>
        <w:rPr>
          <w:rFonts w:ascii="Arial" w:eastAsia="Batang" w:hAnsi="Arial" w:cs="Arial"/>
        </w:rPr>
      </w:pPr>
    </w:p>
    <w:p w:rsidR="007C5BD0" w:rsidRPr="00A82C37" w:rsidRDefault="007C5BD0" w:rsidP="007C5BD0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Amélioration isolation thermique et économies d’</w:t>
      </w:r>
      <w:proofErr w:type="spellStart"/>
      <w:r>
        <w:rPr>
          <w:rFonts w:ascii="Arial" w:eastAsia="Batang" w:hAnsi="Arial" w:cs="Arial"/>
          <w:b/>
          <w:color w:val="3366FF"/>
          <w:u w:val="single"/>
        </w:rPr>
        <w:t>energie</w:t>
      </w:r>
      <w:proofErr w:type="spellEnd"/>
      <w:r>
        <w:rPr>
          <w:rFonts w:ascii="Arial" w:eastAsia="Batang" w:hAnsi="Arial" w:cs="Arial"/>
          <w:b/>
          <w:color w:val="3366FF"/>
          <w:u w:val="single"/>
        </w:rPr>
        <w:t xml:space="preserve"> 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Menuiserie C01</w:t>
      </w:r>
      <w:r w:rsidR="00327DF3">
        <w:rPr>
          <w:rFonts w:ascii="Arial" w:eastAsia="Batang" w:hAnsi="Arial" w:cs="Arial"/>
          <w:b/>
          <w:color w:val="339966"/>
        </w:rPr>
        <w:t xml:space="preserve"> (Brest)</w:t>
      </w:r>
    </w:p>
    <w:p w:rsidR="007C5BD0" w:rsidRPr="007C5BD0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OS </w:t>
      </w:r>
      <w:r w:rsidR="005A4E3A">
        <w:rPr>
          <w:rFonts w:ascii="Arial" w:eastAsia="Batang" w:hAnsi="Arial" w:cs="Arial"/>
        </w:rPr>
        <w:t>transmis à Gaëlle</w:t>
      </w:r>
      <w:r w:rsidR="00327DF3">
        <w:rPr>
          <w:rFonts w:ascii="Arial" w:eastAsia="Batang" w:hAnsi="Arial" w:cs="Arial"/>
        </w:rPr>
        <w:t xml:space="preserve"> pour EJ</w:t>
      </w:r>
    </w:p>
    <w:p w:rsidR="007C5BD0" w:rsidRPr="007C5BD0" w:rsidRDefault="007C5BD0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Intervention juillet + 1ere semaine d’août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 xml:space="preserve">Extraction mise aux normes DSEE et </w:t>
      </w:r>
      <w:proofErr w:type="spellStart"/>
      <w:r>
        <w:rPr>
          <w:rFonts w:ascii="Arial" w:eastAsia="Batang" w:hAnsi="Arial" w:cs="Arial"/>
          <w:b/>
          <w:color w:val="339966"/>
        </w:rPr>
        <w:t>Subatech</w:t>
      </w:r>
      <w:proofErr w:type="spellEnd"/>
      <w:r w:rsidR="00327DF3">
        <w:rPr>
          <w:rFonts w:ascii="Arial" w:eastAsia="Batang" w:hAnsi="Arial" w:cs="Arial"/>
          <w:b/>
          <w:color w:val="339966"/>
        </w:rPr>
        <w:t xml:space="preserve"> (Nantes)</w:t>
      </w:r>
    </w:p>
    <w:p w:rsidR="005A4E3A" w:rsidRPr="005A4E3A" w:rsidRDefault="007C5BD0" w:rsidP="00120A43">
      <w:pPr>
        <w:numPr>
          <w:ilvl w:val="0"/>
          <w:numId w:val="4"/>
        </w:numPr>
        <w:rPr>
          <w:rFonts w:ascii="Arial" w:eastAsia="Batang" w:hAnsi="Arial" w:cs="Arial"/>
        </w:rPr>
      </w:pPr>
      <w:r w:rsidRPr="005A4E3A">
        <w:rPr>
          <w:rFonts w:ascii="Arial" w:eastAsia="Batang" w:hAnsi="Arial" w:cs="Arial"/>
        </w:rPr>
        <w:t>Mission BET à passer.</w:t>
      </w:r>
      <w:r w:rsidR="002D25FE" w:rsidRPr="005A4E3A">
        <w:rPr>
          <w:rFonts w:ascii="Arial" w:eastAsia="Batang" w:hAnsi="Arial" w:cs="Arial"/>
        </w:rPr>
        <w:t xml:space="preserve"> </w:t>
      </w:r>
      <w:r w:rsidR="005A4E3A">
        <w:rPr>
          <w:rFonts w:ascii="Arial" w:eastAsia="Batang" w:hAnsi="Arial" w:cs="Arial"/>
        </w:rPr>
        <w:t>Roland fait un point avec Alexandre.</w:t>
      </w:r>
    </w:p>
    <w:p w:rsidR="007C5BD0" w:rsidRDefault="007C5BD0" w:rsidP="00120A43">
      <w:pPr>
        <w:rPr>
          <w:rFonts w:ascii="Arial" w:eastAsia="Batang" w:hAnsi="Arial" w:cs="Arial"/>
        </w:rPr>
      </w:pPr>
    </w:p>
    <w:p w:rsidR="007C5BD0" w:rsidRPr="00A82C37" w:rsidRDefault="007C5BD0" w:rsidP="007C5BD0">
      <w:pPr>
        <w:pStyle w:val="Paragraphedeliste"/>
        <w:numPr>
          <w:ilvl w:val="0"/>
          <w:numId w:val="8"/>
        </w:numPr>
        <w:ind w:left="426" w:hanging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 xml:space="preserve">Réaménagement - Restructuration </w:t>
      </w:r>
    </w:p>
    <w:p w:rsidR="007C5BD0" w:rsidRDefault="007C5BD0" w:rsidP="007C5B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>Réaménagement Accueil Brest</w:t>
      </w:r>
    </w:p>
    <w:p w:rsidR="005C7B44" w:rsidRPr="005C7B44" w:rsidRDefault="005C7B44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Prévoir mission coordinateur SSI</w:t>
      </w:r>
    </w:p>
    <w:p w:rsidR="005C7B44" w:rsidRPr="00944286" w:rsidRDefault="005A4E3A" w:rsidP="007C5B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Publication le 24 avril, retour des offres le 22 mai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3"/>
        <w:gridCol w:w="5344"/>
      </w:tblGrid>
      <w:tr w:rsidR="00944286" w:rsidTr="00327DF3">
        <w:tc>
          <w:tcPr>
            <w:tcW w:w="10687" w:type="dxa"/>
            <w:gridSpan w:val="2"/>
            <w:vAlign w:val="center"/>
          </w:tcPr>
          <w:p w:rsidR="00944286" w:rsidRDefault="00944286" w:rsidP="00327DF3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Proposition planning</w:t>
            </w:r>
          </w:p>
        </w:tc>
      </w:tr>
      <w:tr w:rsidR="00944286" w:rsidTr="00327DF3">
        <w:tc>
          <w:tcPr>
            <w:tcW w:w="5343" w:type="dxa"/>
          </w:tcPr>
          <w:p w:rsidR="00944286" w:rsidRPr="005A4E3A" w:rsidRDefault="00944286" w:rsidP="00944286">
            <w:pPr>
              <w:rPr>
                <w:rFonts w:ascii="Arial" w:eastAsia="Batang" w:hAnsi="Arial" w:cs="Arial"/>
                <w:color w:val="FF0000"/>
              </w:rPr>
            </w:pPr>
            <w:r>
              <w:rPr>
                <w:rFonts w:ascii="Arial" w:eastAsia="Batang" w:hAnsi="Arial" w:cs="Arial"/>
              </w:rPr>
              <w:t>Sem 17-18-19</w:t>
            </w:r>
            <w:r w:rsidR="005A4E3A">
              <w:rPr>
                <w:rFonts w:ascii="Arial" w:eastAsia="Batang" w:hAnsi="Arial" w:cs="Arial"/>
              </w:rPr>
              <w:t>-</w:t>
            </w:r>
            <w:r w:rsidR="005A4E3A">
              <w:rPr>
                <w:rFonts w:ascii="Arial" w:eastAsia="Batang" w:hAnsi="Arial" w:cs="Arial"/>
                <w:color w:val="FF0000"/>
              </w:rPr>
              <w:t>20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Lancement marché</w:t>
            </w:r>
          </w:p>
        </w:tc>
      </w:tr>
      <w:tr w:rsidR="00944286" w:rsidTr="00327DF3">
        <w:tc>
          <w:tcPr>
            <w:tcW w:w="5343" w:type="dxa"/>
          </w:tcPr>
          <w:p w:rsidR="00944286" w:rsidRDefault="005A4E3A" w:rsidP="00944286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Sem </w:t>
            </w:r>
            <w:r w:rsidR="00944286">
              <w:rPr>
                <w:rFonts w:ascii="Arial" w:eastAsia="Batang" w:hAnsi="Arial" w:cs="Arial"/>
              </w:rPr>
              <w:t>21-22-23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Analyse, attribution et OS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944286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Sem 24 à 31 -35 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Travaux</w:t>
            </w:r>
          </w:p>
        </w:tc>
      </w:tr>
      <w:tr w:rsidR="00944286" w:rsidTr="00327DF3">
        <w:tc>
          <w:tcPr>
            <w:tcW w:w="5343" w:type="dxa"/>
          </w:tcPr>
          <w:p w:rsidR="00944286" w:rsidRDefault="00944286" w:rsidP="00944286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Sem 36 </w:t>
            </w:r>
          </w:p>
        </w:tc>
        <w:tc>
          <w:tcPr>
            <w:tcW w:w="5344" w:type="dxa"/>
          </w:tcPr>
          <w:p w:rsidR="00944286" w:rsidRDefault="00944286" w:rsidP="00327DF3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Réception des travaux</w:t>
            </w:r>
          </w:p>
        </w:tc>
      </w:tr>
    </w:tbl>
    <w:p w:rsidR="004110D0" w:rsidRDefault="004110D0" w:rsidP="004110D0">
      <w:pPr>
        <w:rPr>
          <w:rFonts w:ascii="Arial" w:eastAsia="Batang" w:hAnsi="Arial" w:cs="Arial"/>
        </w:rPr>
      </w:pPr>
    </w:p>
    <w:p w:rsidR="004110D0" w:rsidRDefault="004110D0" w:rsidP="004110D0">
      <w:pPr>
        <w:pStyle w:val="Paragraphedeliste"/>
        <w:ind w:left="426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9966"/>
        </w:rPr>
        <w:t xml:space="preserve">Etude réaménagement  </w:t>
      </w:r>
      <w:proofErr w:type="spellStart"/>
      <w:r>
        <w:rPr>
          <w:rFonts w:ascii="Arial" w:eastAsia="Batang" w:hAnsi="Arial" w:cs="Arial"/>
          <w:b/>
          <w:color w:val="339966"/>
        </w:rPr>
        <w:t>centre-vie</w:t>
      </w:r>
      <w:proofErr w:type="spellEnd"/>
      <w:r>
        <w:rPr>
          <w:rFonts w:ascii="Arial" w:eastAsia="Batang" w:hAnsi="Arial" w:cs="Arial"/>
          <w:b/>
          <w:color w:val="339966"/>
        </w:rPr>
        <w:t xml:space="preserve"> </w:t>
      </w:r>
      <w:r w:rsidR="00F66804">
        <w:rPr>
          <w:rFonts w:ascii="Arial" w:eastAsia="Batang" w:hAnsi="Arial" w:cs="Arial"/>
          <w:b/>
          <w:color w:val="339966"/>
        </w:rPr>
        <w:t>(</w:t>
      </w:r>
      <w:r>
        <w:rPr>
          <w:rFonts w:ascii="Arial" w:eastAsia="Batang" w:hAnsi="Arial" w:cs="Arial"/>
          <w:b/>
          <w:color w:val="339966"/>
        </w:rPr>
        <w:t>Brest</w:t>
      </w:r>
      <w:r w:rsidR="00F66804">
        <w:rPr>
          <w:rFonts w:ascii="Arial" w:eastAsia="Batang" w:hAnsi="Arial" w:cs="Arial"/>
          <w:b/>
          <w:color w:val="339966"/>
        </w:rPr>
        <w:t>)</w:t>
      </w:r>
    </w:p>
    <w:p w:rsidR="004110D0" w:rsidRPr="004110D0" w:rsidRDefault="004110D0" w:rsidP="004110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 xml:space="preserve">Estimation </w:t>
      </w:r>
      <w:r w:rsidR="005A4E3A">
        <w:rPr>
          <w:rFonts w:ascii="Arial" w:eastAsia="Batang" w:hAnsi="Arial" w:cs="Arial"/>
        </w:rPr>
        <w:t>opération</w:t>
      </w:r>
      <w:r>
        <w:rPr>
          <w:rFonts w:ascii="Arial" w:eastAsia="Batang" w:hAnsi="Arial" w:cs="Arial"/>
        </w:rPr>
        <w:t xml:space="preserve"> à 30K€</w:t>
      </w:r>
    </w:p>
    <w:p w:rsidR="004110D0" w:rsidRPr="004110D0" w:rsidRDefault="00D22E28" w:rsidP="004110D0">
      <w:pPr>
        <w:numPr>
          <w:ilvl w:val="0"/>
          <w:numId w:val="4"/>
        </w:numPr>
        <w:rPr>
          <w:rFonts w:ascii="Arial" w:eastAsia="Batang" w:hAnsi="Arial" w:cs="Arial"/>
          <w:b/>
        </w:rPr>
      </w:pPr>
      <w:r>
        <w:rPr>
          <w:rFonts w:ascii="Arial" w:eastAsia="Batang" w:hAnsi="Arial" w:cs="Arial"/>
        </w:rPr>
        <w:t>Reçu 4 esquisses, requête transmise à tous, retour pour le 15 mai.</w:t>
      </w:r>
    </w:p>
    <w:p w:rsidR="004110D0" w:rsidRDefault="004110D0" w:rsidP="004110D0">
      <w:pPr>
        <w:rPr>
          <w:rFonts w:ascii="Arial" w:eastAsia="Batang" w:hAnsi="Arial" w:cs="Arial"/>
          <w:b/>
        </w:rPr>
      </w:pPr>
    </w:p>
    <w:p w:rsidR="00372AD8" w:rsidRPr="00230D79" w:rsidRDefault="00372AD8" w:rsidP="00230D79">
      <w:pPr>
        <w:rPr>
          <w:rFonts w:ascii="Arial" w:eastAsia="Batang" w:hAnsi="Arial" w:cs="Arial"/>
          <w:b/>
        </w:rPr>
      </w:pPr>
    </w:p>
    <w:p w:rsidR="0019526C" w:rsidRPr="001E669C" w:rsidRDefault="0019526C" w:rsidP="003F6BEF">
      <w:pPr>
        <w:pStyle w:val="Paragraphedeliste"/>
        <w:numPr>
          <w:ilvl w:val="0"/>
          <w:numId w:val="13"/>
        </w:numPr>
        <w:ind w:left="426"/>
        <w:rPr>
          <w:rFonts w:ascii="Arial" w:eastAsia="Batang" w:hAnsi="Arial" w:cs="Arial"/>
          <w:color w:val="3366FF"/>
          <w:u w:val="single"/>
        </w:rPr>
      </w:pPr>
      <w:r w:rsidRPr="001E669C">
        <w:rPr>
          <w:rFonts w:ascii="Arial" w:eastAsia="Batang" w:hAnsi="Arial" w:cs="Arial"/>
          <w:b/>
          <w:color w:val="3366FF"/>
          <w:u w:val="single"/>
        </w:rPr>
        <w:t>Construction</w:t>
      </w:r>
      <w:r w:rsidR="00521A86" w:rsidRPr="001E669C">
        <w:rPr>
          <w:rFonts w:ascii="Arial" w:eastAsia="Batang" w:hAnsi="Arial" w:cs="Arial"/>
          <w:b/>
          <w:color w:val="3366FF"/>
          <w:u w:val="single"/>
        </w:rPr>
        <w:t>s</w:t>
      </w:r>
    </w:p>
    <w:p w:rsidR="00DF6955" w:rsidRDefault="00DF6955" w:rsidP="00862970">
      <w:pPr>
        <w:ind w:left="426"/>
        <w:rPr>
          <w:rFonts w:ascii="Arial" w:hAnsi="Arial" w:cs="Arial"/>
          <w:b/>
          <w:color w:val="339966"/>
        </w:rPr>
      </w:pPr>
      <w:proofErr w:type="spellStart"/>
      <w:r>
        <w:rPr>
          <w:rFonts w:ascii="Arial" w:hAnsi="Arial" w:cs="Arial"/>
          <w:b/>
          <w:color w:val="339966"/>
        </w:rPr>
        <w:t>Rak</w:t>
      </w:r>
      <w:proofErr w:type="spellEnd"/>
      <w:r w:rsidR="00911678">
        <w:rPr>
          <w:rFonts w:ascii="Arial" w:hAnsi="Arial" w:cs="Arial"/>
          <w:b/>
          <w:color w:val="339966"/>
        </w:rPr>
        <w:t xml:space="preserve"> </w:t>
      </w:r>
      <w:r w:rsidR="00F66804">
        <w:rPr>
          <w:rFonts w:ascii="Arial" w:hAnsi="Arial" w:cs="Arial"/>
          <w:b/>
          <w:color w:val="339966"/>
        </w:rPr>
        <w:t>(Brest)</w:t>
      </w:r>
    </w:p>
    <w:p w:rsidR="004E6A6B" w:rsidRDefault="004E6A6B" w:rsidP="003F6BEF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Arkea</w:t>
      </w:r>
      <w:proofErr w:type="spellEnd"/>
      <w:r>
        <w:rPr>
          <w:rFonts w:ascii="Arial" w:hAnsi="Arial" w:cs="Arial"/>
        </w:rPr>
        <w:t xml:space="preserve"> ne prend pas en charge les fissures, « jouer » sur la garantie décennale</w:t>
      </w:r>
      <w:r w:rsidR="00286895">
        <w:rPr>
          <w:rFonts w:ascii="Arial" w:hAnsi="Arial" w:cs="Arial"/>
        </w:rPr>
        <w:t xml:space="preserve">. </w:t>
      </w:r>
      <w:r w:rsidR="007620FC">
        <w:rPr>
          <w:rFonts w:ascii="Arial" w:hAnsi="Arial" w:cs="Arial"/>
        </w:rPr>
        <w:t>Carine attend le retour de Thomas</w:t>
      </w:r>
      <w:r w:rsidR="00277262">
        <w:rPr>
          <w:rFonts w:ascii="Arial" w:hAnsi="Arial" w:cs="Arial"/>
        </w:rPr>
        <w:t>.</w:t>
      </w:r>
    </w:p>
    <w:p w:rsidR="005C7B44" w:rsidRDefault="005C7B44" w:rsidP="003F6BEF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Réception le 25 mars 2016.</w:t>
      </w:r>
    </w:p>
    <w:p w:rsidR="007620FC" w:rsidRDefault="007620FC" w:rsidP="003F6BEF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Quid </w:t>
      </w:r>
      <w:r w:rsidR="004B4ED1">
        <w:rPr>
          <w:rFonts w:ascii="Arial" w:hAnsi="Arial" w:cs="Arial"/>
        </w:rPr>
        <w:t>assurance « </w:t>
      </w:r>
      <w:r>
        <w:rPr>
          <w:rFonts w:ascii="Arial" w:hAnsi="Arial" w:cs="Arial"/>
        </w:rPr>
        <w:t>dommage ouvrage</w:t>
      </w:r>
      <w:r w:rsidR="004B4ED1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se rapprocher de Carine</w:t>
      </w:r>
    </w:p>
    <w:p w:rsidR="007620FC" w:rsidRPr="007620FC" w:rsidRDefault="007620FC" w:rsidP="007620FC">
      <w:pPr>
        <w:ind w:left="349"/>
        <w:rPr>
          <w:rFonts w:ascii="Arial" w:hAnsi="Arial" w:cs="Arial"/>
        </w:rPr>
      </w:pPr>
    </w:p>
    <w:p w:rsidR="005615B0" w:rsidRPr="00FC15F7" w:rsidRDefault="005615B0" w:rsidP="00FC15F7">
      <w:pPr>
        <w:rPr>
          <w:rFonts w:ascii="Arial" w:hAnsi="Arial" w:cs="Arial"/>
        </w:rPr>
      </w:pPr>
    </w:p>
    <w:p w:rsidR="004110D0" w:rsidRDefault="004110D0" w:rsidP="004110D0">
      <w:pPr>
        <w:ind w:left="426"/>
        <w:rPr>
          <w:rFonts w:ascii="Arial" w:hAnsi="Arial" w:cs="Arial"/>
          <w:b/>
          <w:color w:val="339966"/>
        </w:rPr>
      </w:pPr>
      <w:proofErr w:type="spellStart"/>
      <w:r>
        <w:rPr>
          <w:rFonts w:ascii="Arial" w:hAnsi="Arial" w:cs="Arial"/>
          <w:b/>
          <w:color w:val="339966"/>
        </w:rPr>
        <w:t>Cencyble</w:t>
      </w:r>
      <w:proofErr w:type="spellEnd"/>
      <w:r w:rsidR="00F66804">
        <w:rPr>
          <w:rFonts w:ascii="Arial" w:hAnsi="Arial" w:cs="Arial"/>
          <w:b/>
          <w:color w:val="339966"/>
        </w:rPr>
        <w:t xml:space="preserve"> (Rennes)</w:t>
      </w:r>
    </w:p>
    <w:p w:rsidR="007620FC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Mission CT et SPS </w:t>
      </w:r>
      <w:r w:rsidR="00717B07">
        <w:rPr>
          <w:rFonts w:ascii="Arial" w:hAnsi="Arial" w:cs="Arial"/>
        </w:rPr>
        <w:t xml:space="preserve">et SSI </w:t>
      </w:r>
      <w:r w:rsidR="00D22E28">
        <w:rPr>
          <w:rFonts w:ascii="Arial" w:hAnsi="Arial" w:cs="Arial"/>
        </w:rPr>
        <w:t>lancées, remise offres pour le 18 mai</w:t>
      </w:r>
      <w:r>
        <w:rPr>
          <w:rFonts w:ascii="Arial" w:hAnsi="Arial" w:cs="Arial"/>
        </w:rPr>
        <w:t xml:space="preserve"> (Thomas)</w:t>
      </w:r>
    </w:p>
    <w:p w:rsidR="002D25FE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Modulaire, quid arrêt de la location (Thomas)</w:t>
      </w:r>
      <w:r w:rsidR="00D22E28">
        <w:rPr>
          <w:rFonts w:ascii="Arial" w:hAnsi="Arial" w:cs="Arial"/>
        </w:rPr>
        <w:t xml:space="preserve">. </w:t>
      </w:r>
      <w:r w:rsidR="005E2BB1">
        <w:rPr>
          <w:rFonts w:ascii="Arial" w:hAnsi="Arial" w:cs="Arial"/>
        </w:rPr>
        <w:t>Prévoir pour le 31 mai un estimatif des coûts (enlèvement, déplacement…)</w:t>
      </w:r>
    </w:p>
    <w:p w:rsidR="005E2BB1" w:rsidRDefault="005E2BB1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Plis réceptionnés. Docs technique à transmettre à Carine (Vincent).</w:t>
      </w:r>
    </w:p>
    <w:p w:rsidR="001C071D" w:rsidRDefault="005E2BB1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Réunion de préparation le 25 mai (Carine, Thomas et Vincent) </w:t>
      </w:r>
    </w:p>
    <w:p w:rsidR="001C071D" w:rsidRDefault="001C071D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Jury final 31 mai 2018</w:t>
      </w:r>
    </w:p>
    <w:p w:rsidR="005E2BB1" w:rsidRDefault="005E2BB1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Prévoir panier repas (13h)</w:t>
      </w:r>
    </w:p>
    <w:p w:rsidR="00AA6F9D" w:rsidRDefault="00AA6F9D" w:rsidP="00AA6F9D">
      <w:pPr>
        <w:ind w:left="360"/>
        <w:rPr>
          <w:rFonts w:ascii="Arial" w:eastAsia="Batang" w:hAnsi="Arial" w:cs="Arial"/>
        </w:rPr>
      </w:pPr>
    </w:p>
    <w:p w:rsidR="009A2BF1" w:rsidRDefault="009A2BF1" w:rsidP="00D5677E">
      <w:pPr>
        <w:rPr>
          <w:rFonts w:ascii="Arial" w:hAnsi="Arial" w:cs="Arial"/>
        </w:rPr>
      </w:pPr>
    </w:p>
    <w:p w:rsidR="007620FC" w:rsidRDefault="007620FC" w:rsidP="007620FC">
      <w:pPr>
        <w:ind w:left="426"/>
        <w:rPr>
          <w:rFonts w:ascii="Arial" w:hAnsi="Arial" w:cs="Arial"/>
          <w:b/>
          <w:color w:val="339966"/>
        </w:rPr>
      </w:pPr>
      <w:proofErr w:type="spellStart"/>
      <w:r>
        <w:rPr>
          <w:rFonts w:ascii="Arial" w:hAnsi="Arial" w:cs="Arial"/>
          <w:b/>
          <w:color w:val="339966"/>
        </w:rPr>
        <w:t>Maisel</w:t>
      </w:r>
      <w:proofErr w:type="spellEnd"/>
      <w:r>
        <w:rPr>
          <w:rFonts w:ascii="Arial" w:hAnsi="Arial" w:cs="Arial"/>
          <w:b/>
          <w:color w:val="339966"/>
        </w:rPr>
        <w:t xml:space="preserve"> (Construction 2 bâtiments, Rénovation 8 bâtiments)</w:t>
      </w:r>
      <w:r w:rsidR="00F66804">
        <w:rPr>
          <w:rFonts w:ascii="Arial" w:hAnsi="Arial" w:cs="Arial"/>
          <w:b/>
          <w:color w:val="339966"/>
        </w:rPr>
        <w:t xml:space="preserve"> (Brest)</w:t>
      </w:r>
    </w:p>
    <w:p w:rsidR="007620FC" w:rsidRDefault="000251D3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Programme lancé, question-réponse en cours. Point a faire Thomas et Roland</w:t>
      </w:r>
    </w:p>
    <w:p w:rsidR="000251D3" w:rsidRDefault="000251D3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Réunion spéciale organisation </w:t>
      </w:r>
      <w:proofErr w:type="spellStart"/>
      <w:r>
        <w:rPr>
          <w:rFonts w:ascii="Arial" w:hAnsi="Arial" w:cs="Arial"/>
        </w:rPr>
        <w:t>Maisel</w:t>
      </w:r>
      <w:proofErr w:type="spellEnd"/>
      <w:r>
        <w:rPr>
          <w:rFonts w:ascii="Arial" w:hAnsi="Arial" w:cs="Arial"/>
        </w:rPr>
        <w:t xml:space="preserve"> le mercredi 16 mai (Thomas, Olivier et Roland)</w:t>
      </w:r>
    </w:p>
    <w:p w:rsidR="000251D3" w:rsidRDefault="000251D3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Caler une réunion question-réponse avant mi –juillet.</w:t>
      </w:r>
    </w:p>
    <w:p w:rsidR="007620FC" w:rsidRDefault="007620FC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Lancer un appel d’offre sur la totalité du  projet (même procédure que </w:t>
      </w:r>
      <w:proofErr w:type="spellStart"/>
      <w:r>
        <w:rPr>
          <w:rFonts w:ascii="Arial" w:hAnsi="Arial" w:cs="Arial"/>
        </w:rPr>
        <w:t>Cencyble</w:t>
      </w:r>
      <w:proofErr w:type="spellEnd"/>
      <w:r>
        <w:rPr>
          <w:rFonts w:ascii="Arial" w:hAnsi="Arial" w:cs="Arial"/>
        </w:rPr>
        <w:t>)</w:t>
      </w:r>
    </w:p>
    <w:p w:rsidR="002D25FE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Quid réflexion appel à candidature, demander 1 esquisse sur une seule rénovation et non sur l’ensemble du projet (Thomas)</w:t>
      </w:r>
    </w:p>
    <w:p w:rsidR="002D25FE" w:rsidRDefault="002D25FE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Ajouter la mission SSI avec la maitrise d’œuvre et la mission OPC extérieure à la maitrise d’œuvre.</w:t>
      </w:r>
    </w:p>
    <w:p w:rsidR="00717B07" w:rsidRDefault="000251D3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717B07">
        <w:rPr>
          <w:rFonts w:ascii="Arial" w:hAnsi="Arial" w:cs="Arial"/>
        </w:rPr>
        <w:t xml:space="preserve">ury </w:t>
      </w:r>
      <w:r w:rsidR="00CF1A92">
        <w:rPr>
          <w:rFonts w:ascii="Arial" w:hAnsi="Arial" w:cs="Arial"/>
        </w:rPr>
        <w:t xml:space="preserve">de concours </w:t>
      </w:r>
      <w:r>
        <w:rPr>
          <w:rFonts w:ascii="Arial" w:hAnsi="Arial" w:cs="Arial"/>
        </w:rPr>
        <w:t xml:space="preserve">le 26 juin (Olivier </w:t>
      </w:r>
      <w:proofErr w:type="spellStart"/>
      <w:r>
        <w:rPr>
          <w:rFonts w:ascii="Arial" w:hAnsi="Arial" w:cs="Arial"/>
        </w:rPr>
        <w:t>VdV</w:t>
      </w:r>
      <w:proofErr w:type="spellEnd"/>
      <w:r>
        <w:rPr>
          <w:rFonts w:ascii="Arial" w:hAnsi="Arial" w:cs="Arial"/>
        </w:rPr>
        <w:t>, Serge W et Roland)</w:t>
      </w:r>
    </w:p>
    <w:p w:rsidR="00CF1A92" w:rsidRDefault="00CF1A92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Alias à créer (Olivier, Thomas et Roland) (Christine)</w:t>
      </w:r>
    </w:p>
    <w:p w:rsidR="00CF1A92" w:rsidRDefault="00CF1A92" w:rsidP="007620FC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Thomas a transmis le rétro-planning à Olivier, en attente retour.</w:t>
      </w: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340"/>
        <w:gridCol w:w="3100"/>
        <w:gridCol w:w="1340"/>
        <w:gridCol w:w="1340"/>
      </w:tblGrid>
      <w:tr w:rsidR="00717B07" w:rsidTr="00717B07">
        <w:trPr>
          <w:trHeight w:val="255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MISSIONS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DELAIS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DESIGNATION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DU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AU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IMT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Montage dossier de consultation AMO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Programmiste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 xml:space="preserve"> =&gt; DPSG (sans coordinateur patrimoine)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Consultation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 des offres et notification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Etudes préalables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Programme provisoire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Programme Technique Détaillé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CT / SPS / SSI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Consultation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 des candidatures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semaine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Notification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semaine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Publication Avis de concours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20/04/2018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0251D3" w:rsidP="000251D3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28/05/18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MOE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Candidatures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 w:rsidP="000251D3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="000251D3">
              <w:rPr>
                <w:rFonts w:ascii="Calibri" w:hAnsi="Calibri" w:cs="Arial"/>
                <w:sz w:val="16"/>
                <w:szCs w:val="16"/>
              </w:rPr>
              <w:t>8</w:t>
            </w:r>
            <w:r>
              <w:rPr>
                <w:rFonts w:ascii="Calibri" w:hAnsi="Calibri" w:cs="Arial"/>
                <w:sz w:val="16"/>
                <w:szCs w:val="16"/>
              </w:rPr>
              <w:t>/05/2018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0251D3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15</w:t>
            </w:r>
            <w:r w:rsidR="00717B07">
              <w:rPr>
                <w:rFonts w:ascii="Calibri" w:hAnsi="Calibri" w:cs="Arial"/>
                <w:sz w:val="16"/>
                <w:szCs w:val="16"/>
              </w:rPr>
              <w:t>/06/2018</w:t>
            </w:r>
          </w:p>
        </w:tc>
      </w:tr>
      <w:tr w:rsidR="00717B07" w:rsidTr="00717B07">
        <w:trPr>
          <w:trHeight w:val="51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 des candidatures / Notification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 w:rsidP="000251D3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  <w:r w:rsidR="000251D3">
              <w:rPr>
                <w:rFonts w:ascii="Calibri" w:hAnsi="Calibri" w:cs="Arial"/>
                <w:sz w:val="16"/>
                <w:szCs w:val="16"/>
              </w:rPr>
              <w:t>8</w:t>
            </w:r>
            <w:r>
              <w:rPr>
                <w:rFonts w:ascii="Calibri" w:hAnsi="Calibri" w:cs="Arial"/>
                <w:sz w:val="16"/>
                <w:szCs w:val="16"/>
              </w:rPr>
              <w:t>/05/2018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25/06/2018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Visites / Q-R / Esquisse 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02/07/2018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01/10/2018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 Esquisse - Jury final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02/10/2018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05/11/2018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Négociation MOE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06/11/2018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03/12/2018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Mise au point esquisse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04/12/2018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17/12/2018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APS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APS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Validation 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(PM : Août)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APD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APD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Validation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63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 mois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Dossier de permis de construire</w:t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  <w:t>(en temps masqué =&gt; à confirmer)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mois ***</w:t>
            </w: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PRO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Validation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DCE 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(PM : Noël)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semaine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Validation par TL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 xml:space="preserve">(PM : </w:t>
            </w:r>
            <w:proofErr w:type="spellStart"/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cloture</w:t>
            </w:r>
            <w:proofErr w:type="spellEnd"/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 xml:space="preserve"> budgétaire)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i/>
                <w:iCs/>
                <w:sz w:val="16"/>
                <w:szCs w:val="16"/>
              </w:rPr>
            </w:pP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i/>
                <w:iCs/>
                <w:sz w:val="16"/>
                <w:szCs w:val="16"/>
              </w:rPr>
            </w:pP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32 jours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Consultation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semaine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Remise et contrôle des offres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Analyse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Négociation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Choix des entreprises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45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7B07" w:rsidRDefault="00717B0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 semaines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Délais administratifs de notification des marchés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TRAVAUX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 mois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Démarrage et fin de travaux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FIN TRAVAUX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mois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Livraison - Réception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  <w:tr w:rsidR="00717B07" w:rsidTr="00717B07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AMENAGEMENT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 mois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Mobiliers - Réseaux divers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07" w:rsidRDefault="00717B0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</w:tc>
      </w:tr>
    </w:tbl>
    <w:p w:rsidR="00717B07" w:rsidRPr="00717B07" w:rsidRDefault="00717B07" w:rsidP="00717B07">
      <w:pPr>
        <w:tabs>
          <w:tab w:val="num" w:pos="644"/>
        </w:tabs>
        <w:rPr>
          <w:rFonts w:ascii="Arial" w:hAnsi="Arial" w:cs="Arial"/>
        </w:rPr>
      </w:pPr>
    </w:p>
    <w:p w:rsidR="00CF1A92" w:rsidRDefault="00CF1A92" w:rsidP="00CF1A92">
      <w:pPr>
        <w:ind w:left="426"/>
        <w:rPr>
          <w:rFonts w:ascii="Arial" w:hAnsi="Arial" w:cs="Arial"/>
          <w:b/>
          <w:color w:val="339966"/>
        </w:rPr>
      </w:pPr>
      <w:r>
        <w:rPr>
          <w:rFonts w:ascii="Arial" w:hAnsi="Arial" w:cs="Arial"/>
          <w:b/>
          <w:color w:val="339966"/>
        </w:rPr>
        <w:t>Construction J (Nantes)</w:t>
      </w:r>
    </w:p>
    <w:p w:rsidR="00CF1A92" w:rsidRDefault="00CF1A92" w:rsidP="00CF1A92">
      <w:pPr>
        <w:pStyle w:val="Paragraphedeliste"/>
        <w:numPr>
          <w:ilvl w:val="0"/>
          <w:numId w:val="11"/>
        </w:numPr>
        <w:tabs>
          <w:tab w:val="num" w:pos="644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Procès renforcement de la passerelle, faire un point avec Chantal pour </w:t>
      </w:r>
      <w:proofErr w:type="spellStart"/>
      <w:r>
        <w:rPr>
          <w:rFonts w:ascii="Arial" w:hAnsi="Arial" w:cs="Arial"/>
        </w:rPr>
        <w:t>Smac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Dufisol</w:t>
      </w:r>
      <w:proofErr w:type="spellEnd"/>
      <w:r>
        <w:rPr>
          <w:rFonts w:ascii="Arial" w:hAnsi="Arial" w:cs="Arial"/>
        </w:rPr>
        <w:t xml:space="preserve"> (Roland)</w:t>
      </w:r>
    </w:p>
    <w:p w:rsidR="00A1694D" w:rsidRDefault="00A1694D" w:rsidP="00A1694D">
      <w:pPr>
        <w:rPr>
          <w:rFonts w:ascii="Arial" w:hAnsi="Arial" w:cs="Arial"/>
        </w:rPr>
      </w:pPr>
    </w:p>
    <w:p w:rsidR="003864F7" w:rsidRDefault="003864F7" w:rsidP="00BE7821">
      <w:pPr>
        <w:rPr>
          <w:rFonts w:ascii="Arial" w:eastAsia="Batang" w:hAnsi="Arial" w:cs="Arial"/>
        </w:rPr>
      </w:pPr>
    </w:p>
    <w:p w:rsidR="00F25F7C" w:rsidRPr="00414E64" w:rsidRDefault="007620FC" w:rsidP="00A31C0B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eastAsia="Batang" w:hAnsi="Arial" w:cs="Arial"/>
          <w:b/>
          <w:color w:val="3366FF"/>
        </w:rPr>
      </w:pPr>
      <w:r>
        <w:rPr>
          <w:rFonts w:ascii="Arial" w:eastAsia="Batang" w:hAnsi="Arial" w:cs="Arial"/>
          <w:b/>
          <w:color w:val="3366FF"/>
        </w:rPr>
        <w:t>Marchés</w:t>
      </w:r>
    </w:p>
    <w:p w:rsidR="0089277C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 w:rsidRPr="00BB5458">
        <w:rPr>
          <w:rFonts w:ascii="Arial" w:eastAsia="Batang" w:hAnsi="Arial" w:cs="Arial"/>
          <w:b/>
          <w:color w:val="3366FF"/>
          <w:u w:val="single"/>
        </w:rPr>
        <w:t>Gardiennage</w:t>
      </w:r>
    </w:p>
    <w:p w:rsidR="00BB5458" w:rsidRPr="002D25FE" w:rsidRDefault="00BB5458" w:rsidP="00BB5458">
      <w:pPr>
        <w:numPr>
          <w:ilvl w:val="1"/>
          <w:numId w:val="15"/>
        </w:numPr>
        <w:ind w:left="709" w:hanging="283"/>
        <w:rPr>
          <w:rFonts w:ascii="Arial" w:hAnsi="Arial" w:cs="Arial"/>
        </w:rPr>
      </w:pPr>
      <w:r w:rsidRPr="002D25FE">
        <w:rPr>
          <w:rFonts w:ascii="Arial" w:eastAsia="Batang" w:hAnsi="Arial" w:cs="Arial"/>
        </w:rPr>
        <w:t>Marché lancé en 2 temps (1</w:t>
      </w:r>
      <w:r w:rsidRPr="002D25FE">
        <w:rPr>
          <w:rFonts w:ascii="Arial" w:eastAsia="Batang" w:hAnsi="Arial" w:cs="Arial"/>
          <w:vertAlign w:val="superscript"/>
        </w:rPr>
        <w:t>er</w:t>
      </w:r>
      <w:r w:rsidRPr="002D25FE">
        <w:rPr>
          <w:rFonts w:ascii="Arial" w:eastAsia="Batang" w:hAnsi="Arial" w:cs="Arial"/>
        </w:rPr>
        <w:t xml:space="preserve"> temps, notifié) 2</w:t>
      </w:r>
      <w:r w:rsidRPr="002D25FE">
        <w:rPr>
          <w:rFonts w:ascii="Arial" w:eastAsia="Batang" w:hAnsi="Arial" w:cs="Arial"/>
          <w:vertAlign w:val="superscript"/>
        </w:rPr>
        <w:t>ème</w:t>
      </w:r>
      <w:r w:rsidRPr="002D25FE">
        <w:rPr>
          <w:rFonts w:ascii="Arial" w:eastAsia="Batang" w:hAnsi="Arial" w:cs="Arial"/>
        </w:rPr>
        <w:t xml:space="preserve">  temps, </w:t>
      </w:r>
      <w:proofErr w:type="spellStart"/>
      <w:r w:rsidRPr="002D25FE">
        <w:rPr>
          <w:rFonts w:ascii="Arial" w:eastAsia="Batang" w:hAnsi="Arial" w:cs="Arial"/>
        </w:rPr>
        <w:t>cctp</w:t>
      </w:r>
      <w:proofErr w:type="spellEnd"/>
      <w:r w:rsidRPr="002D25FE">
        <w:rPr>
          <w:rFonts w:ascii="Arial" w:eastAsia="Batang" w:hAnsi="Arial" w:cs="Arial"/>
        </w:rPr>
        <w:t xml:space="preserve"> diffusé pour remarques à la DPSG</w:t>
      </w:r>
      <w:r w:rsidR="002D25FE">
        <w:rPr>
          <w:rFonts w:ascii="Arial" w:eastAsia="Batang" w:hAnsi="Arial" w:cs="Arial"/>
        </w:rPr>
        <w:t>.</w:t>
      </w:r>
    </w:p>
    <w:p w:rsidR="002D25FE" w:rsidRDefault="003D44F6" w:rsidP="002D25FE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En cours d’analyse (</w:t>
      </w:r>
      <w:proofErr w:type="spellStart"/>
      <w:r>
        <w:rPr>
          <w:rFonts w:ascii="Arial" w:eastAsia="Batang" w:hAnsi="Arial" w:cs="Arial"/>
        </w:rPr>
        <w:t>dpsg</w:t>
      </w:r>
      <w:proofErr w:type="spellEnd"/>
      <w:r>
        <w:rPr>
          <w:rFonts w:ascii="Arial" w:eastAsia="Batang" w:hAnsi="Arial" w:cs="Arial"/>
        </w:rPr>
        <w:t>)</w:t>
      </w:r>
    </w:p>
    <w:p w:rsidR="00F869DC" w:rsidRPr="002D25FE" w:rsidRDefault="00F869DC" w:rsidP="002D25FE">
      <w:pPr>
        <w:ind w:left="709"/>
        <w:rPr>
          <w:rFonts w:ascii="Arial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Ménage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  <w:r w:rsidRPr="00BB5458">
        <w:rPr>
          <w:rFonts w:ascii="Arial" w:eastAsia="Batang" w:hAnsi="Arial" w:cs="Arial"/>
        </w:rPr>
        <w:t>Marché lancé</w:t>
      </w:r>
      <w:r>
        <w:rPr>
          <w:rFonts w:ascii="Arial" w:eastAsia="Batang" w:hAnsi="Arial" w:cs="Arial"/>
        </w:rPr>
        <w:t>.</w:t>
      </w:r>
      <w:r w:rsidR="00127594">
        <w:rPr>
          <w:rFonts w:ascii="Arial" w:eastAsia="Batang" w:hAnsi="Arial" w:cs="Arial"/>
        </w:rPr>
        <w:t xml:space="preserve"> </w:t>
      </w:r>
      <w:r w:rsidR="003D44F6">
        <w:rPr>
          <w:rFonts w:ascii="Arial" w:eastAsia="Batang" w:hAnsi="Arial" w:cs="Arial"/>
        </w:rPr>
        <w:t>En cours d’analyses (</w:t>
      </w:r>
      <w:proofErr w:type="spellStart"/>
      <w:r w:rsidR="003D44F6">
        <w:rPr>
          <w:rFonts w:ascii="Arial" w:eastAsia="Batang" w:hAnsi="Arial" w:cs="Arial"/>
        </w:rPr>
        <w:t>dpsg</w:t>
      </w:r>
      <w:proofErr w:type="spellEnd"/>
      <w:r w:rsidR="003D44F6">
        <w:rPr>
          <w:rFonts w:ascii="Arial" w:eastAsia="Batang" w:hAnsi="Arial" w:cs="Arial"/>
        </w:rPr>
        <w:t>)</w:t>
      </w:r>
    </w:p>
    <w:p w:rsidR="00F869DC" w:rsidRDefault="00F869DC" w:rsidP="00BB5458">
      <w:pPr>
        <w:ind w:left="709"/>
        <w:rPr>
          <w:rFonts w:ascii="Arial" w:eastAsia="Batang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Restaurant</w:t>
      </w:r>
    </w:p>
    <w:p w:rsidR="00BB5458" w:rsidRDefault="003D44F6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Analyse</w:t>
      </w:r>
      <w:r w:rsidR="002A48F7">
        <w:rPr>
          <w:rFonts w:ascii="Arial" w:eastAsia="Batang" w:hAnsi="Arial" w:cs="Arial"/>
        </w:rPr>
        <w:t>s</w:t>
      </w:r>
      <w:r>
        <w:rPr>
          <w:rFonts w:ascii="Arial" w:eastAsia="Batang" w:hAnsi="Arial" w:cs="Arial"/>
        </w:rPr>
        <w:t xml:space="preserve"> effectuée</w:t>
      </w:r>
      <w:r w:rsidR="002A48F7">
        <w:rPr>
          <w:rFonts w:ascii="Arial" w:eastAsia="Batang" w:hAnsi="Arial" w:cs="Arial"/>
        </w:rPr>
        <w:t>s</w:t>
      </w:r>
      <w:r>
        <w:rPr>
          <w:rFonts w:ascii="Arial" w:eastAsia="Batang" w:hAnsi="Arial" w:cs="Arial"/>
        </w:rPr>
        <w:t xml:space="preserve">, en attente </w:t>
      </w:r>
      <w:r w:rsidR="002A48F7">
        <w:rPr>
          <w:rFonts w:ascii="Arial" w:eastAsia="Batang" w:hAnsi="Arial" w:cs="Arial"/>
        </w:rPr>
        <w:t>du choix.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Espace vert</w:t>
      </w:r>
      <w:r w:rsidR="00127594">
        <w:rPr>
          <w:rFonts w:ascii="Arial" w:eastAsia="Batang" w:hAnsi="Arial" w:cs="Arial"/>
          <w:b/>
          <w:color w:val="3366FF"/>
          <w:u w:val="single"/>
        </w:rPr>
        <w:t xml:space="preserve"> Brest</w:t>
      </w:r>
    </w:p>
    <w:p w:rsidR="00BB5458" w:rsidRPr="00BB5458" w:rsidRDefault="00BC6D70" w:rsidP="00BB5458">
      <w:pPr>
        <w:ind w:left="709"/>
        <w:rPr>
          <w:rFonts w:ascii="Arial" w:hAnsi="Arial" w:cs="Arial"/>
        </w:rPr>
      </w:pPr>
      <w:r>
        <w:rPr>
          <w:rFonts w:ascii="Arial" w:eastAsia="Batang" w:hAnsi="Arial" w:cs="Arial"/>
        </w:rPr>
        <w:t xml:space="preserve">Analyse </w:t>
      </w:r>
      <w:r w:rsidR="002A48F7">
        <w:rPr>
          <w:rFonts w:ascii="Arial" w:eastAsia="Batang" w:hAnsi="Arial" w:cs="Arial"/>
        </w:rPr>
        <w:t>faite, notification à faire (démarrage le 1</w:t>
      </w:r>
      <w:r w:rsidR="002A48F7" w:rsidRPr="002A48F7">
        <w:rPr>
          <w:rFonts w:ascii="Arial" w:eastAsia="Batang" w:hAnsi="Arial" w:cs="Arial"/>
          <w:vertAlign w:val="superscript"/>
        </w:rPr>
        <w:t>er</w:t>
      </w:r>
      <w:r w:rsidR="002A48F7">
        <w:rPr>
          <w:rFonts w:ascii="Arial" w:eastAsia="Batang" w:hAnsi="Arial" w:cs="Arial"/>
        </w:rPr>
        <w:t xml:space="preserve"> juillet)</w:t>
      </w:r>
    </w:p>
    <w:p w:rsidR="001F7A04" w:rsidRPr="009D3FF4" w:rsidRDefault="001F7A04" w:rsidP="001F7A04">
      <w:pPr>
        <w:rPr>
          <w:rFonts w:ascii="Arial" w:eastAsia="Batang" w:hAnsi="Arial" w:cs="Arial"/>
          <w:b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Mission CT, SPS…</w:t>
      </w:r>
    </w:p>
    <w:p w:rsidR="009D3FF4" w:rsidRDefault="00BB5458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Point a faire sur la consommation (thomas)</w:t>
      </w:r>
    </w:p>
    <w:p w:rsidR="00BB5458" w:rsidRDefault="00BC6D70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Relancer avec Brest sur 4 ans</w:t>
      </w:r>
      <w:r w:rsidR="00BB5458">
        <w:rPr>
          <w:rFonts w:ascii="Arial" w:eastAsia="Batang" w:hAnsi="Arial" w:cs="Arial"/>
        </w:rPr>
        <w:t>.</w:t>
      </w:r>
    </w:p>
    <w:p w:rsidR="00944286" w:rsidRDefault="00944286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Quid avenant ?</w:t>
      </w:r>
      <w:r w:rsidR="002D25FE">
        <w:rPr>
          <w:rFonts w:ascii="Arial" w:eastAsia="Batang" w:hAnsi="Arial" w:cs="Arial"/>
        </w:rPr>
        <w:t xml:space="preserve"> Thomas se rapproche de </w:t>
      </w:r>
      <w:proofErr w:type="spellStart"/>
      <w:r w:rsidR="002D25FE">
        <w:rPr>
          <w:rFonts w:ascii="Arial" w:eastAsia="Batang" w:hAnsi="Arial" w:cs="Arial"/>
        </w:rPr>
        <w:t>Qualiconsult</w:t>
      </w:r>
      <w:proofErr w:type="spellEnd"/>
      <w:r w:rsidR="002D25FE">
        <w:rPr>
          <w:rFonts w:ascii="Arial" w:eastAsia="Batang" w:hAnsi="Arial" w:cs="Arial"/>
        </w:rPr>
        <w:t xml:space="preserve"> pour augmenter la durée du marché =&gt; octobre.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Matériels incendie</w:t>
      </w:r>
    </w:p>
    <w:p w:rsidR="00BB5458" w:rsidRDefault="00BB5458" w:rsidP="00BB5458">
      <w:pPr>
        <w:ind w:left="709"/>
        <w:rPr>
          <w:rFonts w:ascii="Arial" w:eastAsia="Batang" w:hAnsi="Arial" w:cs="Arial"/>
        </w:rPr>
      </w:pPr>
      <w:r w:rsidRPr="00BB5458">
        <w:rPr>
          <w:rFonts w:ascii="Arial" w:eastAsia="Batang" w:hAnsi="Arial" w:cs="Arial"/>
        </w:rPr>
        <w:t xml:space="preserve">Marché </w:t>
      </w:r>
      <w:r>
        <w:rPr>
          <w:rFonts w:ascii="Arial" w:eastAsia="Batang" w:hAnsi="Arial" w:cs="Arial"/>
        </w:rPr>
        <w:t xml:space="preserve">Iroise protection et </w:t>
      </w:r>
      <w:proofErr w:type="spellStart"/>
      <w:r>
        <w:rPr>
          <w:rFonts w:ascii="Arial" w:eastAsia="Batang" w:hAnsi="Arial" w:cs="Arial"/>
        </w:rPr>
        <w:t>Desautel</w:t>
      </w:r>
      <w:proofErr w:type="spellEnd"/>
      <w:r>
        <w:rPr>
          <w:rFonts w:ascii="Arial" w:eastAsia="Batang" w:hAnsi="Arial" w:cs="Arial"/>
        </w:rPr>
        <w:t xml:space="preserve"> à relancer. Quid marché commun ?</w:t>
      </w:r>
    </w:p>
    <w:p w:rsidR="00800189" w:rsidRDefault="00800189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Prévoir courrier de dénonciation pour fin mai (signature SW ou </w:t>
      </w:r>
      <w:proofErr w:type="spellStart"/>
      <w:r>
        <w:rPr>
          <w:rFonts w:ascii="Arial" w:eastAsia="Batang" w:hAnsi="Arial" w:cs="Arial"/>
        </w:rPr>
        <w:t>OVdV</w:t>
      </w:r>
      <w:proofErr w:type="spellEnd"/>
      <w:r>
        <w:rPr>
          <w:rFonts w:ascii="Arial" w:eastAsia="Batang" w:hAnsi="Arial" w:cs="Arial"/>
        </w:rPr>
        <w:t>)</w:t>
      </w:r>
    </w:p>
    <w:p w:rsidR="002A48F7" w:rsidRDefault="002A48F7" w:rsidP="002A48F7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Poteau incendie nantais à intégrer.</w:t>
      </w:r>
    </w:p>
    <w:p w:rsidR="002A48F7" w:rsidRDefault="002A48F7" w:rsidP="00BB5458">
      <w:pPr>
        <w:ind w:left="709"/>
        <w:rPr>
          <w:rFonts w:ascii="Arial" w:eastAsia="Batang" w:hAnsi="Arial" w:cs="Arial"/>
        </w:rPr>
      </w:pPr>
    </w:p>
    <w:p w:rsidR="00BB5458" w:rsidRDefault="00BB5458" w:rsidP="00BB5458">
      <w:pPr>
        <w:ind w:left="709"/>
        <w:rPr>
          <w:rFonts w:ascii="Arial" w:eastAsia="Batang" w:hAnsi="Arial" w:cs="Arial"/>
        </w:rPr>
      </w:pPr>
    </w:p>
    <w:p w:rsidR="00BB5458" w:rsidRPr="00BB5458" w:rsidRDefault="00BB5458" w:rsidP="00BB5458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Portes et portail</w:t>
      </w:r>
    </w:p>
    <w:p w:rsidR="00BC6D70" w:rsidRDefault="00BB5458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Contrat </w:t>
      </w:r>
      <w:r w:rsidR="00800189">
        <w:rPr>
          <w:rFonts w:ascii="Arial" w:eastAsia="Batang" w:hAnsi="Arial" w:cs="Arial"/>
        </w:rPr>
        <w:t>à vérifier</w:t>
      </w:r>
      <w:r w:rsidR="00BC6D70">
        <w:rPr>
          <w:rFonts w:ascii="Arial" w:eastAsia="Batang" w:hAnsi="Arial" w:cs="Arial"/>
        </w:rPr>
        <w:t xml:space="preserve"> </w:t>
      </w:r>
    </w:p>
    <w:p w:rsidR="00BC6D70" w:rsidRDefault="00BC6D70" w:rsidP="00BB5458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Quid marché SAE (Chantal, Thomas)</w:t>
      </w:r>
    </w:p>
    <w:p w:rsidR="00800189" w:rsidRDefault="00800189" w:rsidP="00BB5458">
      <w:pPr>
        <w:ind w:left="709"/>
        <w:rPr>
          <w:rFonts w:ascii="Arial" w:eastAsia="Batang" w:hAnsi="Arial" w:cs="Arial"/>
        </w:rPr>
      </w:pPr>
    </w:p>
    <w:p w:rsidR="00800189" w:rsidRPr="00BB5458" w:rsidRDefault="00800189" w:rsidP="00800189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Ascenseurs</w:t>
      </w:r>
    </w:p>
    <w:p w:rsidR="00800189" w:rsidRDefault="00800189" w:rsidP="00800189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Fin du contrat, </w:t>
      </w:r>
      <w:r w:rsidR="00F66804">
        <w:rPr>
          <w:rFonts w:ascii="Arial" w:eastAsia="Batang" w:hAnsi="Arial" w:cs="Arial"/>
        </w:rPr>
        <w:t>décembre 2018.</w:t>
      </w:r>
    </w:p>
    <w:p w:rsidR="00BC6D70" w:rsidRDefault="00BC6D70" w:rsidP="00800189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Marché SAE ? (Chantal, Thomas)</w:t>
      </w:r>
    </w:p>
    <w:p w:rsidR="00BC6D70" w:rsidRDefault="00BC6D70" w:rsidP="00800189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Prestation de reprographie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Marché Ouestélio fini, pas reconduit.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Vitrerie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Marché à lancer pour l’automne 2018</w:t>
      </w:r>
    </w:p>
    <w:p w:rsidR="00BC6D70" w:rsidRDefault="00BC6D70" w:rsidP="00800189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 xml:space="preserve">Climatisation + Clim SB </w:t>
      </w:r>
      <w:proofErr w:type="spellStart"/>
      <w:r>
        <w:rPr>
          <w:rFonts w:ascii="Arial" w:eastAsia="Batang" w:hAnsi="Arial" w:cs="Arial"/>
          <w:b/>
          <w:color w:val="3366FF"/>
          <w:u w:val="single"/>
        </w:rPr>
        <w:t>arago</w:t>
      </w:r>
      <w:proofErr w:type="spellEnd"/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Lancer le marché, ne pas attendre 2020 (Cyrille)</w:t>
      </w:r>
    </w:p>
    <w:p w:rsidR="00BC6D70" w:rsidRDefault="00BC6D70" w:rsidP="00800189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Fourniture gaz</w:t>
      </w:r>
      <w:r w:rsidR="002A48F7">
        <w:rPr>
          <w:rFonts w:ascii="Arial" w:eastAsia="Batang" w:hAnsi="Arial" w:cs="Arial"/>
          <w:b/>
          <w:color w:val="3366FF"/>
          <w:u w:val="single"/>
        </w:rPr>
        <w:t xml:space="preserve"> (Brest et Rennes)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Fin du marché 31-12-2018</w:t>
      </w:r>
      <w:r w:rsidR="002A48F7">
        <w:rPr>
          <w:rFonts w:ascii="Arial" w:eastAsia="Batang" w:hAnsi="Arial" w:cs="Arial"/>
        </w:rPr>
        <w:t>. Relancer Paris (Thomas)</w:t>
      </w:r>
    </w:p>
    <w:p w:rsidR="00BC6D70" w:rsidRDefault="00BC6D70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Faire bilan sur 4ans</w:t>
      </w:r>
    </w:p>
    <w:p w:rsidR="00800189" w:rsidRDefault="00800189" w:rsidP="00BB5458">
      <w:pPr>
        <w:ind w:left="709"/>
        <w:rPr>
          <w:rFonts w:ascii="Arial" w:eastAsia="Batang" w:hAnsi="Arial" w:cs="Arial"/>
        </w:rPr>
      </w:pPr>
    </w:p>
    <w:p w:rsidR="00BC6D70" w:rsidRPr="00BB5458" w:rsidRDefault="00BC6D70" w:rsidP="00BC6D70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Matériels électrique</w:t>
      </w:r>
      <w:r w:rsidR="00F869DC">
        <w:rPr>
          <w:rFonts w:ascii="Arial" w:eastAsia="Batang" w:hAnsi="Arial" w:cs="Arial"/>
          <w:b/>
          <w:color w:val="3366FF"/>
          <w:u w:val="single"/>
        </w:rPr>
        <w:t xml:space="preserve"> (N</w:t>
      </w:r>
      <w:r w:rsidR="00E42AE4">
        <w:rPr>
          <w:rFonts w:ascii="Arial" w:eastAsia="Batang" w:hAnsi="Arial" w:cs="Arial"/>
          <w:b/>
          <w:color w:val="3366FF"/>
          <w:u w:val="single"/>
        </w:rPr>
        <w:t>antes)</w:t>
      </w:r>
    </w:p>
    <w:p w:rsidR="00BC6D70" w:rsidRDefault="00E42AE4" w:rsidP="00BC6D70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Marché à lancer, consulter le BPU Brestois et Rennais.</w:t>
      </w:r>
      <w:bookmarkStart w:id="0" w:name="_GoBack"/>
      <w:bookmarkEnd w:id="0"/>
    </w:p>
    <w:p w:rsidR="00BC6D70" w:rsidRDefault="00BC6D70" w:rsidP="00BB5458">
      <w:pPr>
        <w:ind w:left="709"/>
        <w:rPr>
          <w:rFonts w:ascii="Arial" w:eastAsia="Batang" w:hAnsi="Arial" w:cs="Arial"/>
        </w:rPr>
      </w:pPr>
    </w:p>
    <w:p w:rsidR="006426CB" w:rsidRPr="00BB5458" w:rsidRDefault="006C1C92" w:rsidP="006426CB">
      <w:pPr>
        <w:ind w:left="360"/>
        <w:rPr>
          <w:rFonts w:ascii="Arial" w:eastAsia="Batang" w:hAnsi="Arial" w:cs="Arial"/>
          <w:b/>
          <w:color w:val="339966"/>
        </w:rPr>
      </w:pPr>
      <w:r>
        <w:rPr>
          <w:rFonts w:ascii="Arial" w:eastAsia="Batang" w:hAnsi="Arial" w:cs="Arial"/>
          <w:b/>
          <w:color w:val="3366FF"/>
          <w:u w:val="single"/>
        </w:rPr>
        <w:t>Accueil (N</w:t>
      </w:r>
      <w:r w:rsidR="006426CB">
        <w:rPr>
          <w:rFonts w:ascii="Arial" w:eastAsia="Batang" w:hAnsi="Arial" w:cs="Arial"/>
          <w:b/>
          <w:color w:val="3366FF"/>
          <w:u w:val="single"/>
        </w:rPr>
        <w:t>antes</w:t>
      </w:r>
      <w:r>
        <w:rPr>
          <w:rFonts w:ascii="Arial" w:eastAsia="Batang" w:hAnsi="Arial" w:cs="Arial"/>
          <w:b/>
          <w:color w:val="3366FF"/>
          <w:u w:val="single"/>
        </w:rPr>
        <w:t xml:space="preserve"> et </w:t>
      </w:r>
      <w:proofErr w:type="gramStart"/>
      <w:r>
        <w:rPr>
          <w:rFonts w:ascii="Arial" w:eastAsia="Batang" w:hAnsi="Arial" w:cs="Arial"/>
          <w:b/>
          <w:color w:val="3366FF"/>
          <w:u w:val="single"/>
        </w:rPr>
        <w:t xml:space="preserve">Brest </w:t>
      </w:r>
      <w:r w:rsidR="006426CB">
        <w:rPr>
          <w:rFonts w:ascii="Arial" w:eastAsia="Batang" w:hAnsi="Arial" w:cs="Arial"/>
          <w:b/>
          <w:color w:val="3366FF"/>
          <w:u w:val="single"/>
        </w:rPr>
        <w:t>)</w:t>
      </w:r>
      <w:proofErr w:type="gramEnd"/>
    </w:p>
    <w:p w:rsidR="006426CB" w:rsidRDefault="006426CB" w:rsidP="006426CB">
      <w:pPr>
        <w:ind w:left="709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Marché </w:t>
      </w:r>
      <w:r w:rsidR="006C1C92">
        <w:rPr>
          <w:rFonts w:ascii="Arial" w:eastAsia="Batang" w:hAnsi="Arial" w:cs="Arial"/>
        </w:rPr>
        <w:t>en hausse</w:t>
      </w:r>
      <w:r>
        <w:rPr>
          <w:rFonts w:ascii="Arial" w:eastAsia="Batang" w:hAnsi="Arial" w:cs="Arial"/>
        </w:rPr>
        <w:t>.</w:t>
      </w:r>
    </w:p>
    <w:p w:rsidR="006426CB" w:rsidRDefault="006426CB" w:rsidP="00BB5458">
      <w:pPr>
        <w:ind w:left="709"/>
        <w:rPr>
          <w:rFonts w:ascii="Arial" w:eastAsia="Batang" w:hAnsi="Arial" w:cs="Arial"/>
        </w:rPr>
      </w:pPr>
    </w:p>
    <w:sectPr w:rsidR="006426CB" w:rsidSect="005A4874">
      <w:footerReference w:type="default" r:id="rId11"/>
      <w:type w:val="continuous"/>
      <w:pgSz w:w="11907" w:h="16839" w:code="9"/>
      <w:pgMar w:top="454" w:right="680" w:bottom="23" w:left="680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4F6" w:rsidRDefault="003D44F6">
      <w:r>
        <w:separator/>
      </w:r>
    </w:p>
  </w:endnote>
  <w:endnote w:type="continuationSeparator" w:id="0">
    <w:p w:rsidR="003D44F6" w:rsidRDefault="003D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4F6" w:rsidRPr="003832C1" w:rsidRDefault="003D44F6" w:rsidP="00C17BE3">
    <w:pPr>
      <w:pStyle w:val="Pieddepage"/>
      <w:rPr>
        <w:noProof/>
        <w:sz w:val="18"/>
        <w:szCs w:val="18"/>
      </w:rPr>
    </w:pPr>
    <w:r w:rsidRPr="003832C1">
      <w:rPr>
        <w:sz w:val="18"/>
        <w:szCs w:val="18"/>
      </w:rPr>
      <w:fldChar w:fldCharType="begin"/>
    </w:r>
    <w:r w:rsidRPr="003832C1">
      <w:rPr>
        <w:sz w:val="18"/>
        <w:szCs w:val="18"/>
      </w:rPr>
      <w:instrText xml:space="preserve"> FILENAME  </w:instrText>
    </w:r>
    <w:r w:rsidRPr="003832C1">
      <w:rPr>
        <w:sz w:val="18"/>
        <w:szCs w:val="18"/>
      </w:rPr>
      <w:fldChar w:fldCharType="separate"/>
    </w:r>
    <w:r>
      <w:rPr>
        <w:noProof/>
        <w:sz w:val="18"/>
        <w:szCs w:val="18"/>
      </w:rPr>
      <w:t>Cobât 09-05-2018.docx</w:t>
    </w:r>
    <w:r w:rsidRPr="003832C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4F6" w:rsidRDefault="003D44F6">
      <w:r>
        <w:separator/>
      </w:r>
    </w:p>
  </w:footnote>
  <w:footnote w:type="continuationSeparator" w:id="0">
    <w:p w:rsidR="003D44F6" w:rsidRDefault="003D4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C4A934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C76DF1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79A4EE8"/>
    <w:multiLevelType w:val="hybridMultilevel"/>
    <w:tmpl w:val="D4ECEBCC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419C"/>
    <w:multiLevelType w:val="hybridMultilevel"/>
    <w:tmpl w:val="8DEC1F0A"/>
    <w:lvl w:ilvl="0" w:tplc="B428E9A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3760EA"/>
    <w:multiLevelType w:val="hybridMultilevel"/>
    <w:tmpl w:val="7CAC45BE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159D5"/>
    <w:multiLevelType w:val="hybridMultilevel"/>
    <w:tmpl w:val="8F3ECBC6"/>
    <w:lvl w:ilvl="0" w:tplc="1D2EE318">
      <w:start w:val="1"/>
      <w:numFmt w:val="decimalZero"/>
      <w:lvlText w:val="%1-"/>
      <w:lvlJc w:val="left"/>
      <w:pPr>
        <w:ind w:left="720" w:hanging="360"/>
      </w:pPr>
      <w:rPr>
        <w:rFonts w:hint="default"/>
        <w:b/>
        <w:color w:val="3366FF"/>
      </w:rPr>
    </w:lvl>
    <w:lvl w:ilvl="1" w:tplc="B428E9A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900"/>
    <w:multiLevelType w:val="hybridMultilevel"/>
    <w:tmpl w:val="8F3ECBC6"/>
    <w:lvl w:ilvl="0" w:tplc="1D2EE318">
      <w:start w:val="1"/>
      <w:numFmt w:val="decimalZero"/>
      <w:lvlText w:val="%1-"/>
      <w:lvlJc w:val="left"/>
      <w:pPr>
        <w:ind w:left="720" w:hanging="360"/>
      </w:pPr>
      <w:rPr>
        <w:rFonts w:hint="default"/>
        <w:b/>
        <w:color w:val="3366FF"/>
      </w:rPr>
    </w:lvl>
    <w:lvl w:ilvl="1" w:tplc="B428E9A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E7303"/>
    <w:multiLevelType w:val="hybridMultilevel"/>
    <w:tmpl w:val="5B1CCCCE"/>
    <w:lvl w:ilvl="0" w:tplc="921A7A58">
      <w:start w:val="1"/>
      <w:numFmt w:val="bullet"/>
      <w:lvlText w:val="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50460C"/>
    <w:multiLevelType w:val="hybridMultilevel"/>
    <w:tmpl w:val="B628C3E6"/>
    <w:lvl w:ilvl="0" w:tplc="A22C24DC">
      <w:start w:val="7"/>
      <w:numFmt w:val="decimalZero"/>
      <w:lvlText w:val="%1-"/>
      <w:lvlJc w:val="left"/>
      <w:pPr>
        <w:ind w:left="1429" w:hanging="360"/>
      </w:pPr>
      <w:rPr>
        <w:rFonts w:hint="default"/>
        <w:b/>
        <w:color w:val="3366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840D9"/>
    <w:multiLevelType w:val="hybridMultilevel"/>
    <w:tmpl w:val="F54E76EC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C3186"/>
    <w:multiLevelType w:val="hybridMultilevel"/>
    <w:tmpl w:val="801E6F96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312EF"/>
    <w:multiLevelType w:val="hybridMultilevel"/>
    <w:tmpl w:val="68F88382"/>
    <w:lvl w:ilvl="0" w:tplc="AC70BF20">
      <w:start w:val="1"/>
      <w:numFmt w:val="decimalZero"/>
      <w:lvlText w:val="%1-"/>
      <w:lvlJc w:val="left"/>
      <w:pPr>
        <w:ind w:left="720" w:hanging="360"/>
      </w:pPr>
      <w:rPr>
        <w:rFonts w:hint="default"/>
        <w:b/>
        <w:color w:val="3366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A23D3"/>
    <w:multiLevelType w:val="hybridMultilevel"/>
    <w:tmpl w:val="0FF0D38C"/>
    <w:lvl w:ilvl="0" w:tplc="B428E9A4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EED438C"/>
    <w:multiLevelType w:val="hybridMultilevel"/>
    <w:tmpl w:val="F8301520"/>
    <w:lvl w:ilvl="0" w:tplc="ECB0AA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7FD0B81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  <w:u w:color="808080" w:themeColor="background1" w:themeShade="8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006CA"/>
    <w:multiLevelType w:val="hybridMultilevel"/>
    <w:tmpl w:val="65FE43F4"/>
    <w:lvl w:ilvl="0" w:tplc="B428E9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72F80"/>
    <w:multiLevelType w:val="hybridMultilevel"/>
    <w:tmpl w:val="EAD24302"/>
    <w:lvl w:ilvl="0" w:tplc="EA08F320">
      <w:start w:val="11"/>
      <w:numFmt w:val="decimalZero"/>
      <w:lvlText w:val="%1-"/>
      <w:lvlJc w:val="left"/>
      <w:pPr>
        <w:ind w:left="1429" w:hanging="360"/>
      </w:pPr>
      <w:rPr>
        <w:rFonts w:hint="default"/>
        <w:b/>
        <w:color w:val="3366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56E59"/>
    <w:multiLevelType w:val="hybridMultilevel"/>
    <w:tmpl w:val="5A968766"/>
    <w:lvl w:ilvl="0" w:tplc="B428E9A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8402196"/>
    <w:multiLevelType w:val="hybridMultilevel"/>
    <w:tmpl w:val="CEEA676C"/>
    <w:lvl w:ilvl="0" w:tplc="57BE9230">
      <w:start w:val="1"/>
      <w:numFmt w:val="bullet"/>
      <w:lvlText w:val="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color w:val="auto"/>
      </w:rPr>
    </w:lvl>
    <w:lvl w:ilvl="1" w:tplc="B428E9A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1D733C"/>
    <w:multiLevelType w:val="multilevel"/>
    <w:tmpl w:val="4AE6D134"/>
    <w:styleLink w:val="Style1"/>
    <w:lvl w:ilvl="0">
      <w:start w:val="15"/>
      <w:numFmt w:val="decimalZero"/>
      <w:lvlText w:val="%1-"/>
      <w:lvlJc w:val="left"/>
      <w:pPr>
        <w:ind w:left="1070" w:hanging="360"/>
      </w:pPr>
      <w:rPr>
        <w:rFonts w:hint="default"/>
        <w:b/>
        <w:color w:val="3366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D40D5"/>
    <w:multiLevelType w:val="hybridMultilevel"/>
    <w:tmpl w:val="F5126ABA"/>
    <w:lvl w:ilvl="0" w:tplc="60FE7BF4">
      <w:start w:val="10"/>
      <w:numFmt w:val="decimalZero"/>
      <w:lvlText w:val="%1-"/>
      <w:lvlJc w:val="left"/>
      <w:pPr>
        <w:ind w:left="1429" w:hanging="360"/>
      </w:pPr>
      <w:rPr>
        <w:rFonts w:hint="default"/>
        <w:b/>
        <w:color w:val="3366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4C2D67"/>
    <w:multiLevelType w:val="hybridMultilevel"/>
    <w:tmpl w:val="8E9A4AC4"/>
    <w:lvl w:ilvl="0" w:tplc="C33C8F34">
      <w:start w:val="1"/>
      <w:numFmt w:val="bullet"/>
      <w:lvlText w:val="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color w:val="auto"/>
      </w:rPr>
    </w:lvl>
    <w:lvl w:ilvl="1" w:tplc="7FD0B816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color w:val="auto"/>
        <w:u w:color="808080" w:themeColor="background1" w:themeShade="80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7BB2226F"/>
    <w:multiLevelType w:val="hybridMultilevel"/>
    <w:tmpl w:val="114267B4"/>
    <w:lvl w:ilvl="0" w:tplc="2460CC20">
      <w:start w:val="1"/>
      <w:numFmt w:val="decimalZero"/>
      <w:lvlText w:val="%1-"/>
      <w:lvlJc w:val="left"/>
      <w:pPr>
        <w:ind w:left="720" w:hanging="360"/>
      </w:pPr>
      <w:rPr>
        <w:rFonts w:hint="default"/>
        <w:b/>
        <w:color w:val="3366FF"/>
      </w:rPr>
    </w:lvl>
    <w:lvl w:ilvl="1" w:tplc="B428E9A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7"/>
  </w:num>
  <w:num w:numId="5">
    <w:abstractNumId w:val="20"/>
  </w:num>
  <w:num w:numId="6">
    <w:abstractNumId w:val="18"/>
  </w:num>
  <w:num w:numId="7">
    <w:abstractNumId w:val="13"/>
  </w:num>
  <w:num w:numId="8">
    <w:abstractNumId w:val="11"/>
  </w:num>
  <w:num w:numId="9">
    <w:abstractNumId w:val="8"/>
  </w:num>
  <w:num w:numId="10">
    <w:abstractNumId w:val="15"/>
  </w:num>
  <w:num w:numId="11">
    <w:abstractNumId w:val="3"/>
  </w:num>
  <w:num w:numId="12">
    <w:abstractNumId w:val="14"/>
  </w:num>
  <w:num w:numId="13">
    <w:abstractNumId w:val="19"/>
  </w:num>
  <w:num w:numId="14">
    <w:abstractNumId w:val="10"/>
  </w:num>
  <w:num w:numId="15">
    <w:abstractNumId w:val="6"/>
  </w:num>
  <w:num w:numId="16">
    <w:abstractNumId w:val="16"/>
  </w:num>
  <w:num w:numId="17">
    <w:abstractNumId w:val="21"/>
  </w:num>
  <w:num w:numId="18">
    <w:abstractNumId w:val="9"/>
  </w:num>
  <w:num w:numId="19">
    <w:abstractNumId w:val="2"/>
  </w:num>
  <w:num w:numId="20">
    <w:abstractNumId w:val="4"/>
  </w:num>
  <w:num w:numId="21">
    <w:abstractNumId w:val="12"/>
  </w:num>
  <w:num w:numId="22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2F"/>
    <w:rsid w:val="0000001B"/>
    <w:rsid w:val="00000314"/>
    <w:rsid w:val="000015C9"/>
    <w:rsid w:val="00003C76"/>
    <w:rsid w:val="00004176"/>
    <w:rsid w:val="00004EE4"/>
    <w:rsid w:val="00004FCA"/>
    <w:rsid w:val="00005121"/>
    <w:rsid w:val="0000639D"/>
    <w:rsid w:val="00006ABD"/>
    <w:rsid w:val="00006F26"/>
    <w:rsid w:val="0000757E"/>
    <w:rsid w:val="000077BC"/>
    <w:rsid w:val="000079AF"/>
    <w:rsid w:val="00007A33"/>
    <w:rsid w:val="00007B9B"/>
    <w:rsid w:val="00007E77"/>
    <w:rsid w:val="00011122"/>
    <w:rsid w:val="00011479"/>
    <w:rsid w:val="000114DD"/>
    <w:rsid w:val="00011ECF"/>
    <w:rsid w:val="0001202F"/>
    <w:rsid w:val="00012210"/>
    <w:rsid w:val="0001250F"/>
    <w:rsid w:val="00012DD8"/>
    <w:rsid w:val="00013B84"/>
    <w:rsid w:val="00013FA8"/>
    <w:rsid w:val="000146F6"/>
    <w:rsid w:val="00014CE3"/>
    <w:rsid w:val="00014DDC"/>
    <w:rsid w:val="000154C5"/>
    <w:rsid w:val="0001577E"/>
    <w:rsid w:val="00016132"/>
    <w:rsid w:val="000161DC"/>
    <w:rsid w:val="00016348"/>
    <w:rsid w:val="0001682E"/>
    <w:rsid w:val="00016EAD"/>
    <w:rsid w:val="000178FD"/>
    <w:rsid w:val="0002028E"/>
    <w:rsid w:val="0002060F"/>
    <w:rsid w:val="0002070B"/>
    <w:rsid w:val="00020A09"/>
    <w:rsid w:val="00021DB9"/>
    <w:rsid w:val="0002239A"/>
    <w:rsid w:val="00022963"/>
    <w:rsid w:val="00023339"/>
    <w:rsid w:val="00023576"/>
    <w:rsid w:val="0002376E"/>
    <w:rsid w:val="0002384C"/>
    <w:rsid w:val="000238E2"/>
    <w:rsid w:val="00023C59"/>
    <w:rsid w:val="0002494F"/>
    <w:rsid w:val="00024E23"/>
    <w:rsid w:val="000251D3"/>
    <w:rsid w:val="0002696E"/>
    <w:rsid w:val="00026D59"/>
    <w:rsid w:val="00026DFF"/>
    <w:rsid w:val="00027794"/>
    <w:rsid w:val="00027E8E"/>
    <w:rsid w:val="0003073A"/>
    <w:rsid w:val="000327DC"/>
    <w:rsid w:val="00032EE5"/>
    <w:rsid w:val="00032FDF"/>
    <w:rsid w:val="000330BB"/>
    <w:rsid w:val="00033871"/>
    <w:rsid w:val="00033CAB"/>
    <w:rsid w:val="00034853"/>
    <w:rsid w:val="00034DAF"/>
    <w:rsid w:val="000351B7"/>
    <w:rsid w:val="000353CA"/>
    <w:rsid w:val="00035C69"/>
    <w:rsid w:val="00037F3F"/>
    <w:rsid w:val="00040676"/>
    <w:rsid w:val="00040DB9"/>
    <w:rsid w:val="00041B28"/>
    <w:rsid w:val="000423C3"/>
    <w:rsid w:val="000427B9"/>
    <w:rsid w:val="00042BB3"/>
    <w:rsid w:val="00043296"/>
    <w:rsid w:val="000434FF"/>
    <w:rsid w:val="00043791"/>
    <w:rsid w:val="00043F8A"/>
    <w:rsid w:val="000442C0"/>
    <w:rsid w:val="000442E5"/>
    <w:rsid w:val="00044761"/>
    <w:rsid w:val="00044C2C"/>
    <w:rsid w:val="000453A4"/>
    <w:rsid w:val="00045BD0"/>
    <w:rsid w:val="00046152"/>
    <w:rsid w:val="00046D04"/>
    <w:rsid w:val="00046F50"/>
    <w:rsid w:val="00047341"/>
    <w:rsid w:val="000502DE"/>
    <w:rsid w:val="00050586"/>
    <w:rsid w:val="00050EBC"/>
    <w:rsid w:val="00050F9D"/>
    <w:rsid w:val="00051127"/>
    <w:rsid w:val="000517A2"/>
    <w:rsid w:val="00052963"/>
    <w:rsid w:val="00052DC8"/>
    <w:rsid w:val="00053147"/>
    <w:rsid w:val="00053866"/>
    <w:rsid w:val="00053B32"/>
    <w:rsid w:val="00055FE3"/>
    <w:rsid w:val="00056745"/>
    <w:rsid w:val="00056EB0"/>
    <w:rsid w:val="00057069"/>
    <w:rsid w:val="00057332"/>
    <w:rsid w:val="000579FF"/>
    <w:rsid w:val="00060244"/>
    <w:rsid w:val="00060C83"/>
    <w:rsid w:val="0006152C"/>
    <w:rsid w:val="00061750"/>
    <w:rsid w:val="00061AC6"/>
    <w:rsid w:val="00062784"/>
    <w:rsid w:val="0006303C"/>
    <w:rsid w:val="00064060"/>
    <w:rsid w:val="0006411F"/>
    <w:rsid w:val="000641F9"/>
    <w:rsid w:val="0006423E"/>
    <w:rsid w:val="000651F4"/>
    <w:rsid w:val="00066019"/>
    <w:rsid w:val="00066130"/>
    <w:rsid w:val="00067C76"/>
    <w:rsid w:val="0007136B"/>
    <w:rsid w:val="000718C6"/>
    <w:rsid w:val="00072660"/>
    <w:rsid w:val="000727B3"/>
    <w:rsid w:val="00072A2D"/>
    <w:rsid w:val="00073620"/>
    <w:rsid w:val="00073ECA"/>
    <w:rsid w:val="00073F81"/>
    <w:rsid w:val="0007421E"/>
    <w:rsid w:val="000744B0"/>
    <w:rsid w:val="000746C1"/>
    <w:rsid w:val="00074810"/>
    <w:rsid w:val="00074F44"/>
    <w:rsid w:val="000751B9"/>
    <w:rsid w:val="00075360"/>
    <w:rsid w:val="0007540E"/>
    <w:rsid w:val="00075677"/>
    <w:rsid w:val="000757B4"/>
    <w:rsid w:val="00075D6A"/>
    <w:rsid w:val="000763F4"/>
    <w:rsid w:val="0007650E"/>
    <w:rsid w:val="00076CFE"/>
    <w:rsid w:val="00076D5C"/>
    <w:rsid w:val="00076F75"/>
    <w:rsid w:val="00080DF7"/>
    <w:rsid w:val="000815DB"/>
    <w:rsid w:val="00081952"/>
    <w:rsid w:val="00082FB0"/>
    <w:rsid w:val="00083266"/>
    <w:rsid w:val="000837B8"/>
    <w:rsid w:val="00083D8D"/>
    <w:rsid w:val="00083F02"/>
    <w:rsid w:val="000840BE"/>
    <w:rsid w:val="0008414B"/>
    <w:rsid w:val="000852B9"/>
    <w:rsid w:val="000854E4"/>
    <w:rsid w:val="00085823"/>
    <w:rsid w:val="00085CDD"/>
    <w:rsid w:val="00085D60"/>
    <w:rsid w:val="000866EC"/>
    <w:rsid w:val="00086B91"/>
    <w:rsid w:val="00087DC8"/>
    <w:rsid w:val="000909C7"/>
    <w:rsid w:val="000914CA"/>
    <w:rsid w:val="00091C6C"/>
    <w:rsid w:val="00091FE5"/>
    <w:rsid w:val="0009208A"/>
    <w:rsid w:val="00092EEE"/>
    <w:rsid w:val="000937FA"/>
    <w:rsid w:val="00093C9D"/>
    <w:rsid w:val="00094A69"/>
    <w:rsid w:val="00094F52"/>
    <w:rsid w:val="0009508A"/>
    <w:rsid w:val="000958A5"/>
    <w:rsid w:val="000959DA"/>
    <w:rsid w:val="00095EB9"/>
    <w:rsid w:val="000973EF"/>
    <w:rsid w:val="000973FC"/>
    <w:rsid w:val="0009795C"/>
    <w:rsid w:val="000A0405"/>
    <w:rsid w:val="000A0448"/>
    <w:rsid w:val="000A11AE"/>
    <w:rsid w:val="000A1ADE"/>
    <w:rsid w:val="000A1DDB"/>
    <w:rsid w:val="000A3641"/>
    <w:rsid w:val="000A3F85"/>
    <w:rsid w:val="000A402F"/>
    <w:rsid w:val="000A4079"/>
    <w:rsid w:val="000A4A21"/>
    <w:rsid w:val="000A5152"/>
    <w:rsid w:val="000A576A"/>
    <w:rsid w:val="000A6389"/>
    <w:rsid w:val="000A63AB"/>
    <w:rsid w:val="000A69CB"/>
    <w:rsid w:val="000A724E"/>
    <w:rsid w:val="000B0127"/>
    <w:rsid w:val="000B175F"/>
    <w:rsid w:val="000B18DC"/>
    <w:rsid w:val="000B26DD"/>
    <w:rsid w:val="000B3B01"/>
    <w:rsid w:val="000B4BA2"/>
    <w:rsid w:val="000B4C07"/>
    <w:rsid w:val="000B5470"/>
    <w:rsid w:val="000B586B"/>
    <w:rsid w:val="000B6C70"/>
    <w:rsid w:val="000B78D3"/>
    <w:rsid w:val="000B7ABD"/>
    <w:rsid w:val="000C0A10"/>
    <w:rsid w:val="000C14EB"/>
    <w:rsid w:val="000C179A"/>
    <w:rsid w:val="000C1CA8"/>
    <w:rsid w:val="000C23B1"/>
    <w:rsid w:val="000C24AC"/>
    <w:rsid w:val="000C26E4"/>
    <w:rsid w:val="000C2F36"/>
    <w:rsid w:val="000C35BB"/>
    <w:rsid w:val="000C36DA"/>
    <w:rsid w:val="000C46C8"/>
    <w:rsid w:val="000C47B5"/>
    <w:rsid w:val="000C4C38"/>
    <w:rsid w:val="000C4D37"/>
    <w:rsid w:val="000C5870"/>
    <w:rsid w:val="000C5A33"/>
    <w:rsid w:val="000C5C8A"/>
    <w:rsid w:val="000C647B"/>
    <w:rsid w:val="000C6531"/>
    <w:rsid w:val="000C756F"/>
    <w:rsid w:val="000C7906"/>
    <w:rsid w:val="000D09DD"/>
    <w:rsid w:val="000D12B5"/>
    <w:rsid w:val="000D2343"/>
    <w:rsid w:val="000D259C"/>
    <w:rsid w:val="000D2D62"/>
    <w:rsid w:val="000D2E38"/>
    <w:rsid w:val="000D366D"/>
    <w:rsid w:val="000D5270"/>
    <w:rsid w:val="000D6114"/>
    <w:rsid w:val="000D66B2"/>
    <w:rsid w:val="000D726B"/>
    <w:rsid w:val="000D73A3"/>
    <w:rsid w:val="000D7B71"/>
    <w:rsid w:val="000E00E5"/>
    <w:rsid w:val="000E13C6"/>
    <w:rsid w:val="000E14FE"/>
    <w:rsid w:val="000E18B3"/>
    <w:rsid w:val="000E2526"/>
    <w:rsid w:val="000E3168"/>
    <w:rsid w:val="000E3C55"/>
    <w:rsid w:val="000E3F31"/>
    <w:rsid w:val="000E4B08"/>
    <w:rsid w:val="000E5049"/>
    <w:rsid w:val="000E5B60"/>
    <w:rsid w:val="000E7711"/>
    <w:rsid w:val="000E7DC3"/>
    <w:rsid w:val="000F084A"/>
    <w:rsid w:val="000F103C"/>
    <w:rsid w:val="000F15F7"/>
    <w:rsid w:val="000F1EDF"/>
    <w:rsid w:val="000F49BE"/>
    <w:rsid w:val="000F704D"/>
    <w:rsid w:val="000F7194"/>
    <w:rsid w:val="000F7310"/>
    <w:rsid w:val="000F7969"/>
    <w:rsid w:val="000F7D9C"/>
    <w:rsid w:val="0010002D"/>
    <w:rsid w:val="001026FC"/>
    <w:rsid w:val="00102C98"/>
    <w:rsid w:val="00102FC3"/>
    <w:rsid w:val="00104B86"/>
    <w:rsid w:val="00110190"/>
    <w:rsid w:val="0011172A"/>
    <w:rsid w:val="00111C6A"/>
    <w:rsid w:val="00111D0E"/>
    <w:rsid w:val="00111FBE"/>
    <w:rsid w:val="00113263"/>
    <w:rsid w:val="00114FD3"/>
    <w:rsid w:val="00115265"/>
    <w:rsid w:val="001153C0"/>
    <w:rsid w:val="0011561F"/>
    <w:rsid w:val="0011590A"/>
    <w:rsid w:val="00115D53"/>
    <w:rsid w:val="00115E73"/>
    <w:rsid w:val="00116349"/>
    <w:rsid w:val="00120442"/>
    <w:rsid w:val="00120A43"/>
    <w:rsid w:val="0012105E"/>
    <w:rsid w:val="00121AB6"/>
    <w:rsid w:val="00121B82"/>
    <w:rsid w:val="00122575"/>
    <w:rsid w:val="00122B48"/>
    <w:rsid w:val="001231C4"/>
    <w:rsid w:val="001232A6"/>
    <w:rsid w:val="00123911"/>
    <w:rsid w:val="00123D8A"/>
    <w:rsid w:val="00124456"/>
    <w:rsid w:val="00124821"/>
    <w:rsid w:val="00124CC6"/>
    <w:rsid w:val="0012650A"/>
    <w:rsid w:val="00127594"/>
    <w:rsid w:val="001276FB"/>
    <w:rsid w:val="00130064"/>
    <w:rsid w:val="001305B0"/>
    <w:rsid w:val="0013073B"/>
    <w:rsid w:val="00131109"/>
    <w:rsid w:val="00131808"/>
    <w:rsid w:val="00132437"/>
    <w:rsid w:val="001325FF"/>
    <w:rsid w:val="00132D3E"/>
    <w:rsid w:val="00133111"/>
    <w:rsid w:val="0013444B"/>
    <w:rsid w:val="001348A0"/>
    <w:rsid w:val="0013492D"/>
    <w:rsid w:val="00135729"/>
    <w:rsid w:val="00135B21"/>
    <w:rsid w:val="00135BB1"/>
    <w:rsid w:val="00137417"/>
    <w:rsid w:val="00137496"/>
    <w:rsid w:val="00140557"/>
    <w:rsid w:val="001407AE"/>
    <w:rsid w:val="00141A99"/>
    <w:rsid w:val="00141BAC"/>
    <w:rsid w:val="00143DF0"/>
    <w:rsid w:val="00143E45"/>
    <w:rsid w:val="00143F74"/>
    <w:rsid w:val="001440E1"/>
    <w:rsid w:val="00145022"/>
    <w:rsid w:val="00145CD6"/>
    <w:rsid w:val="00145F78"/>
    <w:rsid w:val="001461A0"/>
    <w:rsid w:val="00146318"/>
    <w:rsid w:val="00146596"/>
    <w:rsid w:val="0014690F"/>
    <w:rsid w:val="00147070"/>
    <w:rsid w:val="001476BF"/>
    <w:rsid w:val="00147BE4"/>
    <w:rsid w:val="00147C13"/>
    <w:rsid w:val="0015099E"/>
    <w:rsid w:val="001512A7"/>
    <w:rsid w:val="001516A1"/>
    <w:rsid w:val="00151C6F"/>
    <w:rsid w:val="001522F5"/>
    <w:rsid w:val="0015363E"/>
    <w:rsid w:val="00153EAF"/>
    <w:rsid w:val="00153F8F"/>
    <w:rsid w:val="00154925"/>
    <w:rsid w:val="00155202"/>
    <w:rsid w:val="001555FF"/>
    <w:rsid w:val="00155C02"/>
    <w:rsid w:val="00156598"/>
    <w:rsid w:val="00156D42"/>
    <w:rsid w:val="00156DB0"/>
    <w:rsid w:val="00156EE3"/>
    <w:rsid w:val="0015715E"/>
    <w:rsid w:val="00157AE1"/>
    <w:rsid w:val="00157F4B"/>
    <w:rsid w:val="00160165"/>
    <w:rsid w:val="001601E8"/>
    <w:rsid w:val="001602DC"/>
    <w:rsid w:val="00160731"/>
    <w:rsid w:val="0016086A"/>
    <w:rsid w:val="00160C95"/>
    <w:rsid w:val="001628BB"/>
    <w:rsid w:val="00162D8C"/>
    <w:rsid w:val="001638A5"/>
    <w:rsid w:val="00163E3B"/>
    <w:rsid w:val="00164FE3"/>
    <w:rsid w:val="001657E8"/>
    <w:rsid w:val="00165F99"/>
    <w:rsid w:val="00165FA6"/>
    <w:rsid w:val="00166340"/>
    <w:rsid w:val="00166441"/>
    <w:rsid w:val="001676BB"/>
    <w:rsid w:val="001713AF"/>
    <w:rsid w:val="00171948"/>
    <w:rsid w:val="00171AE0"/>
    <w:rsid w:val="00171BDD"/>
    <w:rsid w:val="00171C49"/>
    <w:rsid w:val="00172676"/>
    <w:rsid w:val="00172E44"/>
    <w:rsid w:val="00173268"/>
    <w:rsid w:val="00173F0D"/>
    <w:rsid w:val="00174D7C"/>
    <w:rsid w:val="001755C4"/>
    <w:rsid w:val="0017675D"/>
    <w:rsid w:val="00176782"/>
    <w:rsid w:val="0017688E"/>
    <w:rsid w:val="00177944"/>
    <w:rsid w:val="00177E29"/>
    <w:rsid w:val="0018057D"/>
    <w:rsid w:val="001812AE"/>
    <w:rsid w:val="00182283"/>
    <w:rsid w:val="001822B3"/>
    <w:rsid w:val="00182A8C"/>
    <w:rsid w:val="00182CD2"/>
    <w:rsid w:val="001849C1"/>
    <w:rsid w:val="00184F42"/>
    <w:rsid w:val="0018506C"/>
    <w:rsid w:val="001856B6"/>
    <w:rsid w:val="001866DC"/>
    <w:rsid w:val="001874B7"/>
    <w:rsid w:val="00187983"/>
    <w:rsid w:val="00187A4F"/>
    <w:rsid w:val="001901F4"/>
    <w:rsid w:val="001906D5"/>
    <w:rsid w:val="00190F8D"/>
    <w:rsid w:val="00191CD0"/>
    <w:rsid w:val="001945E1"/>
    <w:rsid w:val="00194D31"/>
    <w:rsid w:val="00194FBA"/>
    <w:rsid w:val="001950E4"/>
    <w:rsid w:val="0019526C"/>
    <w:rsid w:val="00195688"/>
    <w:rsid w:val="00196CCF"/>
    <w:rsid w:val="001A00FD"/>
    <w:rsid w:val="001A0113"/>
    <w:rsid w:val="001A05A2"/>
    <w:rsid w:val="001A0638"/>
    <w:rsid w:val="001A0D08"/>
    <w:rsid w:val="001A17C2"/>
    <w:rsid w:val="001A18D5"/>
    <w:rsid w:val="001A1B2F"/>
    <w:rsid w:val="001A1B6B"/>
    <w:rsid w:val="001A32B4"/>
    <w:rsid w:val="001A363A"/>
    <w:rsid w:val="001A3BD3"/>
    <w:rsid w:val="001A3C53"/>
    <w:rsid w:val="001A3D28"/>
    <w:rsid w:val="001A4903"/>
    <w:rsid w:val="001A4BF8"/>
    <w:rsid w:val="001A4E40"/>
    <w:rsid w:val="001A568C"/>
    <w:rsid w:val="001A6484"/>
    <w:rsid w:val="001A7C15"/>
    <w:rsid w:val="001A7CC6"/>
    <w:rsid w:val="001B024C"/>
    <w:rsid w:val="001B025D"/>
    <w:rsid w:val="001B0512"/>
    <w:rsid w:val="001B1255"/>
    <w:rsid w:val="001B2017"/>
    <w:rsid w:val="001B203C"/>
    <w:rsid w:val="001B2824"/>
    <w:rsid w:val="001B2A09"/>
    <w:rsid w:val="001B2A63"/>
    <w:rsid w:val="001B343D"/>
    <w:rsid w:val="001B3B76"/>
    <w:rsid w:val="001B3F66"/>
    <w:rsid w:val="001B4375"/>
    <w:rsid w:val="001B4399"/>
    <w:rsid w:val="001B46A1"/>
    <w:rsid w:val="001B46C5"/>
    <w:rsid w:val="001B4F49"/>
    <w:rsid w:val="001B6FB5"/>
    <w:rsid w:val="001B7060"/>
    <w:rsid w:val="001B70D0"/>
    <w:rsid w:val="001B71E5"/>
    <w:rsid w:val="001B77B9"/>
    <w:rsid w:val="001B7ABC"/>
    <w:rsid w:val="001B7D6F"/>
    <w:rsid w:val="001C071D"/>
    <w:rsid w:val="001C120D"/>
    <w:rsid w:val="001C1A4A"/>
    <w:rsid w:val="001C1EF8"/>
    <w:rsid w:val="001C1FF1"/>
    <w:rsid w:val="001C23E0"/>
    <w:rsid w:val="001C23EB"/>
    <w:rsid w:val="001C24AF"/>
    <w:rsid w:val="001C2EA9"/>
    <w:rsid w:val="001C33BE"/>
    <w:rsid w:val="001C3920"/>
    <w:rsid w:val="001C3A2F"/>
    <w:rsid w:val="001C3BEA"/>
    <w:rsid w:val="001C3D28"/>
    <w:rsid w:val="001C56AD"/>
    <w:rsid w:val="001C68FE"/>
    <w:rsid w:val="001C7AC9"/>
    <w:rsid w:val="001D00EC"/>
    <w:rsid w:val="001D025C"/>
    <w:rsid w:val="001D0540"/>
    <w:rsid w:val="001D08DF"/>
    <w:rsid w:val="001D0D4B"/>
    <w:rsid w:val="001D1362"/>
    <w:rsid w:val="001D18E0"/>
    <w:rsid w:val="001D1BB0"/>
    <w:rsid w:val="001D2B0D"/>
    <w:rsid w:val="001D3D50"/>
    <w:rsid w:val="001D4B44"/>
    <w:rsid w:val="001D4DC5"/>
    <w:rsid w:val="001D4FB7"/>
    <w:rsid w:val="001D547E"/>
    <w:rsid w:val="001D5934"/>
    <w:rsid w:val="001D61BC"/>
    <w:rsid w:val="001D73C6"/>
    <w:rsid w:val="001D7B4B"/>
    <w:rsid w:val="001E02EE"/>
    <w:rsid w:val="001E0C91"/>
    <w:rsid w:val="001E164E"/>
    <w:rsid w:val="001E194A"/>
    <w:rsid w:val="001E1C7B"/>
    <w:rsid w:val="001E1D21"/>
    <w:rsid w:val="001E2812"/>
    <w:rsid w:val="001E2D2D"/>
    <w:rsid w:val="001E36C0"/>
    <w:rsid w:val="001E42A4"/>
    <w:rsid w:val="001E4ACD"/>
    <w:rsid w:val="001E5AD0"/>
    <w:rsid w:val="001E61E5"/>
    <w:rsid w:val="001E669C"/>
    <w:rsid w:val="001E70F1"/>
    <w:rsid w:val="001E76F5"/>
    <w:rsid w:val="001E7BCB"/>
    <w:rsid w:val="001E7BDF"/>
    <w:rsid w:val="001F0891"/>
    <w:rsid w:val="001F0A97"/>
    <w:rsid w:val="001F1D0C"/>
    <w:rsid w:val="001F22BC"/>
    <w:rsid w:val="001F2F36"/>
    <w:rsid w:val="001F3274"/>
    <w:rsid w:val="001F4D26"/>
    <w:rsid w:val="001F521C"/>
    <w:rsid w:val="001F5A68"/>
    <w:rsid w:val="001F5E33"/>
    <w:rsid w:val="001F658F"/>
    <w:rsid w:val="001F697C"/>
    <w:rsid w:val="001F6F90"/>
    <w:rsid w:val="001F7A04"/>
    <w:rsid w:val="001F7E0C"/>
    <w:rsid w:val="002002E0"/>
    <w:rsid w:val="002003EE"/>
    <w:rsid w:val="00200737"/>
    <w:rsid w:val="002008D7"/>
    <w:rsid w:val="00200F4B"/>
    <w:rsid w:val="00201215"/>
    <w:rsid w:val="00202D84"/>
    <w:rsid w:val="00202DE3"/>
    <w:rsid w:val="00203891"/>
    <w:rsid w:val="002038FE"/>
    <w:rsid w:val="00203BF8"/>
    <w:rsid w:val="00203E92"/>
    <w:rsid w:val="00205738"/>
    <w:rsid w:val="002064AB"/>
    <w:rsid w:val="00206A4A"/>
    <w:rsid w:val="00206CBD"/>
    <w:rsid w:val="002101C7"/>
    <w:rsid w:val="00212845"/>
    <w:rsid w:val="00213469"/>
    <w:rsid w:val="00213810"/>
    <w:rsid w:val="002139E4"/>
    <w:rsid w:val="002139FD"/>
    <w:rsid w:val="002144DF"/>
    <w:rsid w:val="00215575"/>
    <w:rsid w:val="0021648B"/>
    <w:rsid w:val="002164A6"/>
    <w:rsid w:val="002167FF"/>
    <w:rsid w:val="002168A5"/>
    <w:rsid w:val="0021693A"/>
    <w:rsid w:val="00217515"/>
    <w:rsid w:val="00217ADE"/>
    <w:rsid w:val="00217D05"/>
    <w:rsid w:val="00217F25"/>
    <w:rsid w:val="00220242"/>
    <w:rsid w:val="00220552"/>
    <w:rsid w:val="00220C3B"/>
    <w:rsid w:val="00221EBC"/>
    <w:rsid w:val="00221FB0"/>
    <w:rsid w:val="002225B3"/>
    <w:rsid w:val="00222E15"/>
    <w:rsid w:val="0022349B"/>
    <w:rsid w:val="00223DDF"/>
    <w:rsid w:val="002266E6"/>
    <w:rsid w:val="0022672D"/>
    <w:rsid w:val="00227A99"/>
    <w:rsid w:val="00227F20"/>
    <w:rsid w:val="002301DE"/>
    <w:rsid w:val="00230261"/>
    <w:rsid w:val="00230C6E"/>
    <w:rsid w:val="00230D79"/>
    <w:rsid w:val="002313EE"/>
    <w:rsid w:val="002314CE"/>
    <w:rsid w:val="0023228A"/>
    <w:rsid w:val="002328D2"/>
    <w:rsid w:val="00234A79"/>
    <w:rsid w:val="00234B20"/>
    <w:rsid w:val="00234F79"/>
    <w:rsid w:val="0023643B"/>
    <w:rsid w:val="0023648D"/>
    <w:rsid w:val="00236E16"/>
    <w:rsid w:val="002376FB"/>
    <w:rsid w:val="002406C7"/>
    <w:rsid w:val="00242A1E"/>
    <w:rsid w:val="00242CF0"/>
    <w:rsid w:val="0024325E"/>
    <w:rsid w:val="0024340E"/>
    <w:rsid w:val="00243B75"/>
    <w:rsid w:val="00243E1E"/>
    <w:rsid w:val="0024470B"/>
    <w:rsid w:val="002451FD"/>
    <w:rsid w:val="0024598D"/>
    <w:rsid w:val="0024691B"/>
    <w:rsid w:val="00247491"/>
    <w:rsid w:val="00247B15"/>
    <w:rsid w:val="00247FC1"/>
    <w:rsid w:val="00250C79"/>
    <w:rsid w:val="00251AFA"/>
    <w:rsid w:val="0025221A"/>
    <w:rsid w:val="002524F8"/>
    <w:rsid w:val="002545AB"/>
    <w:rsid w:val="00255421"/>
    <w:rsid w:val="002560E3"/>
    <w:rsid w:val="002569D5"/>
    <w:rsid w:val="00257420"/>
    <w:rsid w:val="00257FE5"/>
    <w:rsid w:val="002601EE"/>
    <w:rsid w:val="00260698"/>
    <w:rsid w:val="00260895"/>
    <w:rsid w:val="002615F7"/>
    <w:rsid w:val="00263376"/>
    <w:rsid w:val="00263B82"/>
    <w:rsid w:val="00263F5F"/>
    <w:rsid w:val="00266227"/>
    <w:rsid w:val="0026683A"/>
    <w:rsid w:val="00266BA7"/>
    <w:rsid w:val="00267414"/>
    <w:rsid w:val="002677B5"/>
    <w:rsid w:val="00267877"/>
    <w:rsid w:val="00267BD4"/>
    <w:rsid w:val="00267C82"/>
    <w:rsid w:val="00267E54"/>
    <w:rsid w:val="00267E72"/>
    <w:rsid w:val="00270717"/>
    <w:rsid w:val="00271A02"/>
    <w:rsid w:val="00271F75"/>
    <w:rsid w:val="0027223C"/>
    <w:rsid w:val="00272276"/>
    <w:rsid w:val="00272B98"/>
    <w:rsid w:val="002733FB"/>
    <w:rsid w:val="00275A5E"/>
    <w:rsid w:val="002765C2"/>
    <w:rsid w:val="00277262"/>
    <w:rsid w:val="002772C8"/>
    <w:rsid w:val="00277ADA"/>
    <w:rsid w:val="00277B53"/>
    <w:rsid w:val="00277DC0"/>
    <w:rsid w:val="00280682"/>
    <w:rsid w:val="00280C7E"/>
    <w:rsid w:val="0028100B"/>
    <w:rsid w:val="0028156C"/>
    <w:rsid w:val="002815EC"/>
    <w:rsid w:val="0028200C"/>
    <w:rsid w:val="00282250"/>
    <w:rsid w:val="0028259E"/>
    <w:rsid w:val="0028362D"/>
    <w:rsid w:val="0028437C"/>
    <w:rsid w:val="00284581"/>
    <w:rsid w:val="00285340"/>
    <w:rsid w:val="00285723"/>
    <w:rsid w:val="00285D30"/>
    <w:rsid w:val="00286449"/>
    <w:rsid w:val="002866CA"/>
    <w:rsid w:val="00286895"/>
    <w:rsid w:val="00286A17"/>
    <w:rsid w:val="00286C46"/>
    <w:rsid w:val="0028768C"/>
    <w:rsid w:val="00290552"/>
    <w:rsid w:val="00290753"/>
    <w:rsid w:val="0029338E"/>
    <w:rsid w:val="00293751"/>
    <w:rsid w:val="002939C6"/>
    <w:rsid w:val="00293CEC"/>
    <w:rsid w:val="00293D7B"/>
    <w:rsid w:val="00293E16"/>
    <w:rsid w:val="002940D6"/>
    <w:rsid w:val="002945D3"/>
    <w:rsid w:val="002958B7"/>
    <w:rsid w:val="00296217"/>
    <w:rsid w:val="002965E0"/>
    <w:rsid w:val="00297354"/>
    <w:rsid w:val="0029750A"/>
    <w:rsid w:val="002A00E4"/>
    <w:rsid w:val="002A0127"/>
    <w:rsid w:val="002A03E9"/>
    <w:rsid w:val="002A1C5F"/>
    <w:rsid w:val="002A21C1"/>
    <w:rsid w:val="002A2917"/>
    <w:rsid w:val="002A2FBE"/>
    <w:rsid w:val="002A48F7"/>
    <w:rsid w:val="002A4D08"/>
    <w:rsid w:val="002A5777"/>
    <w:rsid w:val="002A63B2"/>
    <w:rsid w:val="002A72E2"/>
    <w:rsid w:val="002A739E"/>
    <w:rsid w:val="002B01E9"/>
    <w:rsid w:val="002B02C5"/>
    <w:rsid w:val="002B04DC"/>
    <w:rsid w:val="002B0E80"/>
    <w:rsid w:val="002B13B5"/>
    <w:rsid w:val="002B1D4D"/>
    <w:rsid w:val="002B27E7"/>
    <w:rsid w:val="002B2845"/>
    <w:rsid w:val="002B3655"/>
    <w:rsid w:val="002B4787"/>
    <w:rsid w:val="002B4937"/>
    <w:rsid w:val="002B572B"/>
    <w:rsid w:val="002B590C"/>
    <w:rsid w:val="002B626C"/>
    <w:rsid w:val="002B62D7"/>
    <w:rsid w:val="002B6581"/>
    <w:rsid w:val="002B6FCF"/>
    <w:rsid w:val="002B7170"/>
    <w:rsid w:val="002B7732"/>
    <w:rsid w:val="002C1497"/>
    <w:rsid w:val="002C18F0"/>
    <w:rsid w:val="002C1EFA"/>
    <w:rsid w:val="002C294B"/>
    <w:rsid w:val="002C3333"/>
    <w:rsid w:val="002C3389"/>
    <w:rsid w:val="002C34D2"/>
    <w:rsid w:val="002C3834"/>
    <w:rsid w:val="002C38B9"/>
    <w:rsid w:val="002C3F20"/>
    <w:rsid w:val="002C4350"/>
    <w:rsid w:val="002C4E29"/>
    <w:rsid w:val="002C602D"/>
    <w:rsid w:val="002C7051"/>
    <w:rsid w:val="002C7A93"/>
    <w:rsid w:val="002D0064"/>
    <w:rsid w:val="002D04AE"/>
    <w:rsid w:val="002D06E6"/>
    <w:rsid w:val="002D07C7"/>
    <w:rsid w:val="002D18C6"/>
    <w:rsid w:val="002D254B"/>
    <w:rsid w:val="002D2595"/>
    <w:rsid w:val="002D25FE"/>
    <w:rsid w:val="002D2E62"/>
    <w:rsid w:val="002D3078"/>
    <w:rsid w:val="002D3438"/>
    <w:rsid w:val="002D3711"/>
    <w:rsid w:val="002D3944"/>
    <w:rsid w:val="002D3EFE"/>
    <w:rsid w:val="002D41CC"/>
    <w:rsid w:val="002D521A"/>
    <w:rsid w:val="002D5ABA"/>
    <w:rsid w:val="002D5AE9"/>
    <w:rsid w:val="002D60BF"/>
    <w:rsid w:val="002D62E3"/>
    <w:rsid w:val="002E0A31"/>
    <w:rsid w:val="002E200A"/>
    <w:rsid w:val="002E23A3"/>
    <w:rsid w:val="002E39A9"/>
    <w:rsid w:val="002E3D2F"/>
    <w:rsid w:val="002E3FC0"/>
    <w:rsid w:val="002E442A"/>
    <w:rsid w:val="002E4F12"/>
    <w:rsid w:val="002E4F7F"/>
    <w:rsid w:val="002E513D"/>
    <w:rsid w:val="002E52C8"/>
    <w:rsid w:val="002E6C97"/>
    <w:rsid w:val="002E748C"/>
    <w:rsid w:val="002E74AC"/>
    <w:rsid w:val="002E7FFD"/>
    <w:rsid w:val="002F0131"/>
    <w:rsid w:val="002F095B"/>
    <w:rsid w:val="002F1241"/>
    <w:rsid w:val="002F15D1"/>
    <w:rsid w:val="002F2014"/>
    <w:rsid w:val="002F221A"/>
    <w:rsid w:val="002F245D"/>
    <w:rsid w:val="002F2966"/>
    <w:rsid w:val="002F2CDB"/>
    <w:rsid w:val="002F49BE"/>
    <w:rsid w:val="002F4B7E"/>
    <w:rsid w:val="002F626F"/>
    <w:rsid w:val="002F69D8"/>
    <w:rsid w:val="002F73BE"/>
    <w:rsid w:val="00300663"/>
    <w:rsid w:val="00300ADB"/>
    <w:rsid w:val="00300DD0"/>
    <w:rsid w:val="003010D4"/>
    <w:rsid w:val="00301950"/>
    <w:rsid w:val="0030221C"/>
    <w:rsid w:val="00302AC6"/>
    <w:rsid w:val="00302DF0"/>
    <w:rsid w:val="00302F80"/>
    <w:rsid w:val="0030354A"/>
    <w:rsid w:val="00303C39"/>
    <w:rsid w:val="00304792"/>
    <w:rsid w:val="0030501B"/>
    <w:rsid w:val="0030545C"/>
    <w:rsid w:val="00305BD3"/>
    <w:rsid w:val="00305F99"/>
    <w:rsid w:val="003071E3"/>
    <w:rsid w:val="003109FB"/>
    <w:rsid w:val="00310CC6"/>
    <w:rsid w:val="00310D66"/>
    <w:rsid w:val="003116F2"/>
    <w:rsid w:val="00312857"/>
    <w:rsid w:val="00312CE4"/>
    <w:rsid w:val="00312D96"/>
    <w:rsid w:val="003139E0"/>
    <w:rsid w:val="00313BCD"/>
    <w:rsid w:val="003140EC"/>
    <w:rsid w:val="00314B96"/>
    <w:rsid w:val="00314DF3"/>
    <w:rsid w:val="003150AB"/>
    <w:rsid w:val="003154F7"/>
    <w:rsid w:val="0031564C"/>
    <w:rsid w:val="00316945"/>
    <w:rsid w:val="0031704D"/>
    <w:rsid w:val="00317434"/>
    <w:rsid w:val="00317AAB"/>
    <w:rsid w:val="003204E8"/>
    <w:rsid w:val="00320B2E"/>
    <w:rsid w:val="0032164D"/>
    <w:rsid w:val="00321F0D"/>
    <w:rsid w:val="00321FE4"/>
    <w:rsid w:val="00322E49"/>
    <w:rsid w:val="00323172"/>
    <w:rsid w:val="00323B4F"/>
    <w:rsid w:val="00323E17"/>
    <w:rsid w:val="0032401E"/>
    <w:rsid w:val="00324818"/>
    <w:rsid w:val="00324E5B"/>
    <w:rsid w:val="00325567"/>
    <w:rsid w:val="003256E7"/>
    <w:rsid w:val="00325925"/>
    <w:rsid w:val="00325C9A"/>
    <w:rsid w:val="00325EA4"/>
    <w:rsid w:val="00326EE9"/>
    <w:rsid w:val="003273E4"/>
    <w:rsid w:val="00327AF7"/>
    <w:rsid w:val="00327DF3"/>
    <w:rsid w:val="0033077D"/>
    <w:rsid w:val="00330A92"/>
    <w:rsid w:val="00330B7F"/>
    <w:rsid w:val="00330FA3"/>
    <w:rsid w:val="0033100C"/>
    <w:rsid w:val="003316CE"/>
    <w:rsid w:val="00332D5E"/>
    <w:rsid w:val="00333D09"/>
    <w:rsid w:val="00333E06"/>
    <w:rsid w:val="003346FE"/>
    <w:rsid w:val="00334D6B"/>
    <w:rsid w:val="00336D11"/>
    <w:rsid w:val="00337FD2"/>
    <w:rsid w:val="00340362"/>
    <w:rsid w:val="003408A9"/>
    <w:rsid w:val="00341A5C"/>
    <w:rsid w:val="00341EE7"/>
    <w:rsid w:val="00342078"/>
    <w:rsid w:val="00342682"/>
    <w:rsid w:val="0034294F"/>
    <w:rsid w:val="00342C2C"/>
    <w:rsid w:val="00344110"/>
    <w:rsid w:val="0034475A"/>
    <w:rsid w:val="00344D7B"/>
    <w:rsid w:val="003454D2"/>
    <w:rsid w:val="00346549"/>
    <w:rsid w:val="0034693B"/>
    <w:rsid w:val="0034714B"/>
    <w:rsid w:val="00347E4D"/>
    <w:rsid w:val="00350015"/>
    <w:rsid w:val="003502AA"/>
    <w:rsid w:val="00350BA7"/>
    <w:rsid w:val="00350E80"/>
    <w:rsid w:val="00351200"/>
    <w:rsid w:val="00351371"/>
    <w:rsid w:val="003513B6"/>
    <w:rsid w:val="00351A40"/>
    <w:rsid w:val="00351D1B"/>
    <w:rsid w:val="0035375E"/>
    <w:rsid w:val="00354BEB"/>
    <w:rsid w:val="00355845"/>
    <w:rsid w:val="00355A28"/>
    <w:rsid w:val="003562D8"/>
    <w:rsid w:val="00356B67"/>
    <w:rsid w:val="00357375"/>
    <w:rsid w:val="003577CD"/>
    <w:rsid w:val="00357A72"/>
    <w:rsid w:val="00360942"/>
    <w:rsid w:val="00361115"/>
    <w:rsid w:val="0036151B"/>
    <w:rsid w:val="003618DC"/>
    <w:rsid w:val="003620DB"/>
    <w:rsid w:val="0036216B"/>
    <w:rsid w:val="0036290A"/>
    <w:rsid w:val="00362A32"/>
    <w:rsid w:val="00362CD9"/>
    <w:rsid w:val="003630CB"/>
    <w:rsid w:val="00363DB1"/>
    <w:rsid w:val="00364C38"/>
    <w:rsid w:val="00364D1E"/>
    <w:rsid w:val="00365001"/>
    <w:rsid w:val="0036507B"/>
    <w:rsid w:val="0036531D"/>
    <w:rsid w:val="003674BC"/>
    <w:rsid w:val="003675C0"/>
    <w:rsid w:val="00367870"/>
    <w:rsid w:val="00367DB5"/>
    <w:rsid w:val="00367E37"/>
    <w:rsid w:val="00371246"/>
    <w:rsid w:val="00371F76"/>
    <w:rsid w:val="00372AD8"/>
    <w:rsid w:val="00372C10"/>
    <w:rsid w:val="00372E3E"/>
    <w:rsid w:val="0037482B"/>
    <w:rsid w:val="0037489F"/>
    <w:rsid w:val="00374B6D"/>
    <w:rsid w:val="003751F3"/>
    <w:rsid w:val="003759A0"/>
    <w:rsid w:val="00375AA1"/>
    <w:rsid w:val="003766F0"/>
    <w:rsid w:val="003768C6"/>
    <w:rsid w:val="00377A48"/>
    <w:rsid w:val="00377F65"/>
    <w:rsid w:val="0038003A"/>
    <w:rsid w:val="0038014E"/>
    <w:rsid w:val="003807FD"/>
    <w:rsid w:val="0038103D"/>
    <w:rsid w:val="003816D1"/>
    <w:rsid w:val="003818CA"/>
    <w:rsid w:val="00381DBA"/>
    <w:rsid w:val="00381E20"/>
    <w:rsid w:val="00382336"/>
    <w:rsid w:val="00382EA5"/>
    <w:rsid w:val="003832C1"/>
    <w:rsid w:val="0038372B"/>
    <w:rsid w:val="003838AA"/>
    <w:rsid w:val="00383A3A"/>
    <w:rsid w:val="00383F4F"/>
    <w:rsid w:val="0038483E"/>
    <w:rsid w:val="00384A8E"/>
    <w:rsid w:val="00385294"/>
    <w:rsid w:val="00385432"/>
    <w:rsid w:val="00385C69"/>
    <w:rsid w:val="003864F7"/>
    <w:rsid w:val="00386B68"/>
    <w:rsid w:val="00386D59"/>
    <w:rsid w:val="00386EEE"/>
    <w:rsid w:val="003874C4"/>
    <w:rsid w:val="00387BEF"/>
    <w:rsid w:val="00387E62"/>
    <w:rsid w:val="00387E83"/>
    <w:rsid w:val="0039013C"/>
    <w:rsid w:val="0039095F"/>
    <w:rsid w:val="00390FA2"/>
    <w:rsid w:val="00391B28"/>
    <w:rsid w:val="00391BB5"/>
    <w:rsid w:val="003926DD"/>
    <w:rsid w:val="003926FD"/>
    <w:rsid w:val="003943D0"/>
    <w:rsid w:val="00395840"/>
    <w:rsid w:val="003958A4"/>
    <w:rsid w:val="0039596A"/>
    <w:rsid w:val="003960AE"/>
    <w:rsid w:val="00396694"/>
    <w:rsid w:val="0039698A"/>
    <w:rsid w:val="00396F47"/>
    <w:rsid w:val="00396FE4"/>
    <w:rsid w:val="0039708B"/>
    <w:rsid w:val="0039732C"/>
    <w:rsid w:val="00397F94"/>
    <w:rsid w:val="003A083E"/>
    <w:rsid w:val="003A0AB6"/>
    <w:rsid w:val="003A0EAF"/>
    <w:rsid w:val="003A25F9"/>
    <w:rsid w:val="003A2C58"/>
    <w:rsid w:val="003A2DC4"/>
    <w:rsid w:val="003A2F23"/>
    <w:rsid w:val="003A311D"/>
    <w:rsid w:val="003A3F9B"/>
    <w:rsid w:val="003A4208"/>
    <w:rsid w:val="003A4F7D"/>
    <w:rsid w:val="003A5090"/>
    <w:rsid w:val="003A515D"/>
    <w:rsid w:val="003A64DD"/>
    <w:rsid w:val="003A6834"/>
    <w:rsid w:val="003A7080"/>
    <w:rsid w:val="003B019B"/>
    <w:rsid w:val="003B0A4C"/>
    <w:rsid w:val="003B0B96"/>
    <w:rsid w:val="003B126B"/>
    <w:rsid w:val="003B17FF"/>
    <w:rsid w:val="003B1B54"/>
    <w:rsid w:val="003B1CAF"/>
    <w:rsid w:val="003B331F"/>
    <w:rsid w:val="003B3CD6"/>
    <w:rsid w:val="003B4163"/>
    <w:rsid w:val="003B424E"/>
    <w:rsid w:val="003B4891"/>
    <w:rsid w:val="003B5085"/>
    <w:rsid w:val="003B5382"/>
    <w:rsid w:val="003B5513"/>
    <w:rsid w:val="003B5CAC"/>
    <w:rsid w:val="003B68C2"/>
    <w:rsid w:val="003B6A87"/>
    <w:rsid w:val="003B79F7"/>
    <w:rsid w:val="003B7B42"/>
    <w:rsid w:val="003B7EEA"/>
    <w:rsid w:val="003C048B"/>
    <w:rsid w:val="003C0C0F"/>
    <w:rsid w:val="003C1B2E"/>
    <w:rsid w:val="003C2500"/>
    <w:rsid w:val="003C2774"/>
    <w:rsid w:val="003C2791"/>
    <w:rsid w:val="003C2ED6"/>
    <w:rsid w:val="003C330A"/>
    <w:rsid w:val="003C3BEE"/>
    <w:rsid w:val="003C4D15"/>
    <w:rsid w:val="003C5748"/>
    <w:rsid w:val="003C65EF"/>
    <w:rsid w:val="003C68D8"/>
    <w:rsid w:val="003C6ECE"/>
    <w:rsid w:val="003C7074"/>
    <w:rsid w:val="003C7A05"/>
    <w:rsid w:val="003C7D53"/>
    <w:rsid w:val="003C7D9A"/>
    <w:rsid w:val="003C7EE1"/>
    <w:rsid w:val="003D0009"/>
    <w:rsid w:val="003D0721"/>
    <w:rsid w:val="003D0ED7"/>
    <w:rsid w:val="003D14BF"/>
    <w:rsid w:val="003D1ABF"/>
    <w:rsid w:val="003D318C"/>
    <w:rsid w:val="003D3249"/>
    <w:rsid w:val="003D380B"/>
    <w:rsid w:val="003D3C64"/>
    <w:rsid w:val="003D4454"/>
    <w:rsid w:val="003D44F6"/>
    <w:rsid w:val="003D5A61"/>
    <w:rsid w:val="003D5CA1"/>
    <w:rsid w:val="003D64F7"/>
    <w:rsid w:val="003D7600"/>
    <w:rsid w:val="003D7A58"/>
    <w:rsid w:val="003E0DD9"/>
    <w:rsid w:val="003E1646"/>
    <w:rsid w:val="003E1D7F"/>
    <w:rsid w:val="003E2CEB"/>
    <w:rsid w:val="003E3B60"/>
    <w:rsid w:val="003E3FBF"/>
    <w:rsid w:val="003E47E0"/>
    <w:rsid w:val="003E4843"/>
    <w:rsid w:val="003E4D57"/>
    <w:rsid w:val="003E4FC4"/>
    <w:rsid w:val="003E566B"/>
    <w:rsid w:val="003E6178"/>
    <w:rsid w:val="003E64EB"/>
    <w:rsid w:val="003E7122"/>
    <w:rsid w:val="003E71E2"/>
    <w:rsid w:val="003E7F41"/>
    <w:rsid w:val="003F0358"/>
    <w:rsid w:val="003F0BA3"/>
    <w:rsid w:val="003F103A"/>
    <w:rsid w:val="003F1FA0"/>
    <w:rsid w:val="003F349E"/>
    <w:rsid w:val="003F47C2"/>
    <w:rsid w:val="003F524C"/>
    <w:rsid w:val="003F5286"/>
    <w:rsid w:val="003F6600"/>
    <w:rsid w:val="003F6BEF"/>
    <w:rsid w:val="003F7520"/>
    <w:rsid w:val="003F7793"/>
    <w:rsid w:val="00400272"/>
    <w:rsid w:val="004002A3"/>
    <w:rsid w:val="004006C1"/>
    <w:rsid w:val="00400874"/>
    <w:rsid w:val="0040100E"/>
    <w:rsid w:val="004011E3"/>
    <w:rsid w:val="0040133C"/>
    <w:rsid w:val="004018CE"/>
    <w:rsid w:val="00401D14"/>
    <w:rsid w:val="00402628"/>
    <w:rsid w:val="00402694"/>
    <w:rsid w:val="00402D6F"/>
    <w:rsid w:val="00403991"/>
    <w:rsid w:val="00403DB0"/>
    <w:rsid w:val="00404118"/>
    <w:rsid w:val="00404389"/>
    <w:rsid w:val="004045C4"/>
    <w:rsid w:val="00404669"/>
    <w:rsid w:val="00404A83"/>
    <w:rsid w:val="00404D22"/>
    <w:rsid w:val="0040512B"/>
    <w:rsid w:val="004057E5"/>
    <w:rsid w:val="004058F1"/>
    <w:rsid w:val="00406ACC"/>
    <w:rsid w:val="0040733D"/>
    <w:rsid w:val="00407805"/>
    <w:rsid w:val="00407A02"/>
    <w:rsid w:val="00407E54"/>
    <w:rsid w:val="004100CC"/>
    <w:rsid w:val="00410106"/>
    <w:rsid w:val="004104FF"/>
    <w:rsid w:val="00410A21"/>
    <w:rsid w:val="004110D0"/>
    <w:rsid w:val="0041112B"/>
    <w:rsid w:val="00411152"/>
    <w:rsid w:val="004112CB"/>
    <w:rsid w:val="004115D1"/>
    <w:rsid w:val="004121E3"/>
    <w:rsid w:val="00412304"/>
    <w:rsid w:val="0041283B"/>
    <w:rsid w:val="004129CB"/>
    <w:rsid w:val="0041359A"/>
    <w:rsid w:val="0041369D"/>
    <w:rsid w:val="00413DCD"/>
    <w:rsid w:val="00413EC1"/>
    <w:rsid w:val="0041409C"/>
    <w:rsid w:val="0041497A"/>
    <w:rsid w:val="00414E64"/>
    <w:rsid w:val="004167C9"/>
    <w:rsid w:val="0041685A"/>
    <w:rsid w:val="0041687B"/>
    <w:rsid w:val="00416A54"/>
    <w:rsid w:val="00417506"/>
    <w:rsid w:val="00417713"/>
    <w:rsid w:val="00417968"/>
    <w:rsid w:val="00420F34"/>
    <w:rsid w:val="00421493"/>
    <w:rsid w:val="00421978"/>
    <w:rsid w:val="00421CDB"/>
    <w:rsid w:val="004226B4"/>
    <w:rsid w:val="00423DE8"/>
    <w:rsid w:val="004252C6"/>
    <w:rsid w:val="00425BEF"/>
    <w:rsid w:val="00425DB4"/>
    <w:rsid w:val="0042623D"/>
    <w:rsid w:val="00426D3D"/>
    <w:rsid w:val="004302BD"/>
    <w:rsid w:val="00430C2F"/>
    <w:rsid w:val="00430CFE"/>
    <w:rsid w:val="00430F4F"/>
    <w:rsid w:val="004310ED"/>
    <w:rsid w:val="00431B36"/>
    <w:rsid w:val="00431D5E"/>
    <w:rsid w:val="00432763"/>
    <w:rsid w:val="00432D47"/>
    <w:rsid w:val="00433503"/>
    <w:rsid w:val="00433528"/>
    <w:rsid w:val="004336F3"/>
    <w:rsid w:val="00433733"/>
    <w:rsid w:val="0043530A"/>
    <w:rsid w:val="004360C3"/>
    <w:rsid w:val="004373B1"/>
    <w:rsid w:val="00442484"/>
    <w:rsid w:val="0044256A"/>
    <w:rsid w:val="00442CB9"/>
    <w:rsid w:val="004436A7"/>
    <w:rsid w:val="00443954"/>
    <w:rsid w:val="00443A6C"/>
    <w:rsid w:val="00443C0F"/>
    <w:rsid w:val="00443D58"/>
    <w:rsid w:val="00443F30"/>
    <w:rsid w:val="0044435B"/>
    <w:rsid w:val="00445938"/>
    <w:rsid w:val="00445998"/>
    <w:rsid w:val="00445BA0"/>
    <w:rsid w:val="00445D1D"/>
    <w:rsid w:val="00445DC2"/>
    <w:rsid w:val="00447294"/>
    <w:rsid w:val="004473B2"/>
    <w:rsid w:val="00447412"/>
    <w:rsid w:val="00447BB3"/>
    <w:rsid w:val="004516EA"/>
    <w:rsid w:val="00452D71"/>
    <w:rsid w:val="004536E7"/>
    <w:rsid w:val="00453786"/>
    <w:rsid w:val="004539E2"/>
    <w:rsid w:val="00453E05"/>
    <w:rsid w:val="00453EB2"/>
    <w:rsid w:val="00454D1E"/>
    <w:rsid w:val="00454D54"/>
    <w:rsid w:val="004550C6"/>
    <w:rsid w:val="00455C08"/>
    <w:rsid w:val="0045616F"/>
    <w:rsid w:val="004571D0"/>
    <w:rsid w:val="00457983"/>
    <w:rsid w:val="00457F58"/>
    <w:rsid w:val="00457FB7"/>
    <w:rsid w:val="00460243"/>
    <w:rsid w:val="00460A38"/>
    <w:rsid w:val="00460FD9"/>
    <w:rsid w:val="00461897"/>
    <w:rsid w:val="00461C12"/>
    <w:rsid w:val="00463254"/>
    <w:rsid w:val="004632F9"/>
    <w:rsid w:val="004635F2"/>
    <w:rsid w:val="00463A1B"/>
    <w:rsid w:val="00463B54"/>
    <w:rsid w:val="00463B89"/>
    <w:rsid w:val="004643BB"/>
    <w:rsid w:val="00464E1C"/>
    <w:rsid w:val="00465303"/>
    <w:rsid w:val="004664DD"/>
    <w:rsid w:val="00466E77"/>
    <w:rsid w:val="00466F85"/>
    <w:rsid w:val="00467461"/>
    <w:rsid w:val="00467A05"/>
    <w:rsid w:val="00467C2F"/>
    <w:rsid w:val="00467CBA"/>
    <w:rsid w:val="00470A6F"/>
    <w:rsid w:val="00471389"/>
    <w:rsid w:val="004718EE"/>
    <w:rsid w:val="00471B39"/>
    <w:rsid w:val="0047238A"/>
    <w:rsid w:val="00472796"/>
    <w:rsid w:val="004728C5"/>
    <w:rsid w:val="00472AAA"/>
    <w:rsid w:val="00472DF7"/>
    <w:rsid w:val="00472F9B"/>
    <w:rsid w:val="0047343E"/>
    <w:rsid w:val="004734F9"/>
    <w:rsid w:val="00473BCB"/>
    <w:rsid w:val="004747A7"/>
    <w:rsid w:val="00474DCF"/>
    <w:rsid w:val="004756E7"/>
    <w:rsid w:val="004759E8"/>
    <w:rsid w:val="00475FF1"/>
    <w:rsid w:val="004764DF"/>
    <w:rsid w:val="00480E54"/>
    <w:rsid w:val="004811A8"/>
    <w:rsid w:val="004819DB"/>
    <w:rsid w:val="00482BDA"/>
    <w:rsid w:val="00485269"/>
    <w:rsid w:val="004873B9"/>
    <w:rsid w:val="004874C6"/>
    <w:rsid w:val="00487E89"/>
    <w:rsid w:val="00487FD4"/>
    <w:rsid w:val="00490C71"/>
    <w:rsid w:val="00490C9C"/>
    <w:rsid w:val="004924BE"/>
    <w:rsid w:val="004930DB"/>
    <w:rsid w:val="00494486"/>
    <w:rsid w:val="00495BEF"/>
    <w:rsid w:val="00495EDF"/>
    <w:rsid w:val="00495F16"/>
    <w:rsid w:val="00495F49"/>
    <w:rsid w:val="00496154"/>
    <w:rsid w:val="00496267"/>
    <w:rsid w:val="0049675B"/>
    <w:rsid w:val="0049780A"/>
    <w:rsid w:val="00497862"/>
    <w:rsid w:val="004A016E"/>
    <w:rsid w:val="004A03EC"/>
    <w:rsid w:val="004A0411"/>
    <w:rsid w:val="004A078B"/>
    <w:rsid w:val="004A0D5A"/>
    <w:rsid w:val="004A0F7D"/>
    <w:rsid w:val="004A10FE"/>
    <w:rsid w:val="004A12AC"/>
    <w:rsid w:val="004A3028"/>
    <w:rsid w:val="004A3253"/>
    <w:rsid w:val="004A3384"/>
    <w:rsid w:val="004A34D1"/>
    <w:rsid w:val="004A37E8"/>
    <w:rsid w:val="004A42D4"/>
    <w:rsid w:val="004A46D8"/>
    <w:rsid w:val="004A5DB5"/>
    <w:rsid w:val="004A655C"/>
    <w:rsid w:val="004A677B"/>
    <w:rsid w:val="004A6A67"/>
    <w:rsid w:val="004A74C3"/>
    <w:rsid w:val="004A7A86"/>
    <w:rsid w:val="004B00E7"/>
    <w:rsid w:val="004B03C7"/>
    <w:rsid w:val="004B104D"/>
    <w:rsid w:val="004B1123"/>
    <w:rsid w:val="004B171F"/>
    <w:rsid w:val="004B1721"/>
    <w:rsid w:val="004B1C8B"/>
    <w:rsid w:val="004B1FBE"/>
    <w:rsid w:val="004B2235"/>
    <w:rsid w:val="004B22F5"/>
    <w:rsid w:val="004B2EA0"/>
    <w:rsid w:val="004B3064"/>
    <w:rsid w:val="004B3375"/>
    <w:rsid w:val="004B3DC7"/>
    <w:rsid w:val="004B442A"/>
    <w:rsid w:val="004B49C8"/>
    <w:rsid w:val="004B4C49"/>
    <w:rsid w:val="004B4ED1"/>
    <w:rsid w:val="004B6060"/>
    <w:rsid w:val="004B7634"/>
    <w:rsid w:val="004B77D7"/>
    <w:rsid w:val="004B77E5"/>
    <w:rsid w:val="004B7926"/>
    <w:rsid w:val="004B7A2C"/>
    <w:rsid w:val="004B7CCF"/>
    <w:rsid w:val="004C01F2"/>
    <w:rsid w:val="004C05DE"/>
    <w:rsid w:val="004C1C0B"/>
    <w:rsid w:val="004C1C2A"/>
    <w:rsid w:val="004C1F5E"/>
    <w:rsid w:val="004C2750"/>
    <w:rsid w:val="004C32B6"/>
    <w:rsid w:val="004C49DD"/>
    <w:rsid w:val="004C4CF0"/>
    <w:rsid w:val="004C4DF1"/>
    <w:rsid w:val="004C4F9D"/>
    <w:rsid w:val="004C5B1F"/>
    <w:rsid w:val="004C5D1B"/>
    <w:rsid w:val="004C67A6"/>
    <w:rsid w:val="004C7A93"/>
    <w:rsid w:val="004D0052"/>
    <w:rsid w:val="004D0934"/>
    <w:rsid w:val="004D0AEA"/>
    <w:rsid w:val="004D1112"/>
    <w:rsid w:val="004D27EC"/>
    <w:rsid w:val="004D2812"/>
    <w:rsid w:val="004D281C"/>
    <w:rsid w:val="004D32B5"/>
    <w:rsid w:val="004D33AE"/>
    <w:rsid w:val="004D39FD"/>
    <w:rsid w:val="004D3FD9"/>
    <w:rsid w:val="004D4047"/>
    <w:rsid w:val="004D4489"/>
    <w:rsid w:val="004D44DF"/>
    <w:rsid w:val="004D6647"/>
    <w:rsid w:val="004D6893"/>
    <w:rsid w:val="004E0098"/>
    <w:rsid w:val="004E065D"/>
    <w:rsid w:val="004E0865"/>
    <w:rsid w:val="004E087F"/>
    <w:rsid w:val="004E1838"/>
    <w:rsid w:val="004E1C64"/>
    <w:rsid w:val="004E2373"/>
    <w:rsid w:val="004E303A"/>
    <w:rsid w:val="004E33C2"/>
    <w:rsid w:val="004E344E"/>
    <w:rsid w:val="004E3626"/>
    <w:rsid w:val="004E3AB4"/>
    <w:rsid w:val="004E3AFF"/>
    <w:rsid w:val="004E3B55"/>
    <w:rsid w:val="004E4735"/>
    <w:rsid w:val="004E4C2A"/>
    <w:rsid w:val="004E4D8D"/>
    <w:rsid w:val="004E62C1"/>
    <w:rsid w:val="004E6A6B"/>
    <w:rsid w:val="004E77AF"/>
    <w:rsid w:val="004F0253"/>
    <w:rsid w:val="004F08D5"/>
    <w:rsid w:val="004F0FD0"/>
    <w:rsid w:val="004F11B2"/>
    <w:rsid w:val="004F2FAB"/>
    <w:rsid w:val="004F3BEA"/>
    <w:rsid w:val="004F4369"/>
    <w:rsid w:val="004F43C5"/>
    <w:rsid w:val="004F4A16"/>
    <w:rsid w:val="004F5C29"/>
    <w:rsid w:val="004F6381"/>
    <w:rsid w:val="004F64A6"/>
    <w:rsid w:val="004F6FED"/>
    <w:rsid w:val="004F727B"/>
    <w:rsid w:val="004F7794"/>
    <w:rsid w:val="004F7E94"/>
    <w:rsid w:val="005002C0"/>
    <w:rsid w:val="005005AD"/>
    <w:rsid w:val="00500F13"/>
    <w:rsid w:val="00501118"/>
    <w:rsid w:val="005017E9"/>
    <w:rsid w:val="00501FC0"/>
    <w:rsid w:val="005021C3"/>
    <w:rsid w:val="00503D97"/>
    <w:rsid w:val="00503FE2"/>
    <w:rsid w:val="005055AE"/>
    <w:rsid w:val="00505819"/>
    <w:rsid w:val="00505B4F"/>
    <w:rsid w:val="00506B76"/>
    <w:rsid w:val="00506BBC"/>
    <w:rsid w:val="00506C75"/>
    <w:rsid w:val="0050765D"/>
    <w:rsid w:val="00507775"/>
    <w:rsid w:val="00507F3F"/>
    <w:rsid w:val="005100A3"/>
    <w:rsid w:val="00510DD7"/>
    <w:rsid w:val="00511196"/>
    <w:rsid w:val="005113AF"/>
    <w:rsid w:val="0051164C"/>
    <w:rsid w:val="005116F9"/>
    <w:rsid w:val="00511AD2"/>
    <w:rsid w:val="00512263"/>
    <w:rsid w:val="00512414"/>
    <w:rsid w:val="00513582"/>
    <w:rsid w:val="00513A50"/>
    <w:rsid w:val="00514EFF"/>
    <w:rsid w:val="00515261"/>
    <w:rsid w:val="0051587E"/>
    <w:rsid w:val="0051597C"/>
    <w:rsid w:val="00515CB2"/>
    <w:rsid w:val="0051643F"/>
    <w:rsid w:val="00516CF2"/>
    <w:rsid w:val="00521A86"/>
    <w:rsid w:val="00521D7D"/>
    <w:rsid w:val="00521D95"/>
    <w:rsid w:val="00521E5C"/>
    <w:rsid w:val="00521E95"/>
    <w:rsid w:val="00521EEF"/>
    <w:rsid w:val="0052207C"/>
    <w:rsid w:val="005221EE"/>
    <w:rsid w:val="005227EC"/>
    <w:rsid w:val="00522C36"/>
    <w:rsid w:val="00524EF6"/>
    <w:rsid w:val="005257CF"/>
    <w:rsid w:val="00525A7D"/>
    <w:rsid w:val="00525C09"/>
    <w:rsid w:val="005266D7"/>
    <w:rsid w:val="005269FF"/>
    <w:rsid w:val="00530B95"/>
    <w:rsid w:val="00530EC6"/>
    <w:rsid w:val="005315D8"/>
    <w:rsid w:val="00532393"/>
    <w:rsid w:val="00532447"/>
    <w:rsid w:val="00532C37"/>
    <w:rsid w:val="00532DA3"/>
    <w:rsid w:val="0053311B"/>
    <w:rsid w:val="005331CE"/>
    <w:rsid w:val="00533FB4"/>
    <w:rsid w:val="0053489B"/>
    <w:rsid w:val="0053522C"/>
    <w:rsid w:val="00535669"/>
    <w:rsid w:val="00536BD6"/>
    <w:rsid w:val="00536C57"/>
    <w:rsid w:val="00536D01"/>
    <w:rsid w:val="00540139"/>
    <w:rsid w:val="005405A4"/>
    <w:rsid w:val="00540A7F"/>
    <w:rsid w:val="00541385"/>
    <w:rsid w:val="00541520"/>
    <w:rsid w:val="00542A4F"/>
    <w:rsid w:val="005433EF"/>
    <w:rsid w:val="0054345B"/>
    <w:rsid w:val="00543773"/>
    <w:rsid w:val="00543949"/>
    <w:rsid w:val="00543A1A"/>
    <w:rsid w:val="00544CEF"/>
    <w:rsid w:val="00544E4B"/>
    <w:rsid w:val="005453F9"/>
    <w:rsid w:val="005456FA"/>
    <w:rsid w:val="00545E89"/>
    <w:rsid w:val="00546319"/>
    <w:rsid w:val="00546750"/>
    <w:rsid w:val="00546766"/>
    <w:rsid w:val="00547421"/>
    <w:rsid w:val="00547529"/>
    <w:rsid w:val="005478CA"/>
    <w:rsid w:val="00550865"/>
    <w:rsid w:val="005510AC"/>
    <w:rsid w:val="00551486"/>
    <w:rsid w:val="00552090"/>
    <w:rsid w:val="00552E10"/>
    <w:rsid w:val="005537F0"/>
    <w:rsid w:val="00553B4F"/>
    <w:rsid w:val="00555ED2"/>
    <w:rsid w:val="005560DE"/>
    <w:rsid w:val="005563CD"/>
    <w:rsid w:val="00556749"/>
    <w:rsid w:val="00556D56"/>
    <w:rsid w:val="00556F68"/>
    <w:rsid w:val="005571F0"/>
    <w:rsid w:val="005577CD"/>
    <w:rsid w:val="00557AD7"/>
    <w:rsid w:val="00557C77"/>
    <w:rsid w:val="00557C95"/>
    <w:rsid w:val="00560115"/>
    <w:rsid w:val="005615B0"/>
    <w:rsid w:val="00561D5B"/>
    <w:rsid w:val="00562797"/>
    <w:rsid w:val="00563ED4"/>
    <w:rsid w:val="0056438F"/>
    <w:rsid w:val="00564AFD"/>
    <w:rsid w:val="0056547C"/>
    <w:rsid w:val="00565EAE"/>
    <w:rsid w:val="00566401"/>
    <w:rsid w:val="00567C01"/>
    <w:rsid w:val="0057154C"/>
    <w:rsid w:val="00571E52"/>
    <w:rsid w:val="0057200C"/>
    <w:rsid w:val="005723B2"/>
    <w:rsid w:val="00572CDC"/>
    <w:rsid w:val="00572D11"/>
    <w:rsid w:val="005736C0"/>
    <w:rsid w:val="0057378C"/>
    <w:rsid w:val="00573CC8"/>
    <w:rsid w:val="00574E87"/>
    <w:rsid w:val="00575712"/>
    <w:rsid w:val="005763F5"/>
    <w:rsid w:val="00576549"/>
    <w:rsid w:val="0057661A"/>
    <w:rsid w:val="00576A65"/>
    <w:rsid w:val="00576D0E"/>
    <w:rsid w:val="0057700F"/>
    <w:rsid w:val="00577842"/>
    <w:rsid w:val="0058033D"/>
    <w:rsid w:val="0058040A"/>
    <w:rsid w:val="00580455"/>
    <w:rsid w:val="00581270"/>
    <w:rsid w:val="00581DAB"/>
    <w:rsid w:val="00582966"/>
    <w:rsid w:val="005830EB"/>
    <w:rsid w:val="005844BB"/>
    <w:rsid w:val="00584984"/>
    <w:rsid w:val="005853EB"/>
    <w:rsid w:val="00586E21"/>
    <w:rsid w:val="00586E5E"/>
    <w:rsid w:val="00587274"/>
    <w:rsid w:val="00587407"/>
    <w:rsid w:val="00587967"/>
    <w:rsid w:val="00587B6F"/>
    <w:rsid w:val="005900EA"/>
    <w:rsid w:val="005902D6"/>
    <w:rsid w:val="00590541"/>
    <w:rsid w:val="00590855"/>
    <w:rsid w:val="00591CDD"/>
    <w:rsid w:val="005924B4"/>
    <w:rsid w:val="00592E58"/>
    <w:rsid w:val="00593850"/>
    <w:rsid w:val="00593E62"/>
    <w:rsid w:val="0059477D"/>
    <w:rsid w:val="00595368"/>
    <w:rsid w:val="00595AC7"/>
    <w:rsid w:val="00595C96"/>
    <w:rsid w:val="005963A1"/>
    <w:rsid w:val="0059686F"/>
    <w:rsid w:val="0059710A"/>
    <w:rsid w:val="00597849"/>
    <w:rsid w:val="00597BDE"/>
    <w:rsid w:val="005A058D"/>
    <w:rsid w:val="005A1888"/>
    <w:rsid w:val="005A1B9F"/>
    <w:rsid w:val="005A1D2A"/>
    <w:rsid w:val="005A210C"/>
    <w:rsid w:val="005A289E"/>
    <w:rsid w:val="005A3A98"/>
    <w:rsid w:val="005A4294"/>
    <w:rsid w:val="005A4874"/>
    <w:rsid w:val="005A4E3A"/>
    <w:rsid w:val="005A4EF2"/>
    <w:rsid w:val="005A5627"/>
    <w:rsid w:val="005A695A"/>
    <w:rsid w:val="005A7DDB"/>
    <w:rsid w:val="005A7E4B"/>
    <w:rsid w:val="005B003F"/>
    <w:rsid w:val="005B006A"/>
    <w:rsid w:val="005B0518"/>
    <w:rsid w:val="005B0BB9"/>
    <w:rsid w:val="005B0CC2"/>
    <w:rsid w:val="005B115A"/>
    <w:rsid w:val="005B115D"/>
    <w:rsid w:val="005B13EB"/>
    <w:rsid w:val="005B16D0"/>
    <w:rsid w:val="005B18FF"/>
    <w:rsid w:val="005B2836"/>
    <w:rsid w:val="005B3589"/>
    <w:rsid w:val="005B3710"/>
    <w:rsid w:val="005B375A"/>
    <w:rsid w:val="005B417C"/>
    <w:rsid w:val="005B4357"/>
    <w:rsid w:val="005B511B"/>
    <w:rsid w:val="005B5185"/>
    <w:rsid w:val="005B51D1"/>
    <w:rsid w:val="005B51DD"/>
    <w:rsid w:val="005B578D"/>
    <w:rsid w:val="005B5BB9"/>
    <w:rsid w:val="005B5BFF"/>
    <w:rsid w:val="005B5D89"/>
    <w:rsid w:val="005B6357"/>
    <w:rsid w:val="005B677E"/>
    <w:rsid w:val="005B6B6F"/>
    <w:rsid w:val="005B6F38"/>
    <w:rsid w:val="005B73D2"/>
    <w:rsid w:val="005B78CD"/>
    <w:rsid w:val="005B7CC1"/>
    <w:rsid w:val="005B7D72"/>
    <w:rsid w:val="005C0219"/>
    <w:rsid w:val="005C12E8"/>
    <w:rsid w:val="005C19E4"/>
    <w:rsid w:val="005C20DB"/>
    <w:rsid w:val="005C2630"/>
    <w:rsid w:val="005C3AB9"/>
    <w:rsid w:val="005C4936"/>
    <w:rsid w:val="005C524E"/>
    <w:rsid w:val="005C5300"/>
    <w:rsid w:val="005C5625"/>
    <w:rsid w:val="005C63F1"/>
    <w:rsid w:val="005C6D77"/>
    <w:rsid w:val="005C7B44"/>
    <w:rsid w:val="005C7DC7"/>
    <w:rsid w:val="005D000A"/>
    <w:rsid w:val="005D0039"/>
    <w:rsid w:val="005D0147"/>
    <w:rsid w:val="005D04B1"/>
    <w:rsid w:val="005D112E"/>
    <w:rsid w:val="005D1F4C"/>
    <w:rsid w:val="005D23B8"/>
    <w:rsid w:val="005D2540"/>
    <w:rsid w:val="005D25A1"/>
    <w:rsid w:val="005D25E7"/>
    <w:rsid w:val="005D2CC2"/>
    <w:rsid w:val="005D305F"/>
    <w:rsid w:val="005D347E"/>
    <w:rsid w:val="005D3695"/>
    <w:rsid w:val="005D4CB8"/>
    <w:rsid w:val="005D50C9"/>
    <w:rsid w:val="005D5862"/>
    <w:rsid w:val="005D5FE6"/>
    <w:rsid w:val="005D6699"/>
    <w:rsid w:val="005D6A0A"/>
    <w:rsid w:val="005D76B4"/>
    <w:rsid w:val="005D7ED1"/>
    <w:rsid w:val="005E0299"/>
    <w:rsid w:val="005E1364"/>
    <w:rsid w:val="005E1D99"/>
    <w:rsid w:val="005E2BB1"/>
    <w:rsid w:val="005E33EC"/>
    <w:rsid w:val="005E3CEE"/>
    <w:rsid w:val="005E4B9B"/>
    <w:rsid w:val="005E5FF4"/>
    <w:rsid w:val="005E60EF"/>
    <w:rsid w:val="005E6674"/>
    <w:rsid w:val="005E7667"/>
    <w:rsid w:val="005F092B"/>
    <w:rsid w:val="005F0B1E"/>
    <w:rsid w:val="005F1978"/>
    <w:rsid w:val="005F1B2A"/>
    <w:rsid w:val="005F2070"/>
    <w:rsid w:val="005F2468"/>
    <w:rsid w:val="005F257D"/>
    <w:rsid w:val="005F364D"/>
    <w:rsid w:val="005F502B"/>
    <w:rsid w:val="005F5380"/>
    <w:rsid w:val="005F6766"/>
    <w:rsid w:val="005F6EAE"/>
    <w:rsid w:val="005F6F42"/>
    <w:rsid w:val="005F790B"/>
    <w:rsid w:val="0060007D"/>
    <w:rsid w:val="00600C59"/>
    <w:rsid w:val="00600D8F"/>
    <w:rsid w:val="0060177E"/>
    <w:rsid w:val="006025D5"/>
    <w:rsid w:val="00602A2E"/>
    <w:rsid w:val="00603537"/>
    <w:rsid w:val="00603B88"/>
    <w:rsid w:val="006043D8"/>
    <w:rsid w:val="006060F3"/>
    <w:rsid w:val="00606448"/>
    <w:rsid w:val="00606B1B"/>
    <w:rsid w:val="00606C7F"/>
    <w:rsid w:val="006072F3"/>
    <w:rsid w:val="006101D2"/>
    <w:rsid w:val="00610B49"/>
    <w:rsid w:val="00610C44"/>
    <w:rsid w:val="006112AA"/>
    <w:rsid w:val="0061242B"/>
    <w:rsid w:val="00612EAC"/>
    <w:rsid w:val="00614EF7"/>
    <w:rsid w:val="00615E02"/>
    <w:rsid w:val="00616521"/>
    <w:rsid w:val="0061685D"/>
    <w:rsid w:val="00616C42"/>
    <w:rsid w:val="006179D1"/>
    <w:rsid w:val="00617FBE"/>
    <w:rsid w:val="006202EB"/>
    <w:rsid w:val="00620FA3"/>
    <w:rsid w:val="0062170E"/>
    <w:rsid w:val="0062180B"/>
    <w:rsid w:val="00621AFA"/>
    <w:rsid w:val="00621FF3"/>
    <w:rsid w:val="00622199"/>
    <w:rsid w:val="00622504"/>
    <w:rsid w:val="006225FC"/>
    <w:rsid w:val="00623AE4"/>
    <w:rsid w:val="006241BE"/>
    <w:rsid w:val="0062434B"/>
    <w:rsid w:val="00624A82"/>
    <w:rsid w:val="00625076"/>
    <w:rsid w:val="006253E7"/>
    <w:rsid w:val="0062573E"/>
    <w:rsid w:val="0062592B"/>
    <w:rsid w:val="00625AA3"/>
    <w:rsid w:val="00625BBD"/>
    <w:rsid w:val="006261AD"/>
    <w:rsid w:val="00626B99"/>
    <w:rsid w:val="00626BBB"/>
    <w:rsid w:val="00626FAB"/>
    <w:rsid w:val="00630333"/>
    <w:rsid w:val="0063231C"/>
    <w:rsid w:val="00633266"/>
    <w:rsid w:val="00633925"/>
    <w:rsid w:val="00633A74"/>
    <w:rsid w:val="0063422C"/>
    <w:rsid w:val="00634783"/>
    <w:rsid w:val="006347C1"/>
    <w:rsid w:val="00634CDF"/>
    <w:rsid w:val="00634CEA"/>
    <w:rsid w:val="00634E4B"/>
    <w:rsid w:val="0063523F"/>
    <w:rsid w:val="00636172"/>
    <w:rsid w:val="0063656F"/>
    <w:rsid w:val="00637559"/>
    <w:rsid w:val="00637646"/>
    <w:rsid w:val="006410A6"/>
    <w:rsid w:val="0064176A"/>
    <w:rsid w:val="00641B90"/>
    <w:rsid w:val="006426CB"/>
    <w:rsid w:val="0064325B"/>
    <w:rsid w:val="00643F9F"/>
    <w:rsid w:val="00644AD1"/>
    <w:rsid w:val="00644C41"/>
    <w:rsid w:val="00644FB6"/>
    <w:rsid w:val="00645D8C"/>
    <w:rsid w:val="00646B93"/>
    <w:rsid w:val="006477FD"/>
    <w:rsid w:val="00650139"/>
    <w:rsid w:val="006506D6"/>
    <w:rsid w:val="00650B07"/>
    <w:rsid w:val="006515D7"/>
    <w:rsid w:val="006515F1"/>
    <w:rsid w:val="006517E8"/>
    <w:rsid w:val="0065211C"/>
    <w:rsid w:val="006521EB"/>
    <w:rsid w:val="00652305"/>
    <w:rsid w:val="00652D1C"/>
    <w:rsid w:val="00653DFB"/>
    <w:rsid w:val="006548A5"/>
    <w:rsid w:val="00655401"/>
    <w:rsid w:val="00655E8A"/>
    <w:rsid w:val="0065708C"/>
    <w:rsid w:val="006573F4"/>
    <w:rsid w:val="006604C4"/>
    <w:rsid w:val="00660ED7"/>
    <w:rsid w:val="006619D4"/>
    <w:rsid w:val="00661B75"/>
    <w:rsid w:val="00662041"/>
    <w:rsid w:val="006629B2"/>
    <w:rsid w:val="00662C8F"/>
    <w:rsid w:val="00662CFB"/>
    <w:rsid w:val="00663198"/>
    <w:rsid w:val="0066335B"/>
    <w:rsid w:val="00663700"/>
    <w:rsid w:val="0066373C"/>
    <w:rsid w:val="00663CBA"/>
    <w:rsid w:val="00663CCA"/>
    <w:rsid w:val="006641D8"/>
    <w:rsid w:val="00665E8E"/>
    <w:rsid w:val="00666971"/>
    <w:rsid w:val="006669EB"/>
    <w:rsid w:val="00667C5C"/>
    <w:rsid w:val="00670506"/>
    <w:rsid w:val="00670DD9"/>
    <w:rsid w:val="00670F02"/>
    <w:rsid w:val="00670F96"/>
    <w:rsid w:val="00671470"/>
    <w:rsid w:val="00671509"/>
    <w:rsid w:val="006717F3"/>
    <w:rsid w:val="00671E57"/>
    <w:rsid w:val="00671F0E"/>
    <w:rsid w:val="00672642"/>
    <w:rsid w:val="00672ACE"/>
    <w:rsid w:val="00673A45"/>
    <w:rsid w:val="00673D79"/>
    <w:rsid w:val="00674899"/>
    <w:rsid w:val="00674E86"/>
    <w:rsid w:val="0067572B"/>
    <w:rsid w:val="006761AC"/>
    <w:rsid w:val="00676742"/>
    <w:rsid w:val="006767C2"/>
    <w:rsid w:val="00676B4C"/>
    <w:rsid w:val="00677764"/>
    <w:rsid w:val="0068026B"/>
    <w:rsid w:val="0068147D"/>
    <w:rsid w:val="0068150D"/>
    <w:rsid w:val="00681808"/>
    <w:rsid w:val="00681BD4"/>
    <w:rsid w:val="00681F98"/>
    <w:rsid w:val="00682AC4"/>
    <w:rsid w:val="00682B26"/>
    <w:rsid w:val="006833FA"/>
    <w:rsid w:val="006902F2"/>
    <w:rsid w:val="00690390"/>
    <w:rsid w:val="00691423"/>
    <w:rsid w:val="006914A7"/>
    <w:rsid w:val="00691D19"/>
    <w:rsid w:val="006927B5"/>
    <w:rsid w:val="00692F4E"/>
    <w:rsid w:val="00693F5D"/>
    <w:rsid w:val="00694646"/>
    <w:rsid w:val="00694F4A"/>
    <w:rsid w:val="006958B1"/>
    <w:rsid w:val="006961B7"/>
    <w:rsid w:val="00696A9E"/>
    <w:rsid w:val="006A0454"/>
    <w:rsid w:val="006A0F5D"/>
    <w:rsid w:val="006A1580"/>
    <w:rsid w:val="006A15E9"/>
    <w:rsid w:val="006A1855"/>
    <w:rsid w:val="006A1DA7"/>
    <w:rsid w:val="006A1F69"/>
    <w:rsid w:val="006A209E"/>
    <w:rsid w:val="006A2ED4"/>
    <w:rsid w:val="006A3918"/>
    <w:rsid w:val="006A395B"/>
    <w:rsid w:val="006A41FC"/>
    <w:rsid w:val="006A444F"/>
    <w:rsid w:val="006A46A8"/>
    <w:rsid w:val="006A61FD"/>
    <w:rsid w:val="006A66E3"/>
    <w:rsid w:val="006A67BB"/>
    <w:rsid w:val="006A6823"/>
    <w:rsid w:val="006A6A1E"/>
    <w:rsid w:val="006B01C4"/>
    <w:rsid w:val="006B1CFA"/>
    <w:rsid w:val="006B2AEA"/>
    <w:rsid w:val="006B32DA"/>
    <w:rsid w:val="006B32E0"/>
    <w:rsid w:val="006B398A"/>
    <w:rsid w:val="006B3F08"/>
    <w:rsid w:val="006B4132"/>
    <w:rsid w:val="006B5098"/>
    <w:rsid w:val="006B50A8"/>
    <w:rsid w:val="006B530C"/>
    <w:rsid w:val="006B5D64"/>
    <w:rsid w:val="006B633E"/>
    <w:rsid w:val="006B64EC"/>
    <w:rsid w:val="006B793B"/>
    <w:rsid w:val="006B7E37"/>
    <w:rsid w:val="006C00AF"/>
    <w:rsid w:val="006C0419"/>
    <w:rsid w:val="006C0692"/>
    <w:rsid w:val="006C07E7"/>
    <w:rsid w:val="006C0934"/>
    <w:rsid w:val="006C1C92"/>
    <w:rsid w:val="006C2884"/>
    <w:rsid w:val="006C2ED9"/>
    <w:rsid w:val="006C4152"/>
    <w:rsid w:val="006C456F"/>
    <w:rsid w:val="006C4674"/>
    <w:rsid w:val="006C4D92"/>
    <w:rsid w:val="006C5239"/>
    <w:rsid w:val="006C5DD1"/>
    <w:rsid w:val="006C6196"/>
    <w:rsid w:val="006C7575"/>
    <w:rsid w:val="006C7C24"/>
    <w:rsid w:val="006C7FAA"/>
    <w:rsid w:val="006D10C4"/>
    <w:rsid w:val="006D1929"/>
    <w:rsid w:val="006D2AFE"/>
    <w:rsid w:val="006D41F8"/>
    <w:rsid w:val="006D43E5"/>
    <w:rsid w:val="006D4B10"/>
    <w:rsid w:val="006D62A8"/>
    <w:rsid w:val="006D6A79"/>
    <w:rsid w:val="006D6D0D"/>
    <w:rsid w:val="006D773C"/>
    <w:rsid w:val="006E0766"/>
    <w:rsid w:val="006E130B"/>
    <w:rsid w:val="006E1802"/>
    <w:rsid w:val="006E242B"/>
    <w:rsid w:val="006E4947"/>
    <w:rsid w:val="006E4DC0"/>
    <w:rsid w:val="006E529F"/>
    <w:rsid w:val="006E5C16"/>
    <w:rsid w:val="006E68BF"/>
    <w:rsid w:val="006E7550"/>
    <w:rsid w:val="006F0863"/>
    <w:rsid w:val="006F0C3F"/>
    <w:rsid w:val="006F1D40"/>
    <w:rsid w:val="006F2203"/>
    <w:rsid w:val="006F2989"/>
    <w:rsid w:val="006F2D3A"/>
    <w:rsid w:val="006F2E5F"/>
    <w:rsid w:val="006F4574"/>
    <w:rsid w:val="006F4CB1"/>
    <w:rsid w:val="006F505A"/>
    <w:rsid w:val="006F54B2"/>
    <w:rsid w:val="006F6215"/>
    <w:rsid w:val="006F6D33"/>
    <w:rsid w:val="006F7485"/>
    <w:rsid w:val="0070047F"/>
    <w:rsid w:val="00700BB9"/>
    <w:rsid w:val="00700E4E"/>
    <w:rsid w:val="007015A7"/>
    <w:rsid w:val="00701CFE"/>
    <w:rsid w:val="00701FDC"/>
    <w:rsid w:val="0070221B"/>
    <w:rsid w:val="007024AE"/>
    <w:rsid w:val="00702C81"/>
    <w:rsid w:val="007030B5"/>
    <w:rsid w:val="007039F6"/>
    <w:rsid w:val="007040AB"/>
    <w:rsid w:val="007041A0"/>
    <w:rsid w:val="00704726"/>
    <w:rsid w:val="00704952"/>
    <w:rsid w:val="00704C1A"/>
    <w:rsid w:val="007050F7"/>
    <w:rsid w:val="00705F57"/>
    <w:rsid w:val="00706A03"/>
    <w:rsid w:val="00706B2E"/>
    <w:rsid w:val="00706D8B"/>
    <w:rsid w:val="0070713F"/>
    <w:rsid w:val="007072EE"/>
    <w:rsid w:val="007077F3"/>
    <w:rsid w:val="00707A91"/>
    <w:rsid w:val="0071117F"/>
    <w:rsid w:val="007113B2"/>
    <w:rsid w:val="00711C3F"/>
    <w:rsid w:val="0071208A"/>
    <w:rsid w:val="007127E5"/>
    <w:rsid w:val="007128B7"/>
    <w:rsid w:val="00713121"/>
    <w:rsid w:val="00713550"/>
    <w:rsid w:val="00713705"/>
    <w:rsid w:val="007141F4"/>
    <w:rsid w:val="0071481A"/>
    <w:rsid w:val="00714830"/>
    <w:rsid w:val="00715546"/>
    <w:rsid w:val="00715C0B"/>
    <w:rsid w:val="00716772"/>
    <w:rsid w:val="00716EC0"/>
    <w:rsid w:val="007174E0"/>
    <w:rsid w:val="007176FE"/>
    <w:rsid w:val="00717B07"/>
    <w:rsid w:val="00720B30"/>
    <w:rsid w:val="00721C91"/>
    <w:rsid w:val="00721DD0"/>
    <w:rsid w:val="00721F1A"/>
    <w:rsid w:val="0072211F"/>
    <w:rsid w:val="00722580"/>
    <w:rsid w:val="007227B4"/>
    <w:rsid w:val="00723710"/>
    <w:rsid w:val="00723A68"/>
    <w:rsid w:val="00723F26"/>
    <w:rsid w:val="007244C6"/>
    <w:rsid w:val="00724A10"/>
    <w:rsid w:val="00725282"/>
    <w:rsid w:val="00726040"/>
    <w:rsid w:val="00726119"/>
    <w:rsid w:val="007270A5"/>
    <w:rsid w:val="00727822"/>
    <w:rsid w:val="00727B10"/>
    <w:rsid w:val="00727D5F"/>
    <w:rsid w:val="00730066"/>
    <w:rsid w:val="00730E99"/>
    <w:rsid w:val="00730F4A"/>
    <w:rsid w:val="007321A2"/>
    <w:rsid w:val="00733093"/>
    <w:rsid w:val="0073348A"/>
    <w:rsid w:val="00734692"/>
    <w:rsid w:val="007350A9"/>
    <w:rsid w:val="00735626"/>
    <w:rsid w:val="0073627C"/>
    <w:rsid w:val="007366E6"/>
    <w:rsid w:val="0074034C"/>
    <w:rsid w:val="00740385"/>
    <w:rsid w:val="00740841"/>
    <w:rsid w:val="00740C00"/>
    <w:rsid w:val="00740F35"/>
    <w:rsid w:val="00741444"/>
    <w:rsid w:val="00741A9C"/>
    <w:rsid w:val="00741BF5"/>
    <w:rsid w:val="00741E75"/>
    <w:rsid w:val="00742538"/>
    <w:rsid w:val="007436EC"/>
    <w:rsid w:val="00743DEE"/>
    <w:rsid w:val="007441C2"/>
    <w:rsid w:val="00744C60"/>
    <w:rsid w:val="00744D90"/>
    <w:rsid w:val="00744F52"/>
    <w:rsid w:val="00745030"/>
    <w:rsid w:val="00745DD2"/>
    <w:rsid w:val="00745ECF"/>
    <w:rsid w:val="007464B8"/>
    <w:rsid w:val="00746503"/>
    <w:rsid w:val="007465D3"/>
    <w:rsid w:val="00746D56"/>
    <w:rsid w:val="007500A8"/>
    <w:rsid w:val="00751996"/>
    <w:rsid w:val="0075255F"/>
    <w:rsid w:val="007526E6"/>
    <w:rsid w:val="00752BEE"/>
    <w:rsid w:val="00753CCA"/>
    <w:rsid w:val="00754A56"/>
    <w:rsid w:val="00754EF0"/>
    <w:rsid w:val="00756943"/>
    <w:rsid w:val="00757038"/>
    <w:rsid w:val="00757F00"/>
    <w:rsid w:val="0076000B"/>
    <w:rsid w:val="00760531"/>
    <w:rsid w:val="00761028"/>
    <w:rsid w:val="007610BE"/>
    <w:rsid w:val="007616D7"/>
    <w:rsid w:val="00761740"/>
    <w:rsid w:val="007618DF"/>
    <w:rsid w:val="007620FC"/>
    <w:rsid w:val="0076347E"/>
    <w:rsid w:val="007634BB"/>
    <w:rsid w:val="00763D5A"/>
    <w:rsid w:val="007649AB"/>
    <w:rsid w:val="0076502B"/>
    <w:rsid w:val="007656A6"/>
    <w:rsid w:val="00766324"/>
    <w:rsid w:val="0076649E"/>
    <w:rsid w:val="007674EB"/>
    <w:rsid w:val="007675FF"/>
    <w:rsid w:val="007677BE"/>
    <w:rsid w:val="0077010F"/>
    <w:rsid w:val="0077031E"/>
    <w:rsid w:val="00770355"/>
    <w:rsid w:val="007703C5"/>
    <w:rsid w:val="0077043C"/>
    <w:rsid w:val="00770A03"/>
    <w:rsid w:val="007726C8"/>
    <w:rsid w:val="007727A7"/>
    <w:rsid w:val="00773C60"/>
    <w:rsid w:val="007747B0"/>
    <w:rsid w:val="00774C30"/>
    <w:rsid w:val="00775D1E"/>
    <w:rsid w:val="00775E06"/>
    <w:rsid w:val="007761A8"/>
    <w:rsid w:val="007768CB"/>
    <w:rsid w:val="00777BAD"/>
    <w:rsid w:val="00780320"/>
    <w:rsid w:val="00780BCC"/>
    <w:rsid w:val="007810B9"/>
    <w:rsid w:val="0078246B"/>
    <w:rsid w:val="00784298"/>
    <w:rsid w:val="00784BB8"/>
    <w:rsid w:val="00784EBF"/>
    <w:rsid w:val="007852FF"/>
    <w:rsid w:val="00785731"/>
    <w:rsid w:val="007858A4"/>
    <w:rsid w:val="00785F5C"/>
    <w:rsid w:val="0078609C"/>
    <w:rsid w:val="00786D04"/>
    <w:rsid w:val="00786D74"/>
    <w:rsid w:val="00786E2D"/>
    <w:rsid w:val="00787125"/>
    <w:rsid w:val="0078792D"/>
    <w:rsid w:val="00790648"/>
    <w:rsid w:val="00790BA6"/>
    <w:rsid w:val="007912A0"/>
    <w:rsid w:val="007918B8"/>
    <w:rsid w:val="00791B7A"/>
    <w:rsid w:val="0079210D"/>
    <w:rsid w:val="007921DB"/>
    <w:rsid w:val="007923F4"/>
    <w:rsid w:val="0079253E"/>
    <w:rsid w:val="0079297E"/>
    <w:rsid w:val="0079333C"/>
    <w:rsid w:val="00793557"/>
    <w:rsid w:val="007938B0"/>
    <w:rsid w:val="00794186"/>
    <w:rsid w:val="0079495A"/>
    <w:rsid w:val="00794B18"/>
    <w:rsid w:val="00794CF2"/>
    <w:rsid w:val="007956B3"/>
    <w:rsid w:val="00795B20"/>
    <w:rsid w:val="00795E0A"/>
    <w:rsid w:val="00797D42"/>
    <w:rsid w:val="007A04A3"/>
    <w:rsid w:val="007A2D00"/>
    <w:rsid w:val="007A3452"/>
    <w:rsid w:val="007A38A9"/>
    <w:rsid w:val="007A4217"/>
    <w:rsid w:val="007A48D3"/>
    <w:rsid w:val="007A4A71"/>
    <w:rsid w:val="007A53DA"/>
    <w:rsid w:val="007A5D2C"/>
    <w:rsid w:val="007A62F4"/>
    <w:rsid w:val="007A63D6"/>
    <w:rsid w:val="007A66CF"/>
    <w:rsid w:val="007A68CA"/>
    <w:rsid w:val="007A762E"/>
    <w:rsid w:val="007B06DC"/>
    <w:rsid w:val="007B147D"/>
    <w:rsid w:val="007B2185"/>
    <w:rsid w:val="007B2453"/>
    <w:rsid w:val="007B33C9"/>
    <w:rsid w:val="007B34E2"/>
    <w:rsid w:val="007B3752"/>
    <w:rsid w:val="007B3AB7"/>
    <w:rsid w:val="007B43DB"/>
    <w:rsid w:val="007B60E4"/>
    <w:rsid w:val="007B659A"/>
    <w:rsid w:val="007B6837"/>
    <w:rsid w:val="007B715B"/>
    <w:rsid w:val="007B7B50"/>
    <w:rsid w:val="007B7F39"/>
    <w:rsid w:val="007C043C"/>
    <w:rsid w:val="007C0589"/>
    <w:rsid w:val="007C14FE"/>
    <w:rsid w:val="007C1C5A"/>
    <w:rsid w:val="007C1EE4"/>
    <w:rsid w:val="007C1EF6"/>
    <w:rsid w:val="007C2464"/>
    <w:rsid w:val="007C2E38"/>
    <w:rsid w:val="007C3F8C"/>
    <w:rsid w:val="007C4047"/>
    <w:rsid w:val="007C43FA"/>
    <w:rsid w:val="007C45A6"/>
    <w:rsid w:val="007C487B"/>
    <w:rsid w:val="007C59F6"/>
    <w:rsid w:val="007C5BD0"/>
    <w:rsid w:val="007C6449"/>
    <w:rsid w:val="007C664D"/>
    <w:rsid w:val="007C70DD"/>
    <w:rsid w:val="007D0FA2"/>
    <w:rsid w:val="007D1425"/>
    <w:rsid w:val="007D15FA"/>
    <w:rsid w:val="007D1672"/>
    <w:rsid w:val="007D18EC"/>
    <w:rsid w:val="007D2DAE"/>
    <w:rsid w:val="007D4264"/>
    <w:rsid w:val="007D435D"/>
    <w:rsid w:val="007D4685"/>
    <w:rsid w:val="007D5E55"/>
    <w:rsid w:val="007D63B4"/>
    <w:rsid w:val="007D72EC"/>
    <w:rsid w:val="007E00A6"/>
    <w:rsid w:val="007E0265"/>
    <w:rsid w:val="007E0CA7"/>
    <w:rsid w:val="007E1E5C"/>
    <w:rsid w:val="007E2C02"/>
    <w:rsid w:val="007E422C"/>
    <w:rsid w:val="007E4865"/>
    <w:rsid w:val="007E5379"/>
    <w:rsid w:val="007E61E1"/>
    <w:rsid w:val="007E6669"/>
    <w:rsid w:val="007E6753"/>
    <w:rsid w:val="007E7208"/>
    <w:rsid w:val="007E7359"/>
    <w:rsid w:val="007F0003"/>
    <w:rsid w:val="007F072A"/>
    <w:rsid w:val="007F17A9"/>
    <w:rsid w:val="007F1BA7"/>
    <w:rsid w:val="007F1BE6"/>
    <w:rsid w:val="007F311E"/>
    <w:rsid w:val="007F32AF"/>
    <w:rsid w:val="007F3981"/>
    <w:rsid w:val="007F39D7"/>
    <w:rsid w:val="007F50DB"/>
    <w:rsid w:val="007F72CB"/>
    <w:rsid w:val="007F77C5"/>
    <w:rsid w:val="007F7883"/>
    <w:rsid w:val="00800189"/>
    <w:rsid w:val="0080078A"/>
    <w:rsid w:val="0080084A"/>
    <w:rsid w:val="00802058"/>
    <w:rsid w:val="00802AE1"/>
    <w:rsid w:val="008032FE"/>
    <w:rsid w:val="0080416A"/>
    <w:rsid w:val="0080434D"/>
    <w:rsid w:val="00805C85"/>
    <w:rsid w:val="008067BF"/>
    <w:rsid w:val="00806D3B"/>
    <w:rsid w:val="00806D8B"/>
    <w:rsid w:val="008070B1"/>
    <w:rsid w:val="00810490"/>
    <w:rsid w:val="008106AB"/>
    <w:rsid w:val="00810E48"/>
    <w:rsid w:val="00810F7E"/>
    <w:rsid w:val="00811593"/>
    <w:rsid w:val="008115EC"/>
    <w:rsid w:val="008123E2"/>
    <w:rsid w:val="00812CE8"/>
    <w:rsid w:val="008132CE"/>
    <w:rsid w:val="00813A46"/>
    <w:rsid w:val="00813D1E"/>
    <w:rsid w:val="00814272"/>
    <w:rsid w:val="0081457A"/>
    <w:rsid w:val="0081474D"/>
    <w:rsid w:val="008149B5"/>
    <w:rsid w:val="00815116"/>
    <w:rsid w:val="008151C2"/>
    <w:rsid w:val="00815471"/>
    <w:rsid w:val="008157F1"/>
    <w:rsid w:val="00815BE1"/>
    <w:rsid w:val="0081611B"/>
    <w:rsid w:val="00816369"/>
    <w:rsid w:val="00816C57"/>
    <w:rsid w:val="00817049"/>
    <w:rsid w:val="0081777C"/>
    <w:rsid w:val="00817B4B"/>
    <w:rsid w:val="00817DE0"/>
    <w:rsid w:val="008200B0"/>
    <w:rsid w:val="008209C2"/>
    <w:rsid w:val="0082119D"/>
    <w:rsid w:val="008212E3"/>
    <w:rsid w:val="00821CCC"/>
    <w:rsid w:val="00821EE4"/>
    <w:rsid w:val="00822A61"/>
    <w:rsid w:val="00822F09"/>
    <w:rsid w:val="008232D1"/>
    <w:rsid w:val="00823709"/>
    <w:rsid w:val="008238C7"/>
    <w:rsid w:val="00824F30"/>
    <w:rsid w:val="008254E5"/>
    <w:rsid w:val="00825EE2"/>
    <w:rsid w:val="008269AF"/>
    <w:rsid w:val="00826A81"/>
    <w:rsid w:val="0082740D"/>
    <w:rsid w:val="00827CCE"/>
    <w:rsid w:val="008302E1"/>
    <w:rsid w:val="00831125"/>
    <w:rsid w:val="00832423"/>
    <w:rsid w:val="00832505"/>
    <w:rsid w:val="00832845"/>
    <w:rsid w:val="00832BEC"/>
    <w:rsid w:val="00832C15"/>
    <w:rsid w:val="00833319"/>
    <w:rsid w:val="00833754"/>
    <w:rsid w:val="00833C5A"/>
    <w:rsid w:val="008343F8"/>
    <w:rsid w:val="0083543C"/>
    <w:rsid w:val="008358A7"/>
    <w:rsid w:val="00835DEA"/>
    <w:rsid w:val="0083671C"/>
    <w:rsid w:val="00836811"/>
    <w:rsid w:val="00836C40"/>
    <w:rsid w:val="00837061"/>
    <w:rsid w:val="008376F7"/>
    <w:rsid w:val="00837988"/>
    <w:rsid w:val="0084099F"/>
    <w:rsid w:val="00840F97"/>
    <w:rsid w:val="008422F3"/>
    <w:rsid w:val="00843158"/>
    <w:rsid w:val="008442BC"/>
    <w:rsid w:val="00844AC0"/>
    <w:rsid w:val="00844C9B"/>
    <w:rsid w:val="00845048"/>
    <w:rsid w:val="00845882"/>
    <w:rsid w:val="0084594E"/>
    <w:rsid w:val="008459E9"/>
    <w:rsid w:val="00845D98"/>
    <w:rsid w:val="008467FF"/>
    <w:rsid w:val="00846A9A"/>
    <w:rsid w:val="0084786A"/>
    <w:rsid w:val="00850088"/>
    <w:rsid w:val="008501A3"/>
    <w:rsid w:val="00850663"/>
    <w:rsid w:val="008516A4"/>
    <w:rsid w:val="0085186E"/>
    <w:rsid w:val="00851873"/>
    <w:rsid w:val="00851ECE"/>
    <w:rsid w:val="00853E42"/>
    <w:rsid w:val="00854695"/>
    <w:rsid w:val="00855AC4"/>
    <w:rsid w:val="00855EFD"/>
    <w:rsid w:val="00856357"/>
    <w:rsid w:val="00856623"/>
    <w:rsid w:val="00857329"/>
    <w:rsid w:val="00857AAF"/>
    <w:rsid w:val="00857F5D"/>
    <w:rsid w:val="00860861"/>
    <w:rsid w:val="00860BE9"/>
    <w:rsid w:val="00861779"/>
    <w:rsid w:val="008618A0"/>
    <w:rsid w:val="00862970"/>
    <w:rsid w:val="008631F9"/>
    <w:rsid w:val="00863322"/>
    <w:rsid w:val="008639E0"/>
    <w:rsid w:val="00863BF4"/>
    <w:rsid w:val="00863F94"/>
    <w:rsid w:val="008642BF"/>
    <w:rsid w:val="00864B14"/>
    <w:rsid w:val="00864B2B"/>
    <w:rsid w:val="008656A4"/>
    <w:rsid w:val="0086584D"/>
    <w:rsid w:val="008674C2"/>
    <w:rsid w:val="00867672"/>
    <w:rsid w:val="00867AFD"/>
    <w:rsid w:val="00871240"/>
    <w:rsid w:val="008718DA"/>
    <w:rsid w:val="00872D18"/>
    <w:rsid w:val="00872EFD"/>
    <w:rsid w:val="0087327D"/>
    <w:rsid w:val="008739E5"/>
    <w:rsid w:val="0087411D"/>
    <w:rsid w:val="00874411"/>
    <w:rsid w:val="0087457F"/>
    <w:rsid w:val="00874585"/>
    <w:rsid w:val="00874A9F"/>
    <w:rsid w:val="00874E9A"/>
    <w:rsid w:val="0087545A"/>
    <w:rsid w:val="00875919"/>
    <w:rsid w:val="008767DF"/>
    <w:rsid w:val="00880E0E"/>
    <w:rsid w:val="00882045"/>
    <w:rsid w:val="00882266"/>
    <w:rsid w:val="00882592"/>
    <w:rsid w:val="00882B8B"/>
    <w:rsid w:val="0088312E"/>
    <w:rsid w:val="00883323"/>
    <w:rsid w:val="0088358C"/>
    <w:rsid w:val="008835B4"/>
    <w:rsid w:val="00884164"/>
    <w:rsid w:val="00884946"/>
    <w:rsid w:val="00884DFA"/>
    <w:rsid w:val="0088618F"/>
    <w:rsid w:val="008863DA"/>
    <w:rsid w:val="0088670C"/>
    <w:rsid w:val="008875C4"/>
    <w:rsid w:val="008875E3"/>
    <w:rsid w:val="00887996"/>
    <w:rsid w:val="00887C90"/>
    <w:rsid w:val="008901A2"/>
    <w:rsid w:val="008902B8"/>
    <w:rsid w:val="008909D2"/>
    <w:rsid w:val="00891209"/>
    <w:rsid w:val="00891447"/>
    <w:rsid w:val="00891DD0"/>
    <w:rsid w:val="008924D7"/>
    <w:rsid w:val="0089277C"/>
    <w:rsid w:val="00893187"/>
    <w:rsid w:val="008936DD"/>
    <w:rsid w:val="00894447"/>
    <w:rsid w:val="008947E5"/>
    <w:rsid w:val="008956C5"/>
    <w:rsid w:val="008966CE"/>
    <w:rsid w:val="008974DC"/>
    <w:rsid w:val="008979B3"/>
    <w:rsid w:val="008A049E"/>
    <w:rsid w:val="008A079D"/>
    <w:rsid w:val="008A1352"/>
    <w:rsid w:val="008A1594"/>
    <w:rsid w:val="008A1D6F"/>
    <w:rsid w:val="008A2D6D"/>
    <w:rsid w:val="008A3942"/>
    <w:rsid w:val="008A3A80"/>
    <w:rsid w:val="008A3B47"/>
    <w:rsid w:val="008A3E9C"/>
    <w:rsid w:val="008A46D4"/>
    <w:rsid w:val="008A55E4"/>
    <w:rsid w:val="008A57F2"/>
    <w:rsid w:val="008A6772"/>
    <w:rsid w:val="008A6AAA"/>
    <w:rsid w:val="008A7630"/>
    <w:rsid w:val="008A7DE2"/>
    <w:rsid w:val="008B004B"/>
    <w:rsid w:val="008B01CF"/>
    <w:rsid w:val="008B030F"/>
    <w:rsid w:val="008B04D8"/>
    <w:rsid w:val="008B1469"/>
    <w:rsid w:val="008B2F39"/>
    <w:rsid w:val="008B3C2C"/>
    <w:rsid w:val="008B43DA"/>
    <w:rsid w:val="008B4C49"/>
    <w:rsid w:val="008B4EE3"/>
    <w:rsid w:val="008B5028"/>
    <w:rsid w:val="008B50C9"/>
    <w:rsid w:val="008B51CF"/>
    <w:rsid w:val="008B547F"/>
    <w:rsid w:val="008B6630"/>
    <w:rsid w:val="008B672A"/>
    <w:rsid w:val="008B6AF8"/>
    <w:rsid w:val="008B6CD4"/>
    <w:rsid w:val="008B6E15"/>
    <w:rsid w:val="008C0CAD"/>
    <w:rsid w:val="008C162E"/>
    <w:rsid w:val="008C2211"/>
    <w:rsid w:val="008C25CF"/>
    <w:rsid w:val="008C285E"/>
    <w:rsid w:val="008C2C78"/>
    <w:rsid w:val="008C3236"/>
    <w:rsid w:val="008C411A"/>
    <w:rsid w:val="008C42AD"/>
    <w:rsid w:val="008C442E"/>
    <w:rsid w:val="008C48BC"/>
    <w:rsid w:val="008C491C"/>
    <w:rsid w:val="008C4A2E"/>
    <w:rsid w:val="008C4D4F"/>
    <w:rsid w:val="008C563D"/>
    <w:rsid w:val="008C620B"/>
    <w:rsid w:val="008C6494"/>
    <w:rsid w:val="008C7002"/>
    <w:rsid w:val="008C73E1"/>
    <w:rsid w:val="008C7CF8"/>
    <w:rsid w:val="008D031F"/>
    <w:rsid w:val="008D079D"/>
    <w:rsid w:val="008D0B1A"/>
    <w:rsid w:val="008D12BB"/>
    <w:rsid w:val="008D14AF"/>
    <w:rsid w:val="008D1C1C"/>
    <w:rsid w:val="008D1DCB"/>
    <w:rsid w:val="008D205E"/>
    <w:rsid w:val="008D25D4"/>
    <w:rsid w:val="008D26A1"/>
    <w:rsid w:val="008D358C"/>
    <w:rsid w:val="008D37B9"/>
    <w:rsid w:val="008D47DB"/>
    <w:rsid w:val="008D486A"/>
    <w:rsid w:val="008D4881"/>
    <w:rsid w:val="008D5174"/>
    <w:rsid w:val="008D5290"/>
    <w:rsid w:val="008D55E4"/>
    <w:rsid w:val="008D5AB8"/>
    <w:rsid w:val="008D5D00"/>
    <w:rsid w:val="008D64E0"/>
    <w:rsid w:val="008D6ABC"/>
    <w:rsid w:val="008D6B0E"/>
    <w:rsid w:val="008D6CC1"/>
    <w:rsid w:val="008D6CCA"/>
    <w:rsid w:val="008D6E5E"/>
    <w:rsid w:val="008D7093"/>
    <w:rsid w:val="008D7C90"/>
    <w:rsid w:val="008E00EB"/>
    <w:rsid w:val="008E0340"/>
    <w:rsid w:val="008E0468"/>
    <w:rsid w:val="008E0FFB"/>
    <w:rsid w:val="008E163D"/>
    <w:rsid w:val="008E2AC0"/>
    <w:rsid w:val="008E3413"/>
    <w:rsid w:val="008E46EC"/>
    <w:rsid w:val="008E54A6"/>
    <w:rsid w:val="008E58E7"/>
    <w:rsid w:val="008E5BF1"/>
    <w:rsid w:val="008E5E27"/>
    <w:rsid w:val="008E6E6B"/>
    <w:rsid w:val="008E7297"/>
    <w:rsid w:val="008E75E1"/>
    <w:rsid w:val="008F00D0"/>
    <w:rsid w:val="008F19AD"/>
    <w:rsid w:val="008F1B31"/>
    <w:rsid w:val="008F1C7E"/>
    <w:rsid w:val="008F21A1"/>
    <w:rsid w:val="008F360E"/>
    <w:rsid w:val="008F3630"/>
    <w:rsid w:val="008F4EDC"/>
    <w:rsid w:val="008F55B4"/>
    <w:rsid w:val="008F5938"/>
    <w:rsid w:val="008F5AD3"/>
    <w:rsid w:val="008F7092"/>
    <w:rsid w:val="00900770"/>
    <w:rsid w:val="009011CE"/>
    <w:rsid w:val="0090398B"/>
    <w:rsid w:val="00903ECA"/>
    <w:rsid w:val="009041D0"/>
    <w:rsid w:val="009049B7"/>
    <w:rsid w:val="00904AD1"/>
    <w:rsid w:val="00904E0C"/>
    <w:rsid w:val="00904E89"/>
    <w:rsid w:val="00905019"/>
    <w:rsid w:val="0090592A"/>
    <w:rsid w:val="00905B27"/>
    <w:rsid w:val="009062BE"/>
    <w:rsid w:val="0090654F"/>
    <w:rsid w:val="00906900"/>
    <w:rsid w:val="00907969"/>
    <w:rsid w:val="00910430"/>
    <w:rsid w:val="00910A66"/>
    <w:rsid w:val="00911450"/>
    <w:rsid w:val="00911678"/>
    <w:rsid w:val="00911C56"/>
    <w:rsid w:val="00912232"/>
    <w:rsid w:val="00913074"/>
    <w:rsid w:val="00913258"/>
    <w:rsid w:val="00914AD6"/>
    <w:rsid w:val="00916117"/>
    <w:rsid w:val="0091624A"/>
    <w:rsid w:val="00916345"/>
    <w:rsid w:val="00916A48"/>
    <w:rsid w:val="00916E52"/>
    <w:rsid w:val="00916F9A"/>
    <w:rsid w:val="00917A30"/>
    <w:rsid w:val="00917AAA"/>
    <w:rsid w:val="00917C86"/>
    <w:rsid w:val="00917F8F"/>
    <w:rsid w:val="0092149E"/>
    <w:rsid w:val="0092156E"/>
    <w:rsid w:val="00921BA8"/>
    <w:rsid w:val="00922475"/>
    <w:rsid w:val="009228D3"/>
    <w:rsid w:val="00922CE5"/>
    <w:rsid w:val="009233DA"/>
    <w:rsid w:val="00923D73"/>
    <w:rsid w:val="009245E5"/>
    <w:rsid w:val="00924AAE"/>
    <w:rsid w:val="00924D65"/>
    <w:rsid w:val="00925FE0"/>
    <w:rsid w:val="009272C2"/>
    <w:rsid w:val="00927995"/>
    <w:rsid w:val="00927C72"/>
    <w:rsid w:val="00927D59"/>
    <w:rsid w:val="0093001C"/>
    <w:rsid w:val="009301A1"/>
    <w:rsid w:val="009318D2"/>
    <w:rsid w:val="00932524"/>
    <w:rsid w:val="00932AF4"/>
    <w:rsid w:val="00932B24"/>
    <w:rsid w:val="009335E2"/>
    <w:rsid w:val="009337CF"/>
    <w:rsid w:val="009338A3"/>
    <w:rsid w:val="00934AAC"/>
    <w:rsid w:val="00934BA9"/>
    <w:rsid w:val="00934E11"/>
    <w:rsid w:val="009350AD"/>
    <w:rsid w:val="0093523E"/>
    <w:rsid w:val="00936309"/>
    <w:rsid w:val="009373FF"/>
    <w:rsid w:val="00937855"/>
    <w:rsid w:val="0094010D"/>
    <w:rsid w:val="00940390"/>
    <w:rsid w:val="00940513"/>
    <w:rsid w:val="00940568"/>
    <w:rsid w:val="00940699"/>
    <w:rsid w:val="0094091A"/>
    <w:rsid w:val="0094094C"/>
    <w:rsid w:val="00940F3D"/>
    <w:rsid w:val="009428CA"/>
    <w:rsid w:val="00942D62"/>
    <w:rsid w:val="009440A8"/>
    <w:rsid w:val="00944286"/>
    <w:rsid w:val="00944438"/>
    <w:rsid w:val="00944D9B"/>
    <w:rsid w:val="00945735"/>
    <w:rsid w:val="00945ABC"/>
    <w:rsid w:val="009469A5"/>
    <w:rsid w:val="009469CE"/>
    <w:rsid w:val="00946D5D"/>
    <w:rsid w:val="00947CD7"/>
    <w:rsid w:val="00947EA2"/>
    <w:rsid w:val="009504D2"/>
    <w:rsid w:val="0095195E"/>
    <w:rsid w:val="00951E6D"/>
    <w:rsid w:val="00952235"/>
    <w:rsid w:val="00952286"/>
    <w:rsid w:val="00953A3D"/>
    <w:rsid w:val="00953D4F"/>
    <w:rsid w:val="009564AE"/>
    <w:rsid w:val="00956779"/>
    <w:rsid w:val="00956BBB"/>
    <w:rsid w:val="0095720A"/>
    <w:rsid w:val="009574D9"/>
    <w:rsid w:val="00957FD3"/>
    <w:rsid w:val="00960508"/>
    <w:rsid w:val="00960F34"/>
    <w:rsid w:val="009610FC"/>
    <w:rsid w:val="00962221"/>
    <w:rsid w:val="00962571"/>
    <w:rsid w:val="00963168"/>
    <w:rsid w:val="00963277"/>
    <w:rsid w:val="00963879"/>
    <w:rsid w:val="00963E9E"/>
    <w:rsid w:val="0096432E"/>
    <w:rsid w:val="00965406"/>
    <w:rsid w:val="0096679D"/>
    <w:rsid w:val="009672B4"/>
    <w:rsid w:val="009675BA"/>
    <w:rsid w:val="0096770A"/>
    <w:rsid w:val="0097030A"/>
    <w:rsid w:val="009704C5"/>
    <w:rsid w:val="00970846"/>
    <w:rsid w:val="00970EB8"/>
    <w:rsid w:val="00971772"/>
    <w:rsid w:val="0097191B"/>
    <w:rsid w:val="00972807"/>
    <w:rsid w:val="00974AE5"/>
    <w:rsid w:val="0097659F"/>
    <w:rsid w:val="0097669D"/>
    <w:rsid w:val="00976E6F"/>
    <w:rsid w:val="009771BC"/>
    <w:rsid w:val="0097751E"/>
    <w:rsid w:val="009778FA"/>
    <w:rsid w:val="00977D00"/>
    <w:rsid w:val="009804DA"/>
    <w:rsid w:val="009812AF"/>
    <w:rsid w:val="009812DC"/>
    <w:rsid w:val="00982243"/>
    <w:rsid w:val="00982DFA"/>
    <w:rsid w:val="00984373"/>
    <w:rsid w:val="009849D9"/>
    <w:rsid w:val="009854F2"/>
    <w:rsid w:val="00985918"/>
    <w:rsid w:val="00985BCF"/>
    <w:rsid w:val="00985C0D"/>
    <w:rsid w:val="0098680B"/>
    <w:rsid w:val="0098718D"/>
    <w:rsid w:val="009901EE"/>
    <w:rsid w:val="00990478"/>
    <w:rsid w:val="00991533"/>
    <w:rsid w:val="009918A6"/>
    <w:rsid w:val="00992F0F"/>
    <w:rsid w:val="00993245"/>
    <w:rsid w:val="009937CD"/>
    <w:rsid w:val="00994243"/>
    <w:rsid w:val="00994976"/>
    <w:rsid w:val="009956FE"/>
    <w:rsid w:val="00995C29"/>
    <w:rsid w:val="00995C6A"/>
    <w:rsid w:val="00996A5B"/>
    <w:rsid w:val="00996F8A"/>
    <w:rsid w:val="00997307"/>
    <w:rsid w:val="00997619"/>
    <w:rsid w:val="0099762B"/>
    <w:rsid w:val="00997AA4"/>
    <w:rsid w:val="00997FAF"/>
    <w:rsid w:val="009A000B"/>
    <w:rsid w:val="009A1241"/>
    <w:rsid w:val="009A25FB"/>
    <w:rsid w:val="009A2BF1"/>
    <w:rsid w:val="009A3A00"/>
    <w:rsid w:val="009A4574"/>
    <w:rsid w:val="009A4899"/>
    <w:rsid w:val="009A6325"/>
    <w:rsid w:val="009A63E1"/>
    <w:rsid w:val="009A674B"/>
    <w:rsid w:val="009A7F6F"/>
    <w:rsid w:val="009B01F2"/>
    <w:rsid w:val="009B035D"/>
    <w:rsid w:val="009B0EBD"/>
    <w:rsid w:val="009B1241"/>
    <w:rsid w:val="009B15E3"/>
    <w:rsid w:val="009B186D"/>
    <w:rsid w:val="009B20E2"/>
    <w:rsid w:val="009B2125"/>
    <w:rsid w:val="009B315B"/>
    <w:rsid w:val="009B5279"/>
    <w:rsid w:val="009B5FFB"/>
    <w:rsid w:val="009B692F"/>
    <w:rsid w:val="009B6BF8"/>
    <w:rsid w:val="009B6E95"/>
    <w:rsid w:val="009B7B23"/>
    <w:rsid w:val="009B7F1B"/>
    <w:rsid w:val="009C051B"/>
    <w:rsid w:val="009C141D"/>
    <w:rsid w:val="009C249B"/>
    <w:rsid w:val="009C2DE4"/>
    <w:rsid w:val="009C32E7"/>
    <w:rsid w:val="009C3BD6"/>
    <w:rsid w:val="009C3D1B"/>
    <w:rsid w:val="009C4687"/>
    <w:rsid w:val="009C4CBF"/>
    <w:rsid w:val="009C571A"/>
    <w:rsid w:val="009C6705"/>
    <w:rsid w:val="009C6CA5"/>
    <w:rsid w:val="009C6F4B"/>
    <w:rsid w:val="009C7857"/>
    <w:rsid w:val="009D08E2"/>
    <w:rsid w:val="009D08E3"/>
    <w:rsid w:val="009D09A8"/>
    <w:rsid w:val="009D121E"/>
    <w:rsid w:val="009D1731"/>
    <w:rsid w:val="009D19EF"/>
    <w:rsid w:val="009D2550"/>
    <w:rsid w:val="009D2D8C"/>
    <w:rsid w:val="009D321F"/>
    <w:rsid w:val="009D33CE"/>
    <w:rsid w:val="009D39E0"/>
    <w:rsid w:val="009D3D6B"/>
    <w:rsid w:val="009D3E08"/>
    <w:rsid w:val="009D3FF4"/>
    <w:rsid w:val="009D46EA"/>
    <w:rsid w:val="009D4EA3"/>
    <w:rsid w:val="009D5539"/>
    <w:rsid w:val="009D5682"/>
    <w:rsid w:val="009D5AB9"/>
    <w:rsid w:val="009D5B69"/>
    <w:rsid w:val="009D61BB"/>
    <w:rsid w:val="009D7DBF"/>
    <w:rsid w:val="009D7E55"/>
    <w:rsid w:val="009E013E"/>
    <w:rsid w:val="009E0AC7"/>
    <w:rsid w:val="009E0D80"/>
    <w:rsid w:val="009E1780"/>
    <w:rsid w:val="009E1855"/>
    <w:rsid w:val="009E1943"/>
    <w:rsid w:val="009E1AB1"/>
    <w:rsid w:val="009E2695"/>
    <w:rsid w:val="009E2FB9"/>
    <w:rsid w:val="009E3469"/>
    <w:rsid w:val="009E3A66"/>
    <w:rsid w:val="009E4292"/>
    <w:rsid w:val="009E522D"/>
    <w:rsid w:val="009E597F"/>
    <w:rsid w:val="009E5BF1"/>
    <w:rsid w:val="009E5CF1"/>
    <w:rsid w:val="009E606C"/>
    <w:rsid w:val="009E60A8"/>
    <w:rsid w:val="009E67B8"/>
    <w:rsid w:val="009E731F"/>
    <w:rsid w:val="009E7B39"/>
    <w:rsid w:val="009F1DB5"/>
    <w:rsid w:val="009F27E0"/>
    <w:rsid w:val="009F2948"/>
    <w:rsid w:val="009F2988"/>
    <w:rsid w:val="009F2A73"/>
    <w:rsid w:val="009F2B3A"/>
    <w:rsid w:val="009F2F1B"/>
    <w:rsid w:val="009F3B3B"/>
    <w:rsid w:val="009F435E"/>
    <w:rsid w:val="009F444D"/>
    <w:rsid w:val="009F5C27"/>
    <w:rsid w:val="009F5CA3"/>
    <w:rsid w:val="009F5E14"/>
    <w:rsid w:val="009F5FA1"/>
    <w:rsid w:val="009F61CB"/>
    <w:rsid w:val="009F666F"/>
    <w:rsid w:val="009F6F17"/>
    <w:rsid w:val="009F6F1F"/>
    <w:rsid w:val="009F7B30"/>
    <w:rsid w:val="009F7E42"/>
    <w:rsid w:val="009F7F74"/>
    <w:rsid w:val="00A025B1"/>
    <w:rsid w:val="00A02D2D"/>
    <w:rsid w:val="00A03384"/>
    <w:rsid w:val="00A039FA"/>
    <w:rsid w:val="00A03A17"/>
    <w:rsid w:val="00A03C1C"/>
    <w:rsid w:val="00A03FC9"/>
    <w:rsid w:val="00A04E9E"/>
    <w:rsid w:val="00A0533E"/>
    <w:rsid w:val="00A058DC"/>
    <w:rsid w:val="00A05DE1"/>
    <w:rsid w:val="00A06516"/>
    <w:rsid w:val="00A06737"/>
    <w:rsid w:val="00A06C71"/>
    <w:rsid w:val="00A06D03"/>
    <w:rsid w:val="00A0781B"/>
    <w:rsid w:val="00A10035"/>
    <w:rsid w:val="00A10563"/>
    <w:rsid w:val="00A106F7"/>
    <w:rsid w:val="00A11655"/>
    <w:rsid w:val="00A12871"/>
    <w:rsid w:val="00A12E7A"/>
    <w:rsid w:val="00A133FC"/>
    <w:rsid w:val="00A135E2"/>
    <w:rsid w:val="00A13615"/>
    <w:rsid w:val="00A138EA"/>
    <w:rsid w:val="00A1391A"/>
    <w:rsid w:val="00A14884"/>
    <w:rsid w:val="00A151D2"/>
    <w:rsid w:val="00A16851"/>
    <w:rsid w:val="00A1694D"/>
    <w:rsid w:val="00A206A2"/>
    <w:rsid w:val="00A20F18"/>
    <w:rsid w:val="00A210E0"/>
    <w:rsid w:val="00A214D7"/>
    <w:rsid w:val="00A22699"/>
    <w:rsid w:val="00A23BD2"/>
    <w:rsid w:val="00A24E8F"/>
    <w:rsid w:val="00A26CCD"/>
    <w:rsid w:val="00A27420"/>
    <w:rsid w:val="00A27EB0"/>
    <w:rsid w:val="00A305B9"/>
    <w:rsid w:val="00A3093F"/>
    <w:rsid w:val="00A31616"/>
    <w:rsid w:val="00A31C0B"/>
    <w:rsid w:val="00A32E5D"/>
    <w:rsid w:val="00A3344B"/>
    <w:rsid w:val="00A33946"/>
    <w:rsid w:val="00A33BF7"/>
    <w:rsid w:val="00A3418B"/>
    <w:rsid w:val="00A3429A"/>
    <w:rsid w:val="00A343FC"/>
    <w:rsid w:val="00A34E63"/>
    <w:rsid w:val="00A3609A"/>
    <w:rsid w:val="00A414B1"/>
    <w:rsid w:val="00A417AB"/>
    <w:rsid w:val="00A41C19"/>
    <w:rsid w:val="00A42955"/>
    <w:rsid w:val="00A43608"/>
    <w:rsid w:val="00A43C27"/>
    <w:rsid w:val="00A43F8D"/>
    <w:rsid w:val="00A4424C"/>
    <w:rsid w:val="00A44DA9"/>
    <w:rsid w:val="00A45905"/>
    <w:rsid w:val="00A466D2"/>
    <w:rsid w:val="00A47044"/>
    <w:rsid w:val="00A47186"/>
    <w:rsid w:val="00A47A5F"/>
    <w:rsid w:val="00A47D35"/>
    <w:rsid w:val="00A504A5"/>
    <w:rsid w:val="00A50DBA"/>
    <w:rsid w:val="00A50EF0"/>
    <w:rsid w:val="00A511E3"/>
    <w:rsid w:val="00A51396"/>
    <w:rsid w:val="00A5207B"/>
    <w:rsid w:val="00A52184"/>
    <w:rsid w:val="00A52974"/>
    <w:rsid w:val="00A52B5E"/>
    <w:rsid w:val="00A54DE5"/>
    <w:rsid w:val="00A5673A"/>
    <w:rsid w:val="00A56E2B"/>
    <w:rsid w:val="00A571A3"/>
    <w:rsid w:val="00A573ED"/>
    <w:rsid w:val="00A60D73"/>
    <w:rsid w:val="00A615FE"/>
    <w:rsid w:val="00A62C1E"/>
    <w:rsid w:val="00A638E1"/>
    <w:rsid w:val="00A63D84"/>
    <w:rsid w:val="00A63EA8"/>
    <w:rsid w:val="00A64EFA"/>
    <w:rsid w:val="00A6520C"/>
    <w:rsid w:val="00A657E3"/>
    <w:rsid w:val="00A65BFD"/>
    <w:rsid w:val="00A65FC3"/>
    <w:rsid w:val="00A66023"/>
    <w:rsid w:val="00A661EF"/>
    <w:rsid w:val="00A6684C"/>
    <w:rsid w:val="00A66E0E"/>
    <w:rsid w:val="00A673B5"/>
    <w:rsid w:val="00A70735"/>
    <w:rsid w:val="00A70B93"/>
    <w:rsid w:val="00A713C8"/>
    <w:rsid w:val="00A7233C"/>
    <w:rsid w:val="00A7259F"/>
    <w:rsid w:val="00A72BC7"/>
    <w:rsid w:val="00A74265"/>
    <w:rsid w:val="00A74545"/>
    <w:rsid w:val="00A74634"/>
    <w:rsid w:val="00A7534E"/>
    <w:rsid w:val="00A75E96"/>
    <w:rsid w:val="00A75EDC"/>
    <w:rsid w:val="00A76028"/>
    <w:rsid w:val="00A76184"/>
    <w:rsid w:val="00A771ED"/>
    <w:rsid w:val="00A804FE"/>
    <w:rsid w:val="00A80831"/>
    <w:rsid w:val="00A80A66"/>
    <w:rsid w:val="00A80C98"/>
    <w:rsid w:val="00A811CE"/>
    <w:rsid w:val="00A82458"/>
    <w:rsid w:val="00A82A3B"/>
    <w:rsid w:val="00A82C37"/>
    <w:rsid w:val="00A83305"/>
    <w:rsid w:val="00A83A8B"/>
    <w:rsid w:val="00A83F74"/>
    <w:rsid w:val="00A84753"/>
    <w:rsid w:val="00A84F88"/>
    <w:rsid w:val="00A857ED"/>
    <w:rsid w:val="00A86542"/>
    <w:rsid w:val="00A871B1"/>
    <w:rsid w:val="00A87221"/>
    <w:rsid w:val="00A87829"/>
    <w:rsid w:val="00A87B5C"/>
    <w:rsid w:val="00A90E1A"/>
    <w:rsid w:val="00A90E9D"/>
    <w:rsid w:val="00A90EC3"/>
    <w:rsid w:val="00A91A50"/>
    <w:rsid w:val="00A91F56"/>
    <w:rsid w:val="00A91FC4"/>
    <w:rsid w:val="00A924D1"/>
    <w:rsid w:val="00A92633"/>
    <w:rsid w:val="00A92638"/>
    <w:rsid w:val="00A929C7"/>
    <w:rsid w:val="00A93F88"/>
    <w:rsid w:val="00A9425A"/>
    <w:rsid w:val="00A94380"/>
    <w:rsid w:val="00A947AD"/>
    <w:rsid w:val="00A947C3"/>
    <w:rsid w:val="00A94F74"/>
    <w:rsid w:val="00A95585"/>
    <w:rsid w:val="00A95730"/>
    <w:rsid w:val="00A958EF"/>
    <w:rsid w:val="00A95B7B"/>
    <w:rsid w:val="00A96FDD"/>
    <w:rsid w:val="00A975D9"/>
    <w:rsid w:val="00A9788E"/>
    <w:rsid w:val="00A978D7"/>
    <w:rsid w:val="00A97A45"/>
    <w:rsid w:val="00A97A8C"/>
    <w:rsid w:val="00A97C2A"/>
    <w:rsid w:val="00A97D3D"/>
    <w:rsid w:val="00AA005A"/>
    <w:rsid w:val="00AA040F"/>
    <w:rsid w:val="00AA080D"/>
    <w:rsid w:val="00AA2428"/>
    <w:rsid w:val="00AA2599"/>
    <w:rsid w:val="00AA2DA0"/>
    <w:rsid w:val="00AA3F71"/>
    <w:rsid w:val="00AA51E5"/>
    <w:rsid w:val="00AA5B21"/>
    <w:rsid w:val="00AA5C02"/>
    <w:rsid w:val="00AA6063"/>
    <w:rsid w:val="00AA6195"/>
    <w:rsid w:val="00AA6A5B"/>
    <w:rsid w:val="00AA6F45"/>
    <w:rsid w:val="00AA6F9D"/>
    <w:rsid w:val="00AA79AF"/>
    <w:rsid w:val="00AA7C76"/>
    <w:rsid w:val="00AA7D79"/>
    <w:rsid w:val="00AB0225"/>
    <w:rsid w:val="00AB05C6"/>
    <w:rsid w:val="00AB1958"/>
    <w:rsid w:val="00AB1F21"/>
    <w:rsid w:val="00AB293C"/>
    <w:rsid w:val="00AB2B37"/>
    <w:rsid w:val="00AB3FEE"/>
    <w:rsid w:val="00AB40DE"/>
    <w:rsid w:val="00AB577A"/>
    <w:rsid w:val="00AB5BA0"/>
    <w:rsid w:val="00AB61C4"/>
    <w:rsid w:val="00AB640E"/>
    <w:rsid w:val="00AB7003"/>
    <w:rsid w:val="00AB739B"/>
    <w:rsid w:val="00AC0A86"/>
    <w:rsid w:val="00AC0C7C"/>
    <w:rsid w:val="00AC2E94"/>
    <w:rsid w:val="00AC3247"/>
    <w:rsid w:val="00AC39C7"/>
    <w:rsid w:val="00AC44DB"/>
    <w:rsid w:val="00AC4E16"/>
    <w:rsid w:val="00AC5B43"/>
    <w:rsid w:val="00AC61E6"/>
    <w:rsid w:val="00AC6A96"/>
    <w:rsid w:val="00AC6F36"/>
    <w:rsid w:val="00AC775A"/>
    <w:rsid w:val="00AC7A3E"/>
    <w:rsid w:val="00AD02F4"/>
    <w:rsid w:val="00AD07E3"/>
    <w:rsid w:val="00AD0AC0"/>
    <w:rsid w:val="00AD0EDE"/>
    <w:rsid w:val="00AD1BD5"/>
    <w:rsid w:val="00AD1D1E"/>
    <w:rsid w:val="00AD3090"/>
    <w:rsid w:val="00AD4049"/>
    <w:rsid w:val="00AD46FC"/>
    <w:rsid w:val="00AD57BA"/>
    <w:rsid w:val="00AD6DF3"/>
    <w:rsid w:val="00AD6F10"/>
    <w:rsid w:val="00AD7D30"/>
    <w:rsid w:val="00AE0921"/>
    <w:rsid w:val="00AE094E"/>
    <w:rsid w:val="00AE0C0A"/>
    <w:rsid w:val="00AE137A"/>
    <w:rsid w:val="00AE19EF"/>
    <w:rsid w:val="00AE1D75"/>
    <w:rsid w:val="00AE27DE"/>
    <w:rsid w:val="00AE2E4B"/>
    <w:rsid w:val="00AE3769"/>
    <w:rsid w:val="00AE39B3"/>
    <w:rsid w:val="00AE3C9D"/>
    <w:rsid w:val="00AE4D48"/>
    <w:rsid w:val="00AE55D9"/>
    <w:rsid w:val="00AE5BEC"/>
    <w:rsid w:val="00AE5D9F"/>
    <w:rsid w:val="00AE633F"/>
    <w:rsid w:val="00AE6ACD"/>
    <w:rsid w:val="00AE73D0"/>
    <w:rsid w:val="00AE779C"/>
    <w:rsid w:val="00AF0579"/>
    <w:rsid w:val="00AF0F84"/>
    <w:rsid w:val="00AF116A"/>
    <w:rsid w:val="00AF1300"/>
    <w:rsid w:val="00AF169A"/>
    <w:rsid w:val="00AF175E"/>
    <w:rsid w:val="00AF1ABA"/>
    <w:rsid w:val="00AF2178"/>
    <w:rsid w:val="00AF2498"/>
    <w:rsid w:val="00AF2A1B"/>
    <w:rsid w:val="00AF2B66"/>
    <w:rsid w:val="00AF38CC"/>
    <w:rsid w:val="00AF3C5E"/>
    <w:rsid w:val="00AF3D65"/>
    <w:rsid w:val="00AF3D8B"/>
    <w:rsid w:val="00AF4677"/>
    <w:rsid w:val="00AF55A0"/>
    <w:rsid w:val="00AF6955"/>
    <w:rsid w:val="00AF6B91"/>
    <w:rsid w:val="00AF6E16"/>
    <w:rsid w:val="00AF7DFE"/>
    <w:rsid w:val="00B01BA2"/>
    <w:rsid w:val="00B042D0"/>
    <w:rsid w:val="00B04497"/>
    <w:rsid w:val="00B04595"/>
    <w:rsid w:val="00B04609"/>
    <w:rsid w:val="00B051A1"/>
    <w:rsid w:val="00B05432"/>
    <w:rsid w:val="00B07278"/>
    <w:rsid w:val="00B073C9"/>
    <w:rsid w:val="00B078A7"/>
    <w:rsid w:val="00B100EB"/>
    <w:rsid w:val="00B10164"/>
    <w:rsid w:val="00B103D4"/>
    <w:rsid w:val="00B10C15"/>
    <w:rsid w:val="00B10D2A"/>
    <w:rsid w:val="00B1128C"/>
    <w:rsid w:val="00B1150B"/>
    <w:rsid w:val="00B11900"/>
    <w:rsid w:val="00B11B6E"/>
    <w:rsid w:val="00B11B80"/>
    <w:rsid w:val="00B126A9"/>
    <w:rsid w:val="00B12F92"/>
    <w:rsid w:val="00B1384E"/>
    <w:rsid w:val="00B13F20"/>
    <w:rsid w:val="00B1408B"/>
    <w:rsid w:val="00B141D7"/>
    <w:rsid w:val="00B14726"/>
    <w:rsid w:val="00B14A43"/>
    <w:rsid w:val="00B152C1"/>
    <w:rsid w:val="00B15F6F"/>
    <w:rsid w:val="00B16F1F"/>
    <w:rsid w:val="00B17569"/>
    <w:rsid w:val="00B17B00"/>
    <w:rsid w:val="00B17BA0"/>
    <w:rsid w:val="00B17C0D"/>
    <w:rsid w:val="00B2016A"/>
    <w:rsid w:val="00B20526"/>
    <w:rsid w:val="00B21A07"/>
    <w:rsid w:val="00B21D75"/>
    <w:rsid w:val="00B21E77"/>
    <w:rsid w:val="00B22EBF"/>
    <w:rsid w:val="00B22F3C"/>
    <w:rsid w:val="00B23432"/>
    <w:rsid w:val="00B23774"/>
    <w:rsid w:val="00B23FFC"/>
    <w:rsid w:val="00B242A9"/>
    <w:rsid w:val="00B251A7"/>
    <w:rsid w:val="00B25221"/>
    <w:rsid w:val="00B259AB"/>
    <w:rsid w:val="00B259C2"/>
    <w:rsid w:val="00B25AF0"/>
    <w:rsid w:val="00B26178"/>
    <w:rsid w:val="00B26B5F"/>
    <w:rsid w:val="00B27281"/>
    <w:rsid w:val="00B2743D"/>
    <w:rsid w:val="00B27853"/>
    <w:rsid w:val="00B30259"/>
    <w:rsid w:val="00B30F43"/>
    <w:rsid w:val="00B30F4E"/>
    <w:rsid w:val="00B3133F"/>
    <w:rsid w:val="00B313BE"/>
    <w:rsid w:val="00B31556"/>
    <w:rsid w:val="00B31B67"/>
    <w:rsid w:val="00B32446"/>
    <w:rsid w:val="00B32A2F"/>
    <w:rsid w:val="00B32CF9"/>
    <w:rsid w:val="00B3382F"/>
    <w:rsid w:val="00B33A3A"/>
    <w:rsid w:val="00B33AF4"/>
    <w:rsid w:val="00B33DBC"/>
    <w:rsid w:val="00B340E2"/>
    <w:rsid w:val="00B3472D"/>
    <w:rsid w:val="00B3534F"/>
    <w:rsid w:val="00B3697C"/>
    <w:rsid w:val="00B36E8D"/>
    <w:rsid w:val="00B37962"/>
    <w:rsid w:val="00B40194"/>
    <w:rsid w:val="00B402AF"/>
    <w:rsid w:val="00B41788"/>
    <w:rsid w:val="00B41A30"/>
    <w:rsid w:val="00B42A82"/>
    <w:rsid w:val="00B42CC6"/>
    <w:rsid w:val="00B42EA0"/>
    <w:rsid w:val="00B43E1C"/>
    <w:rsid w:val="00B44110"/>
    <w:rsid w:val="00B442BA"/>
    <w:rsid w:val="00B44742"/>
    <w:rsid w:val="00B454B8"/>
    <w:rsid w:val="00B466BB"/>
    <w:rsid w:val="00B47205"/>
    <w:rsid w:val="00B47689"/>
    <w:rsid w:val="00B47E8F"/>
    <w:rsid w:val="00B47FC3"/>
    <w:rsid w:val="00B5035E"/>
    <w:rsid w:val="00B508BB"/>
    <w:rsid w:val="00B50E3A"/>
    <w:rsid w:val="00B51280"/>
    <w:rsid w:val="00B51E50"/>
    <w:rsid w:val="00B51FB5"/>
    <w:rsid w:val="00B52460"/>
    <w:rsid w:val="00B525A3"/>
    <w:rsid w:val="00B52CBF"/>
    <w:rsid w:val="00B530C6"/>
    <w:rsid w:val="00B5327C"/>
    <w:rsid w:val="00B5359E"/>
    <w:rsid w:val="00B536C5"/>
    <w:rsid w:val="00B53E94"/>
    <w:rsid w:val="00B53FD6"/>
    <w:rsid w:val="00B54381"/>
    <w:rsid w:val="00B54BDF"/>
    <w:rsid w:val="00B55683"/>
    <w:rsid w:val="00B5574A"/>
    <w:rsid w:val="00B55C19"/>
    <w:rsid w:val="00B56B94"/>
    <w:rsid w:val="00B577A3"/>
    <w:rsid w:val="00B5787B"/>
    <w:rsid w:val="00B57919"/>
    <w:rsid w:val="00B606A8"/>
    <w:rsid w:val="00B60913"/>
    <w:rsid w:val="00B60927"/>
    <w:rsid w:val="00B60E9B"/>
    <w:rsid w:val="00B613A3"/>
    <w:rsid w:val="00B632BB"/>
    <w:rsid w:val="00B6398F"/>
    <w:rsid w:val="00B647E0"/>
    <w:rsid w:val="00B64826"/>
    <w:rsid w:val="00B65D3C"/>
    <w:rsid w:val="00B664C5"/>
    <w:rsid w:val="00B667CC"/>
    <w:rsid w:val="00B66E29"/>
    <w:rsid w:val="00B70D34"/>
    <w:rsid w:val="00B71220"/>
    <w:rsid w:val="00B71F57"/>
    <w:rsid w:val="00B7275C"/>
    <w:rsid w:val="00B73684"/>
    <w:rsid w:val="00B73870"/>
    <w:rsid w:val="00B73969"/>
    <w:rsid w:val="00B73D33"/>
    <w:rsid w:val="00B74386"/>
    <w:rsid w:val="00B74D00"/>
    <w:rsid w:val="00B7510B"/>
    <w:rsid w:val="00B75882"/>
    <w:rsid w:val="00B75924"/>
    <w:rsid w:val="00B759BC"/>
    <w:rsid w:val="00B77AD3"/>
    <w:rsid w:val="00B80E2D"/>
    <w:rsid w:val="00B81160"/>
    <w:rsid w:val="00B812D9"/>
    <w:rsid w:val="00B81802"/>
    <w:rsid w:val="00B81973"/>
    <w:rsid w:val="00B81FCB"/>
    <w:rsid w:val="00B820C9"/>
    <w:rsid w:val="00B82195"/>
    <w:rsid w:val="00B82A10"/>
    <w:rsid w:val="00B82F2A"/>
    <w:rsid w:val="00B834A0"/>
    <w:rsid w:val="00B844C0"/>
    <w:rsid w:val="00B8452D"/>
    <w:rsid w:val="00B85775"/>
    <w:rsid w:val="00B85859"/>
    <w:rsid w:val="00B8656C"/>
    <w:rsid w:val="00B866DE"/>
    <w:rsid w:val="00B86C27"/>
    <w:rsid w:val="00B8728E"/>
    <w:rsid w:val="00B87819"/>
    <w:rsid w:val="00B90019"/>
    <w:rsid w:val="00B90732"/>
    <w:rsid w:val="00B90B56"/>
    <w:rsid w:val="00B92C6A"/>
    <w:rsid w:val="00B92EFD"/>
    <w:rsid w:val="00B936FB"/>
    <w:rsid w:val="00B937ED"/>
    <w:rsid w:val="00B93EB5"/>
    <w:rsid w:val="00B93FEB"/>
    <w:rsid w:val="00B94042"/>
    <w:rsid w:val="00B94C6E"/>
    <w:rsid w:val="00B94ECC"/>
    <w:rsid w:val="00B95A6E"/>
    <w:rsid w:val="00B96027"/>
    <w:rsid w:val="00B97346"/>
    <w:rsid w:val="00B975A3"/>
    <w:rsid w:val="00B97B7E"/>
    <w:rsid w:val="00BA0FF6"/>
    <w:rsid w:val="00BA1971"/>
    <w:rsid w:val="00BA1B60"/>
    <w:rsid w:val="00BA1F61"/>
    <w:rsid w:val="00BA29ED"/>
    <w:rsid w:val="00BA2A8C"/>
    <w:rsid w:val="00BA2CE4"/>
    <w:rsid w:val="00BA3314"/>
    <w:rsid w:val="00BA3F70"/>
    <w:rsid w:val="00BA47C0"/>
    <w:rsid w:val="00BA4FE7"/>
    <w:rsid w:val="00BA556D"/>
    <w:rsid w:val="00BA599D"/>
    <w:rsid w:val="00BA5B37"/>
    <w:rsid w:val="00BA64E7"/>
    <w:rsid w:val="00BA701D"/>
    <w:rsid w:val="00BA7DD8"/>
    <w:rsid w:val="00BB00A5"/>
    <w:rsid w:val="00BB0BBF"/>
    <w:rsid w:val="00BB1432"/>
    <w:rsid w:val="00BB22E0"/>
    <w:rsid w:val="00BB253B"/>
    <w:rsid w:val="00BB4674"/>
    <w:rsid w:val="00BB51D3"/>
    <w:rsid w:val="00BB5458"/>
    <w:rsid w:val="00BB5794"/>
    <w:rsid w:val="00BB57F9"/>
    <w:rsid w:val="00BB5A8F"/>
    <w:rsid w:val="00BB68BF"/>
    <w:rsid w:val="00BB6BF8"/>
    <w:rsid w:val="00BB6D57"/>
    <w:rsid w:val="00BB76D7"/>
    <w:rsid w:val="00BC0E95"/>
    <w:rsid w:val="00BC0F38"/>
    <w:rsid w:val="00BC2801"/>
    <w:rsid w:val="00BC2821"/>
    <w:rsid w:val="00BC319A"/>
    <w:rsid w:val="00BC36BD"/>
    <w:rsid w:val="00BC3B89"/>
    <w:rsid w:val="00BC56E9"/>
    <w:rsid w:val="00BC6995"/>
    <w:rsid w:val="00BC6A5E"/>
    <w:rsid w:val="00BC6CAE"/>
    <w:rsid w:val="00BC6D70"/>
    <w:rsid w:val="00BC7946"/>
    <w:rsid w:val="00BC79EA"/>
    <w:rsid w:val="00BD060D"/>
    <w:rsid w:val="00BD0D45"/>
    <w:rsid w:val="00BD1A00"/>
    <w:rsid w:val="00BD1F50"/>
    <w:rsid w:val="00BD217F"/>
    <w:rsid w:val="00BD2A6E"/>
    <w:rsid w:val="00BD2EC3"/>
    <w:rsid w:val="00BD311E"/>
    <w:rsid w:val="00BD353B"/>
    <w:rsid w:val="00BD3921"/>
    <w:rsid w:val="00BD4717"/>
    <w:rsid w:val="00BD4FE8"/>
    <w:rsid w:val="00BD5710"/>
    <w:rsid w:val="00BD5CCE"/>
    <w:rsid w:val="00BD6699"/>
    <w:rsid w:val="00BD6BEE"/>
    <w:rsid w:val="00BD7453"/>
    <w:rsid w:val="00BE023D"/>
    <w:rsid w:val="00BE08B4"/>
    <w:rsid w:val="00BE0F12"/>
    <w:rsid w:val="00BE20A3"/>
    <w:rsid w:val="00BE2517"/>
    <w:rsid w:val="00BE272D"/>
    <w:rsid w:val="00BE277F"/>
    <w:rsid w:val="00BE3249"/>
    <w:rsid w:val="00BE4141"/>
    <w:rsid w:val="00BE4334"/>
    <w:rsid w:val="00BE5899"/>
    <w:rsid w:val="00BE7821"/>
    <w:rsid w:val="00BF0043"/>
    <w:rsid w:val="00BF0289"/>
    <w:rsid w:val="00BF065F"/>
    <w:rsid w:val="00BF06AD"/>
    <w:rsid w:val="00BF133B"/>
    <w:rsid w:val="00BF1A51"/>
    <w:rsid w:val="00BF1B5A"/>
    <w:rsid w:val="00BF22E5"/>
    <w:rsid w:val="00BF2C9C"/>
    <w:rsid w:val="00BF37E9"/>
    <w:rsid w:val="00BF43A1"/>
    <w:rsid w:val="00BF494B"/>
    <w:rsid w:val="00BF5808"/>
    <w:rsid w:val="00BF60B3"/>
    <w:rsid w:val="00BF63A5"/>
    <w:rsid w:val="00BF67EF"/>
    <w:rsid w:val="00BF6A27"/>
    <w:rsid w:val="00BF7101"/>
    <w:rsid w:val="00BF7F72"/>
    <w:rsid w:val="00C00283"/>
    <w:rsid w:val="00C00B7E"/>
    <w:rsid w:val="00C0117B"/>
    <w:rsid w:val="00C011B0"/>
    <w:rsid w:val="00C01D2B"/>
    <w:rsid w:val="00C023D9"/>
    <w:rsid w:val="00C0396E"/>
    <w:rsid w:val="00C067D1"/>
    <w:rsid w:val="00C06C61"/>
    <w:rsid w:val="00C06D76"/>
    <w:rsid w:val="00C073C6"/>
    <w:rsid w:val="00C0772D"/>
    <w:rsid w:val="00C07917"/>
    <w:rsid w:val="00C105D2"/>
    <w:rsid w:val="00C1068D"/>
    <w:rsid w:val="00C10DB0"/>
    <w:rsid w:val="00C10EAF"/>
    <w:rsid w:val="00C11938"/>
    <w:rsid w:val="00C11952"/>
    <w:rsid w:val="00C11E59"/>
    <w:rsid w:val="00C121C6"/>
    <w:rsid w:val="00C12600"/>
    <w:rsid w:val="00C12A6A"/>
    <w:rsid w:val="00C153B5"/>
    <w:rsid w:val="00C15513"/>
    <w:rsid w:val="00C1591D"/>
    <w:rsid w:val="00C1715B"/>
    <w:rsid w:val="00C1733D"/>
    <w:rsid w:val="00C17BE3"/>
    <w:rsid w:val="00C21274"/>
    <w:rsid w:val="00C21B28"/>
    <w:rsid w:val="00C21CEA"/>
    <w:rsid w:val="00C22801"/>
    <w:rsid w:val="00C22837"/>
    <w:rsid w:val="00C228AA"/>
    <w:rsid w:val="00C23869"/>
    <w:rsid w:val="00C238F8"/>
    <w:rsid w:val="00C241C4"/>
    <w:rsid w:val="00C24669"/>
    <w:rsid w:val="00C247CB"/>
    <w:rsid w:val="00C24AC9"/>
    <w:rsid w:val="00C24DA0"/>
    <w:rsid w:val="00C2555A"/>
    <w:rsid w:val="00C257A5"/>
    <w:rsid w:val="00C25AA8"/>
    <w:rsid w:val="00C26C2C"/>
    <w:rsid w:val="00C2708D"/>
    <w:rsid w:val="00C27193"/>
    <w:rsid w:val="00C278ED"/>
    <w:rsid w:val="00C27A56"/>
    <w:rsid w:val="00C27ADB"/>
    <w:rsid w:val="00C308C3"/>
    <w:rsid w:val="00C3102B"/>
    <w:rsid w:val="00C3112F"/>
    <w:rsid w:val="00C31709"/>
    <w:rsid w:val="00C32196"/>
    <w:rsid w:val="00C32D54"/>
    <w:rsid w:val="00C3313D"/>
    <w:rsid w:val="00C333FB"/>
    <w:rsid w:val="00C33651"/>
    <w:rsid w:val="00C33FB7"/>
    <w:rsid w:val="00C348DF"/>
    <w:rsid w:val="00C3499F"/>
    <w:rsid w:val="00C352F8"/>
    <w:rsid w:val="00C35D21"/>
    <w:rsid w:val="00C36E5E"/>
    <w:rsid w:val="00C37397"/>
    <w:rsid w:val="00C37517"/>
    <w:rsid w:val="00C37DDE"/>
    <w:rsid w:val="00C4084F"/>
    <w:rsid w:val="00C40C80"/>
    <w:rsid w:val="00C40D41"/>
    <w:rsid w:val="00C40EB6"/>
    <w:rsid w:val="00C41156"/>
    <w:rsid w:val="00C41C2E"/>
    <w:rsid w:val="00C41E7A"/>
    <w:rsid w:val="00C428FA"/>
    <w:rsid w:val="00C440F6"/>
    <w:rsid w:val="00C4502C"/>
    <w:rsid w:val="00C45560"/>
    <w:rsid w:val="00C45634"/>
    <w:rsid w:val="00C46324"/>
    <w:rsid w:val="00C4640B"/>
    <w:rsid w:val="00C468E5"/>
    <w:rsid w:val="00C46CF4"/>
    <w:rsid w:val="00C47143"/>
    <w:rsid w:val="00C474F2"/>
    <w:rsid w:val="00C47B4E"/>
    <w:rsid w:val="00C47F67"/>
    <w:rsid w:val="00C52687"/>
    <w:rsid w:val="00C52739"/>
    <w:rsid w:val="00C53558"/>
    <w:rsid w:val="00C53990"/>
    <w:rsid w:val="00C53EB6"/>
    <w:rsid w:val="00C56473"/>
    <w:rsid w:val="00C5761D"/>
    <w:rsid w:val="00C60B7B"/>
    <w:rsid w:val="00C60BB1"/>
    <w:rsid w:val="00C6125C"/>
    <w:rsid w:val="00C61651"/>
    <w:rsid w:val="00C620D8"/>
    <w:rsid w:val="00C6303A"/>
    <w:rsid w:val="00C648EF"/>
    <w:rsid w:val="00C65338"/>
    <w:rsid w:val="00C66D24"/>
    <w:rsid w:val="00C6718C"/>
    <w:rsid w:val="00C70118"/>
    <w:rsid w:val="00C717AE"/>
    <w:rsid w:val="00C71E13"/>
    <w:rsid w:val="00C72709"/>
    <w:rsid w:val="00C7300F"/>
    <w:rsid w:val="00C73151"/>
    <w:rsid w:val="00C73424"/>
    <w:rsid w:val="00C7390F"/>
    <w:rsid w:val="00C7418D"/>
    <w:rsid w:val="00C74AF3"/>
    <w:rsid w:val="00C7529C"/>
    <w:rsid w:val="00C75B36"/>
    <w:rsid w:val="00C76738"/>
    <w:rsid w:val="00C77019"/>
    <w:rsid w:val="00C77578"/>
    <w:rsid w:val="00C77B12"/>
    <w:rsid w:val="00C77E1D"/>
    <w:rsid w:val="00C80025"/>
    <w:rsid w:val="00C80AFC"/>
    <w:rsid w:val="00C80C75"/>
    <w:rsid w:val="00C813AE"/>
    <w:rsid w:val="00C817F6"/>
    <w:rsid w:val="00C827A3"/>
    <w:rsid w:val="00C82918"/>
    <w:rsid w:val="00C83AAD"/>
    <w:rsid w:val="00C8496F"/>
    <w:rsid w:val="00C84DAB"/>
    <w:rsid w:val="00C8518F"/>
    <w:rsid w:val="00C85199"/>
    <w:rsid w:val="00C8525F"/>
    <w:rsid w:val="00C8595E"/>
    <w:rsid w:val="00C85B67"/>
    <w:rsid w:val="00C8651A"/>
    <w:rsid w:val="00C86B3C"/>
    <w:rsid w:val="00C86B97"/>
    <w:rsid w:val="00C86D35"/>
    <w:rsid w:val="00C87607"/>
    <w:rsid w:val="00C87D6C"/>
    <w:rsid w:val="00C90068"/>
    <w:rsid w:val="00C91522"/>
    <w:rsid w:val="00C91728"/>
    <w:rsid w:val="00C91A17"/>
    <w:rsid w:val="00C91FFF"/>
    <w:rsid w:val="00C93F40"/>
    <w:rsid w:val="00C93FC7"/>
    <w:rsid w:val="00C94AAC"/>
    <w:rsid w:val="00C94DDD"/>
    <w:rsid w:val="00C94E55"/>
    <w:rsid w:val="00C9634F"/>
    <w:rsid w:val="00C96677"/>
    <w:rsid w:val="00C9731C"/>
    <w:rsid w:val="00C97E0C"/>
    <w:rsid w:val="00C97EDD"/>
    <w:rsid w:val="00CA08B4"/>
    <w:rsid w:val="00CA0943"/>
    <w:rsid w:val="00CA0A26"/>
    <w:rsid w:val="00CA1F6C"/>
    <w:rsid w:val="00CA2022"/>
    <w:rsid w:val="00CA2224"/>
    <w:rsid w:val="00CA253B"/>
    <w:rsid w:val="00CA3238"/>
    <w:rsid w:val="00CA3263"/>
    <w:rsid w:val="00CA5934"/>
    <w:rsid w:val="00CA59D6"/>
    <w:rsid w:val="00CA5F4A"/>
    <w:rsid w:val="00CA68FD"/>
    <w:rsid w:val="00CA698B"/>
    <w:rsid w:val="00CA6F30"/>
    <w:rsid w:val="00CB03FD"/>
    <w:rsid w:val="00CB0423"/>
    <w:rsid w:val="00CB0513"/>
    <w:rsid w:val="00CB0832"/>
    <w:rsid w:val="00CB11CF"/>
    <w:rsid w:val="00CB2613"/>
    <w:rsid w:val="00CB28E0"/>
    <w:rsid w:val="00CB2FCE"/>
    <w:rsid w:val="00CB4F76"/>
    <w:rsid w:val="00CB53EF"/>
    <w:rsid w:val="00CB5BD9"/>
    <w:rsid w:val="00CB5D92"/>
    <w:rsid w:val="00CB7317"/>
    <w:rsid w:val="00CC05CA"/>
    <w:rsid w:val="00CC0620"/>
    <w:rsid w:val="00CC0F1C"/>
    <w:rsid w:val="00CC13B7"/>
    <w:rsid w:val="00CC1AF0"/>
    <w:rsid w:val="00CC1F24"/>
    <w:rsid w:val="00CC23EA"/>
    <w:rsid w:val="00CC2675"/>
    <w:rsid w:val="00CC32C6"/>
    <w:rsid w:val="00CC39E6"/>
    <w:rsid w:val="00CC42A4"/>
    <w:rsid w:val="00CC45DB"/>
    <w:rsid w:val="00CC4CEB"/>
    <w:rsid w:val="00CC541C"/>
    <w:rsid w:val="00CC600A"/>
    <w:rsid w:val="00CC61AC"/>
    <w:rsid w:val="00CC6DC9"/>
    <w:rsid w:val="00CC78DA"/>
    <w:rsid w:val="00CD1021"/>
    <w:rsid w:val="00CD1402"/>
    <w:rsid w:val="00CD17CB"/>
    <w:rsid w:val="00CD221F"/>
    <w:rsid w:val="00CD24FE"/>
    <w:rsid w:val="00CD2F2F"/>
    <w:rsid w:val="00CD30D2"/>
    <w:rsid w:val="00CD3825"/>
    <w:rsid w:val="00CD3DD5"/>
    <w:rsid w:val="00CD5CE8"/>
    <w:rsid w:val="00CD6197"/>
    <w:rsid w:val="00CD6699"/>
    <w:rsid w:val="00CD6A6D"/>
    <w:rsid w:val="00CD7008"/>
    <w:rsid w:val="00CD7254"/>
    <w:rsid w:val="00CD7520"/>
    <w:rsid w:val="00CD75FC"/>
    <w:rsid w:val="00CD7AEF"/>
    <w:rsid w:val="00CE0045"/>
    <w:rsid w:val="00CE00CD"/>
    <w:rsid w:val="00CE10EE"/>
    <w:rsid w:val="00CE1376"/>
    <w:rsid w:val="00CE1385"/>
    <w:rsid w:val="00CE15D8"/>
    <w:rsid w:val="00CE17CC"/>
    <w:rsid w:val="00CE1B90"/>
    <w:rsid w:val="00CE1D52"/>
    <w:rsid w:val="00CE2B87"/>
    <w:rsid w:val="00CE2D36"/>
    <w:rsid w:val="00CE301C"/>
    <w:rsid w:val="00CE3079"/>
    <w:rsid w:val="00CE35E9"/>
    <w:rsid w:val="00CE37FC"/>
    <w:rsid w:val="00CE3D61"/>
    <w:rsid w:val="00CE4854"/>
    <w:rsid w:val="00CE5210"/>
    <w:rsid w:val="00CE5217"/>
    <w:rsid w:val="00CE5FC9"/>
    <w:rsid w:val="00CE76DD"/>
    <w:rsid w:val="00CE7851"/>
    <w:rsid w:val="00CF0B1C"/>
    <w:rsid w:val="00CF15BA"/>
    <w:rsid w:val="00CF181E"/>
    <w:rsid w:val="00CF1A92"/>
    <w:rsid w:val="00CF1C80"/>
    <w:rsid w:val="00CF2520"/>
    <w:rsid w:val="00CF2730"/>
    <w:rsid w:val="00CF28BC"/>
    <w:rsid w:val="00CF3EA7"/>
    <w:rsid w:val="00CF42AF"/>
    <w:rsid w:val="00CF56E8"/>
    <w:rsid w:val="00CF5C5C"/>
    <w:rsid w:val="00CF6F46"/>
    <w:rsid w:val="00D00194"/>
    <w:rsid w:val="00D003D8"/>
    <w:rsid w:val="00D0040A"/>
    <w:rsid w:val="00D005F9"/>
    <w:rsid w:val="00D00DCD"/>
    <w:rsid w:val="00D01358"/>
    <w:rsid w:val="00D0173E"/>
    <w:rsid w:val="00D01F9E"/>
    <w:rsid w:val="00D020D8"/>
    <w:rsid w:val="00D021C6"/>
    <w:rsid w:val="00D028E0"/>
    <w:rsid w:val="00D0322B"/>
    <w:rsid w:val="00D03394"/>
    <w:rsid w:val="00D04A41"/>
    <w:rsid w:val="00D04E66"/>
    <w:rsid w:val="00D050D7"/>
    <w:rsid w:val="00D05865"/>
    <w:rsid w:val="00D05EAB"/>
    <w:rsid w:val="00D05EDA"/>
    <w:rsid w:val="00D06346"/>
    <w:rsid w:val="00D06C4F"/>
    <w:rsid w:val="00D07574"/>
    <w:rsid w:val="00D0765B"/>
    <w:rsid w:val="00D10139"/>
    <w:rsid w:val="00D1032D"/>
    <w:rsid w:val="00D10B4C"/>
    <w:rsid w:val="00D10D26"/>
    <w:rsid w:val="00D1261A"/>
    <w:rsid w:val="00D12786"/>
    <w:rsid w:val="00D12CB2"/>
    <w:rsid w:val="00D12D72"/>
    <w:rsid w:val="00D1412C"/>
    <w:rsid w:val="00D1413C"/>
    <w:rsid w:val="00D14CDE"/>
    <w:rsid w:val="00D14E14"/>
    <w:rsid w:val="00D15806"/>
    <w:rsid w:val="00D15B35"/>
    <w:rsid w:val="00D1621A"/>
    <w:rsid w:val="00D16BA6"/>
    <w:rsid w:val="00D1745C"/>
    <w:rsid w:val="00D17845"/>
    <w:rsid w:val="00D17D96"/>
    <w:rsid w:val="00D2015D"/>
    <w:rsid w:val="00D20B21"/>
    <w:rsid w:val="00D217CE"/>
    <w:rsid w:val="00D219CD"/>
    <w:rsid w:val="00D21E5E"/>
    <w:rsid w:val="00D2220B"/>
    <w:rsid w:val="00D22952"/>
    <w:rsid w:val="00D22C06"/>
    <w:rsid w:val="00D22E28"/>
    <w:rsid w:val="00D23165"/>
    <w:rsid w:val="00D236C3"/>
    <w:rsid w:val="00D23C62"/>
    <w:rsid w:val="00D25872"/>
    <w:rsid w:val="00D2607B"/>
    <w:rsid w:val="00D26159"/>
    <w:rsid w:val="00D267E7"/>
    <w:rsid w:val="00D26D1D"/>
    <w:rsid w:val="00D27008"/>
    <w:rsid w:val="00D27347"/>
    <w:rsid w:val="00D27B6B"/>
    <w:rsid w:val="00D27EF5"/>
    <w:rsid w:val="00D3046D"/>
    <w:rsid w:val="00D30549"/>
    <w:rsid w:val="00D30DA4"/>
    <w:rsid w:val="00D32559"/>
    <w:rsid w:val="00D327CE"/>
    <w:rsid w:val="00D33A72"/>
    <w:rsid w:val="00D34C9E"/>
    <w:rsid w:val="00D35210"/>
    <w:rsid w:val="00D35C80"/>
    <w:rsid w:val="00D36029"/>
    <w:rsid w:val="00D37013"/>
    <w:rsid w:val="00D37BDC"/>
    <w:rsid w:val="00D37E11"/>
    <w:rsid w:val="00D4036B"/>
    <w:rsid w:val="00D4118D"/>
    <w:rsid w:val="00D41EB9"/>
    <w:rsid w:val="00D42BE5"/>
    <w:rsid w:val="00D43492"/>
    <w:rsid w:val="00D435A3"/>
    <w:rsid w:val="00D444D3"/>
    <w:rsid w:val="00D44922"/>
    <w:rsid w:val="00D46702"/>
    <w:rsid w:val="00D469E7"/>
    <w:rsid w:val="00D46F54"/>
    <w:rsid w:val="00D47252"/>
    <w:rsid w:val="00D47758"/>
    <w:rsid w:val="00D4794E"/>
    <w:rsid w:val="00D47F72"/>
    <w:rsid w:val="00D50FBC"/>
    <w:rsid w:val="00D51BC7"/>
    <w:rsid w:val="00D52F8B"/>
    <w:rsid w:val="00D53468"/>
    <w:rsid w:val="00D534AA"/>
    <w:rsid w:val="00D55EA7"/>
    <w:rsid w:val="00D5677E"/>
    <w:rsid w:val="00D56F16"/>
    <w:rsid w:val="00D57F1C"/>
    <w:rsid w:val="00D608A3"/>
    <w:rsid w:val="00D60AED"/>
    <w:rsid w:val="00D60C19"/>
    <w:rsid w:val="00D60D5E"/>
    <w:rsid w:val="00D61751"/>
    <w:rsid w:val="00D61951"/>
    <w:rsid w:val="00D61C4C"/>
    <w:rsid w:val="00D62486"/>
    <w:rsid w:val="00D62CDC"/>
    <w:rsid w:val="00D62E13"/>
    <w:rsid w:val="00D636EE"/>
    <w:rsid w:val="00D65AEE"/>
    <w:rsid w:val="00D65C81"/>
    <w:rsid w:val="00D66010"/>
    <w:rsid w:val="00D6678D"/>
    <w:rsid w:val="00D66ECD"/>
    <w:rsid w:val="00D67247"/>
    <w:rsid w:val="00D67F3F"/>
    <w:rsid w:val="00D7036B"/>
    <w:rsid w:val="00D71191"/>
    <w:rsid w:val="00D71C4A"/>
    <w:rsid w:val="00D72DF6"/>
    <w:rsid w:val="00D7366C"/>
    <w:rsid w:val="00D744DE"/>
    <w:rsid w:val="00D74E0C"/>
    <w:rsid w:val="00D767D5"/>
    <w:rsid w:val="00D76BCC"/>
    <w:rsid w:val="00D76C0A"/>
    <w:rsid w:val="00D76DF4"/>
    <w:rsid w:val="00D776D8"/>
    <w:rsid w:val="00D777B9"/>
    <w:rsid w:val="00D77E64"/>
    <w:rsid w:val="00D8009F"/>
    <w:rsid w:val="00D80F10"/>
    <w:rsid w:val="00D81211"/>
    <w:rsid w:val="00D81B7F"/>
    <w:rsid w:val="00D82404"/>
    <w:rsid w:val="00D826A2"/>
    <w:rsid w:val="00D82ED7"/>
    <w:rsid w:val="00D838ED"/>
    <w:rsid w:val="00D83ABF"/>
    <w:rsid w:val="00D83D05"/>
    <w:rsid w:val="00D84156"/>
    <w:rsid w:val="00D8474C"/>
    <w:rsid w:val="00D84DA0"/>
    <w:rsid w:val="00D852E5"/>
    <w:rsid w:val="00D8593A"/>
    <w:rsid w:val="00D863C4"/>
    <w:rsid w:val="00D86D09"/>
    <w:rsid w:val="00D9012F"/>
    <w:rsid w:val="00D901C9"/>
    <w:rsid w:val="00D917FE"/>
    <w:rsid w:val="00D928DC"/>
    <w:rsid w:val="00D92BF9"/>
    <w:rsid w:val="00D92EA4"/>
    <w:rsid w:val="00D931BC"/>
    <w:rsid w:val="00D94BAE"/>
    <w:rsid w:val="00D95146"/>
    <w:rsid w:val="00D954DF"/>
    <w:rsid w:val="00D95955"/>
    <w:rsid w:val="00D95B1E"/>
    <w:rsid w:val="00D9620D"/>
    <w:rsid w:val="00D96846"/>
    <w:rsid w:val="00D97132"/>
    <w:rsid w:val="00D979C4"/>
    <w:rsid w:val="00DA066F"/>
    <w:rsid w:val="00DA097A"/>
    <w:rsid w:val="00DA21B8"/>
    <w:rsid w:val="00DA3A3D"/>
    <w:rsid w:val="00DA3A61"/>
    <w:rsid w:val="00DA5136"/>
    <w:rsid w:val="00DA546B"/>
    <w:rsid w:val="00DA64F5"/>
    <w:rsid w:val="00DA7472"/>
    <w:rsid w:val="00DA78C0"/>
    <w:rsid w:val="00DA7EDE"/>
    <w:rsid w:val="00DB002F"/>
    <w:rsid w:val="00DB058C"/>
    <w:rsid w:val="00DB099F"/>
    <w:rsid w:val="00DB0BC8"/>
    <w:rsid w:val="00DB0FE3"/>
    <w:rsid w:val="00DB129A"/>
    <w:rsid w:val="00DB15F8"/>
    <w:rsid w:val="00DB28DA"/>
    <w:rsid w:val="00DB2B22"/>
    <w:rsid w:val="00DB2B8E"/>
    <w:rsid w:val="00DB2D5A"/>
    <w:rsid w:val="00DB31F4"/>
    <w:rsid w:val="00DB36B5"/>
    <w:rsid w:val="00DB3A66"/>
    <w:rsid w:val="00DB3E91"/>
    <w:rsid w:val="00DB4251"/>
    <w:rsid w:val="00DB6DEE"/>
    <w:rsid w:val="00DC0C67"/>
    <w:rsid w:val="00DC0E59"/>
    <w:rsid w:val="00DC1911"/>
    <w:rsid w:val="00DC23D9"/>
    <w:rsid w:val="00DC297A"/>
    <w:rsid w:val="00DC2F0D"/>
    <w:rsid w:val="00DC33E6"/>
    <w:rsid w:val="00DC35C7"/>
    <w:rsid w:val="00DC390A"/>
    <w:rsid w:val="00DC3978"/>
    <w:rsid w:val="00DC3DF1"/>
    <w:rsid w:val="00DC3ED2"/>
    <w:rsid w:val="00DC410A"/>
    <w:rsid w:val="00DC478B"/>
    <w:rsid w:val="00DC48E2"/>
    <w:rsid w:val="00DC4F6C"/>
    <w:rsid w:val="00DC525C"/>
    <w:rsid w:val="00DC5481"/>
    <w:rsid w:val="00DC5B23"/>
    <w:rsid w:val="00DC5B6F"/>
    <w:rsid w:val="00DC6282"/>
    <w:rsid w:val="00DC6938"/>
    <w:rsid w:val="00DC705A"/>
    <w:rsid w:val="00DC7643"/>
    <w:rsid w:val="00DC7A87"/>
    <w:rsid w:val="00DD020E"/>
    <w:rsid w:val="00DD0407"/>
    <w:rsid w:val="00DD05DC"/>
    <w:rsid w:val="00DD0675"/>
    <w:rsid w:val="00DD08D2"/>
    <w:rsid w:val="00DD1141"/>
    <w:rsid w:val="00DD1E98"/>
    <w:rsid w:val="00DD2EC2"/>
    <w:rsid w:val="00DD32E7"/>
    <w:rsid w:val="00DD3AC1"/>
    <w:rsid w:val="00DD3B2E"/>
    <w:rsid w:val="00DD3DB4"/>
    <w:rsid w:val="00DD40C1"/>
    <w:rsid w:val="00DD50FD"/>
    <w:rsid w:val="00DD6867"/>
    <w:rsid w:val="00DD6A1C"/>
    <w:rsid w:val="00DD6D1B"/>
    <w:rsid w:val="00DD6E9C"/>
    <w:rsid w:val="00DD7569"/>
    <w:rsid w:val="00DD79BD"/>
    <w:rsid w:val="00DD7AC0"/>
    <w:rsid w:val="00DD7B34"/>
    <w:rsid w:val="00DE07D7"/>
    <w:rsid w:val="00DE0DF7"/>
    <w:rsid w:val="00DE1056"/>
    <w:rsid w:val="00DE14F7"/>
    <w:rsid w:val="00DE2B61"/>
    <w:rsid w:val="00DE2EDC"/>
    <w:rsid w:val="00DE31D7"/>
    <w:rsid w:val="00DE331E"/>
    <w:rsid w:val="00DE3437"/>
    <w:rsid w:val="00DE4F8A"/>
    <w:rsid w:val="00DE591A"/>
    <w:rsid w:val="00DE5CB8"/>
    <w:rsid w:val="00DE6115"/>
    <w:rsid w:val="00DE72B9"/>
    <w:rsid w:val="00DE7804"/>
    <w:rsid w:val="00DE7F88"/>
    <w:rsid w:val="00DE7FC8"/>
    <w:rsid w:val="00DF0071"/>
    <w:rsid w:val="00DF06BA"/>
    <w:rsid w:val="00DF0B23"/>
    <w:rsid w:val="00DF0DE5"/>
    <w:rsid w:val="00DF11BF"/>
    <w:rsid w:val="00DF1856"/>
    <w:rsid w:val="00DF1D48"/>
    <w:rsid w:val="00DF26E5"/>
    <w:rsid w:val="00DF2F32"/>
    <w:rsid w:val="00DF32E0"/>
    <w:rsid w:val="00DF34FE"/>
    <w:rsid w:val="00DF35E7"/>
    <w:rsid w:val="00DF390F"/>
    <w:rsid w:val="00DF4055"/>
    <w:rsid w:val="00DF6132"/>
    <w:rsid w:val="00DF6265"/>
    <w:rsid w:val="00DF66A6"/>
    <w:rsid w:val="00DF6955"/>
    <w:rsid w:val="00DF6E6C"/>
    <w:rsid w:val="00DF76B0"/>
    <w:rsid w:val="00E0028B"/>
    <w:rsid w:val="00E007E4"/>
    <w:rsid w:val="00E00EF0"/>
    <w:rsid w:val="00E01342"/>
    <w:rsid w:val="00E01BB2"/>
    <w:rsid w:val="00E01C03"/>
    <w:rsid w:val="00E0289B"/>
    <w:rsid w:val="00E03682"/>
    <w:rsid w:val="00E04C3F"/>
    <w:rsid w:val="00E04DAE"/>
    <w:rsid w:val="00E04DB8"/>
    <w:rsid w:val="00E05C65"/>
    <w:rsid w:val="00E061CA"/>
    <w:rsid w:val="00E064D9"/>
    <w:rsid w:val="00E06CBA"/>
    <w:rsid w:val="00E06DB2"/>
    <w:rsid w:val="00E07001"/>
    <w:rsid w:val="00E071F0"/>
    <w:rsid w:val="00E0728F"/>
    <w:rsid w:val="00E07714"/>
    <w:rsid w:val="00E07B05"/>
    <w:rsid w:val="00E104D1"/>
    <w:rsid w:val="00E10A18"/>
    <w:rsid w:val="00E10E7C"/>
    <w:rsid w:val="00E1146A"/>
    <w:rsid w:val="00E13373"/>
    <w:rsid w:val="00E136B8"/>
    <w:rsid w:val="00E14113"/>
    <w:rsid w:val="00E14282"/>
    <w:rsid w:val="00E147C2"/>
    <w:rsid w:val="00E14A16"/>
    <w:rsid w:val="00E14A1D"/>
    <w:rsid w:val="00E14B6B"/>
    <w:rsid w:val="00E153EF"/>
    <w:rsid w:val="00E15FE8"/>
    <w:rsid w:val="00E164B7"/>
    <w:rsid w:val="00E168C8"/>
    <w:rsid w:val="00E16A2A"/>
    <w:rsid w:val="00E17EFF"/>
    <w:rsid w:val="00E20895"/>
    <w:rsid w:val="00E20FD4"/>
    <w:rsid w:val="00E21A64"/>
    <w:rsid w:val="00E21C7F"/>
    <w:rsid w:val="00E21FC0"/>
    <w:rsid w:val="00E2214C"/>
    <w:rsid w:val="00E2237C"/>
    <w:rsid w:val="00E22843"/>
    <w:rsid w:val="00E22A71"/>
    <w:rsid w:val="00E22B10"/>
    <w:rsid w:val="00E2339E"/>
    <w:rsid w:val="00E24655"/>
    <w:rsid w:val="00E255E2"/>
    <w:rsid w:val="00E259F7"/>
    <w:rsid w:val="00E25F14"/>
    <w:rsid w:val="00E261BB"/>
    <w:rsid w:val="00E2675E"/>
    <w:rsid w:val="00E26D96"/>
    <w:rsid w:val="00E26E14"/>
    <w:rsid w:val="00E26EAA"/>
    <w:rsid w:val="00E27135"/>
    <w:rsid w:val="00E279C8"/>
    <w:rsid w:val="00E27F82"/>
    <w:rsid w:val="00E30D0F"/>
    <w:rsid w:val="00E30DB4"/>
    <w:rsid w:val="00E315AB"/>
    <w:rsid w:val="00E3187D"/>
    <w:rsid w:val="00E32ADA"/>
    <w:rsid w:val="00E33C91"/>
    <w:rsid w:val="00E33F15"/>
    <w:rsid w:val="00E345AE"/>
    <w:rsid w:val="00E355B3"/>
    <w:rsid w:val="00E35F6A"/>
    <w:rsid w:val="00E3602D"/>
    <w:rsid w:val="00E362A2"/>
    <w:rsid w:val="00E3631B"/>
    <w:rsid w:val="00E363DF"/>
    <w:rsid w:val="00E36972"/>
    <w:rsid w:val="00E37052"/>
    <w:rsid w:val="00E376E1"/>
    <w:rsid w:val="00E42360"/>
    <w:rsid w:val="00E42958"/>
    <w:rsid w:val="00E42AE4"/>
    <w:rsid w:val="00E43564"/>
    <w:rsid w:val="00E4397C"/>
    <w:rsid w:val="00E44242"/>
    <w:rsid w:val="00E44816"/>
    <w:rsid w:val="00E450A6"/>
    <w:rsid w:val="00E451D6"/>
    <w:rsid w:val="00E4645E"/>
    <w:rsid w:val="00E47344"/>
    <w:rsid w:val="00E473EE"/>
    <w:rsid w:val="00E5031B"/>
    <w:rsid w:val="00E505FF"/>
    <w:rsid w:val="00E50FFF"/>
    <w:rsid w:val="00E513F1"/>
    <w:rsid w:val="00E53A15"/>
    <w:rsid w:val="00E53B21"/>
    <w:rsid w:val="00E545E4"/>
    <w:rsid w:val="00E54A7E"/>
    <w:rsid w:val="00E54A95"/>
    <w:rsid w:val="00E54DD2"/>
    <w:rsid w:val="00E55193"/>
    <w:rsid w:val="00E554F3"/>
    <w:rsid w:val="00E55520"/>
    <w:rsid w:val="00E55BB3"/>
    <w:rsid w:val="00E56286"/>
    <w:rsid w:val="00E566C2"/>
    <w:rsid w:val="00E57152"/>
    <w:rsid w:val="00E57A75"/>
    <w:rsid w:val="00E57CE2"/>
    <w:rsid w:val="00E60516"/>
    <w:rsid w:val="00E60B37"/>
    <w:rsid w:val="00E60C45"/>
    <w:rsid w:val="00E6307C"/>
    <w:rsid w:val="00E63904"/>
    <w:rsid w:val="00E64136"/>
    <w:rsid w:val="00E64162"/>
    <w:rsid w:val="00E64F29"/>
    <w:rsid w:val="00E65003"/>
    <w:rsid w:val="00E65655"/>
    <w:rsid w:val="00E66F2A"/>
    <w:rsid w:val="00E6740F"/>
    <w:rsid w:val="00E710A2"/>
    <w:rsid w:val="00E7118B"/>
    <w:rsid w:val="00E712C7"/>
    <w:rsid w:val="00E71A49"/>
    <w:rsid w:val="00E71DD2"/>
    <w:rsid w:val="00E71F13"/>
    <w:rsid w:val="00E72729"/>
    <w:rsid w:val="00E7299D"/>
    <w:rsid w:val="00E72E0A"/>
    <w:rsid w:val="00E72F6C"/>
    <w:rsid w:val="00E72F6D"/>
    <w:rsid w:val="00E740D8"/>
    <w:rsid w:val="00E74228"/>
    <w:rsid w:val="00E74650"/>
    <w:rsid w:val="00E74990"/>
    <w:rsid w:val="00E749B0"/>
    <w:rsid w:val="00E7507E"/>
    <w:rsid w:val="00E7582B"/>
    <w:rsid w:val="00E75D76"/>
    <w:rsid w:val="00E76907"/>
    <w:rsid w:val="00E76951"/>
    <w:rsid w:val="00E76C87"/>
    <w:rsid w:val="00E76F52"/>
    <w:rsid w:val="00E77AA6"/>
    <w:rsid w:val="00E77E2E"/>
    <w:rsid w:val="00E80AE5"/>
    <w:rsid w:val="00E8195E"/>
    <w:rsid w:val="00E84660"/>
    <w:rsid w:val="00E848AF"/>
    <w:rsid w:val="00E8534C"/>
    <w:rsid w:val="00E8541F"/>
    <w:rsid w:val="00E85A09"/>
    <w:rsid w:val="00E85CE4"/>
    <w:rsid w:val="00E86137"/>
    <w:rsid w:val="00E86BF6"/>
    <w:rsid w:val="00E8790A"/>
    <w:rsid w:val="00E90DCB"/>
    <w:rsid w:val="00E9108B"/>
    <w:rsid w:val="00E91541"/>
    <w:rsid w:val="00E9157C"/>
    <w:rsid w:val="00E9182E"/>
    <w:rsid w:val="00E91AA5"/>
    <w:rsid w:val="00E9283F"/>
    <w:rsid w:val="00E93756"/>
    <w:rsid w:val="00E93B26"/>
    <w:rsid w:val="00E941E1"/>
    <w:rsid w:val="00E946A7"/>
    <w:rsid w:val="00E94941"/>
    <w:rsid w:val="00E95158"/>
    <w:rsid w:val="00E9578A"/>
    <w:rsid w:val="00E957B7"/>
    <w:rsid w:val="00E960D6"/>
    <w:rsid w:val="00E9672A"/>
    <w:rsid w:val="00E968E1"/>
    <w:rsid w:val="00E979D8"/>
    <w:rsid w:val="00EA0655"/>
    <w:rsid w:val="00EA0A1B"/>
    <w:rsid w:val="00EA0B4C"/>
    <w:rsid w:val="00EA11C0"/>
    <w:rsid w:val="00EA1F66"/>
    <w:rsid w:val="00EA210C"/>
    <w:rsid w:val="00EA2B70"/>
    <w:rsid w:val="00EA2C21"/>
    <w:rsid w:val="00EA2D25"/>
    <w:rsid w:val="00EA354E"/>
    <w:rsid w:val="00EA36A8"/>
    <w:rsid w:val="00EA423E"/>
    <w:rsid w:val="00EA4288"/>
    <w:rsid w:val="00EA4627"/>
    <w:rsid w:val="00EA4F74"/>
    <w:rsid w:val="00EA56C0"/>
    <w:rsid w:val="00EA60EA"/>
    <w:rsid w:val="00EA66B5"/>
    <w:rsid w:val="00EA6BE1"/>
    <w:rsid w:val="00EA793E"/>
    <w:rsid w:val="00EA7ABE"/>
    <w:rsid w:val="00EA7FB6"/>
    <w:rsid w:val="00EB015C"/>
    <w:rsid w:val="00EB04D9"/>
    <w:rsid w:val="00EB0896"/>
    <w:rsid w:val="00EB0BE1"/>
    <w:rsid w:val="00EB1009"/>
    <w:rsid w:val="00EB1BD1"/>
    <w:rsid w:val="00EB1C11"/>
    <w:rsid w:val="00EB23BE"/>
    <w:rsid w:val="00EB26AF"/>
    <w:rsid w:val="00EB3C5D"/>
    <w:rsid w:val="00EB46FC"/>
    <w:rsid w:val="00EB4809"/>
    <w:rsid w:val="00EB49A0"/>
    <w:rsid w:val="00EB4DA1"/>
    <w:rsid w:val="00EB57B8"/>
    <w:rsid w:val="00EB5AC3"/>
    <w:rsid w:val="00EB60A5"/>
    <w:rsid w:val="00EB6CF4"/>
    <w:rsid w:val="00EB732D"/>
    <w:rsid w:val="00EB7366"/>
    <w:rsid w:val="00EB7DF5"/>
    <w:rsid w:val="00EB7FC6"/>
    <w:rsid w:val="00EC02F7"/>
    <w:rsid w:val="00EC047B"/>
    <w:rsid w:val="00EC0ABA"/>
    <w:rsid w:val="00EC0AE4"/>
    <w:rsid w:val="00EC0D3A"/>
    <w:rsid w:val="00EC0E81"/>
    <w:rsid w:val="00EC15F7"/>
    <w:rsid w:val="00EC2047"/>
    <w:rsid w:val="00EC2506"/>
    <w:rsid w:val="00EC2CD6"/>
    <w:rsid w:val="00EC3AA0"/>
    <w:rsid w:val="00EC3D0C"/>
    <w:rsid w:val="00EC3E29"/>
    <w:rsid w:val="00EC4E5B"/>
    <w:rsid w:val="00EC6791"/>
    <w:rsid w:val="00EC68B6"/>
    <w:rsid w:val="00EC695F"/>
    <w:rsid w:val="00ED003B"/>
    <w:rsid w:val="00ED01BF"/>
    <w:rsid w:val="00ED01E4"/>
    <w:rsid w:val="00ED0938"/>
    <w:rsid w:val="00ED0C54"/>
    <w:rsid w:val="00ED1555"/>
    <w:rsid w:val="00ED1E21"/>
    <w:rsid w:val="00ED2E1A"/>
    <w:rsid w:val="00ED353A"/>
    <w:rsid w:val="00ED3C0A"/>
    <w:rsid w:val="00ED3D0D"/>
    <w:rsid w:val="00ED3EAE"/>
    <w:rsid w:val="00ED449D"/>
    <w:rsid w:val="00ED4AF1"/>
    <w:rsid w:val="00ED4E71"/>
    <w:rsid w:val="00ED603C"/>
    <w:rsid w:val="00ED60BB"/>
    <w:rsid w:val="00ED6BFD"/>
    <w:rsid w:val="00ED7270"/>
    <w:rsid w:val="00ED78BE"/>
    <w:rsid w:val="00EE0112"/>
    <w:rsid w:val="00EE020D"/>
    <w:rsid w:val="00EE0663"/>
    <w:rsid w:val="00EE16E6"/>
    <w:rsid w:val="00EE17F6"/>
    <w:rsid w:val="00EE1829"/>
    <w:rsid w:val="00EE1A6E"/>
    <w:rsid w:val="00EE22AA"/>
    <w:rsid w:val="00EE2624"/>
    <w:rsid w:val="00EE267D"/>
    <w:rsid w:val="00EE2700"/>
    <w:rsid w:val="00EE2B16"/>
    <w:rsid w:val="00EE2EE8"/>
    <w:rsid w:val="00EE4762"/>
    <w:rsid w:val="00EE4D5F"/>
    <w:rsid w:val="00EE4EAF"/>
    <w:rsid w:val="00EE5C5F"/>
    <w:rsid w:val="00EE65A0"/>
    <w:rsid w:val="00EE7444"/>
    <w:rsid w:val="00EF39BF"/>
    <w:rsid w:val="00EF4451"/>
    <w:rsid w:val="00EF47A8"/>
    <w:rsid w:val="00EF4CA6"/>
    <w:rsid w:val="00EF4E3D"/>
    <w:rsid w:val="00EF4F11"/>
    <w:rsid w:val="00EF5CAD"/>
    <w:rsid w:val="00EF678C"/>
    <w:rsid w:val="00EF74A2"/>
    <w:rsid w:val="00EF7E35"/>
    <w:rsid w:val="00F00030"/>
    <w:rsid w:val="00F00D8B"/>
    <w:rsid w:val="00F011C3"/>
    <w:rsid w:val="00F013A2"/>
    <w:rsid w:val="00F01D30"/>
    <w:rsid w:val="00F021AE"/>
    <w:rsid w:val="00F034A1"/>
    <w:rsid w:val="00F03A44"/>
    <w:rsid w:val="00F04764"/>
    <w:rsid w:val="00F04D55"/>
    <w:rsid w:val="00F05027"/>
    <w:rsid w:val="00F05ADF"/>
    <w:rsid w:val="00F069FE"/>
    <w:rsid w:val="00F07AAB"/>
    <w:rsid w:val="00F100D2"/>
    <w:rsid w:val="00F105AD"/>
    <w:rsid w:val="00F10625"/>
    <w:rsid w:val="00F112DB"/>
    <w:rsid w:val="00F11C81"/>
    <w:rsid w:val="00F12330"/>
    <w:rsid w:val="00F123D0"/>
    <w:rsid w:val="00F1284F"/>
    <w:rsid w:val="00F12D50"/>
    <w:rsid w:val="00F130C6"/>
    <w:rsid w:val="00F13E04"/>
    <w:rsid w:val="00F140A2"/>
    <w:rsid w:val="00F14E75"/>
    <w:rsid w:val="00F1514F"/>
    <w:rsid w:val="00F165F0"/>
    <w:rsid w:val="00F16C8D"/>
    <w:rsid w:val="00F16EC6"/>
    <w:rsid w:val="00F1714B"/>
    <w:rsid w:val="00F179EB"/>
    <w:rsid w:val="00F201EE"/>
    <w:rsid w:val="00F20205"/>
    <w:rsid w:val="00F20868"/>
    <w:rsid w:val="00F20FDD"/>
    <w:rsid w:val="00F2132F"/>
    <w:rsid w:val="00F21392"/>
    <w:rsid w:val="00F21662"/>
    <w:rsid w:val="00F219FE"/>
    <w:rsid w:val="00F21A93"/>
    <w:rsid w:val="00F21DBF"/>
    <w:rsid w:val="00F224E9"/>
    <w:rsid w:val="00F23E0A"/>
    <w:rsid w:val="00F24EBA"/>
    <w:rsid w:val="00F2579E"/>
    <w:rsid w:val="00F25F5A"/>
    <w:rsid w:val="00F25F7C"/>
    <w:rsid w:val="00F261A1"/>
    <w:rsid w:val="00F26763"/>
    <w:rsid w:val="00F2698E"/>
    <w:rsid w:val="00F26C29"/>
    <w:rsid w:val="00F3075D"/>
    <w:rsid w:val="00F3146E"/>
    <w:rsid w:val="00F31B8A"/>
    <w:rsid w:val="00F31BDB"/>
    <w:rsid w:val="00F31C26"/>
    <w:rsid w:val="00F32806"/>
    <w:rsid w:val="00F3487B"/>
    <w:rsid w:val="00F34D55"/>
    <w:rsid w:val="00F34E40"/>
    <w:rsid w:val="00F34E7C"/>
    <w:rsid w:val="00F36582"/>
    <w:rsid w:val="00F37CB6"/>
    <w:rsid w:val="00F40630"/>
    <w:rsid w:val="00F4092A"/>
    <w:rsid w:val="00F409FE"/>
    <w:rsid w:val="00F41166"/>
    <w:rsid w:val="00F414C1"/>
    <w:rsid w:val="00F4299C"/>
    <w:rsid w:val="00F433AA"/>
    <w:rsid w:val="00F437E6"/>
    <w:rsid w:val="00F43EC9"/>
    <w:rsid w:val="00F44017"/>
    <w:rsid w:val="00F441B8"/>
    <w:rsid w:val="00F4427D"/>
    <w:rsid w:val="00F444A8"/>
    <w:rsid w:val="00F44DFE"/>
    <w:rsid w:val="00F45450"/>
    <w:rsid w:val="00F45B15"/>
    <w:rsid w:val="00F46403"/>
    <w:rsid w:val="00F47705"/>
    <w:rsid w:val="00F4783F"/>
    <w:rsid w:val="00F47BEC"/>
    <w:rsid w:val="00F47E23"/>
    <w:rsid w:val="00F5066F"/>
    <w:rsid w:val="00F50972"/>
    <w:rsid w:val="00F514EC"/>
    <w:rsid w:val="00F52CD8"/>
    <w:rsid w:val="00F54618"/>
    <w:rsid w:val="00F55677"/>
    <w:rsid w:val="00F5627C"/>
    <w:rsid w:val="00F57673"/>
    <w:rsid w:val="00F57865"/>
    <w:rsid w:val="00F57A07"/>
    <w:rsid w:val="00F57ECD"/>
    <w:rsid w:val="00F60008"/>
    <w:rsid w:val="00F60C09"/>
    <w:rsid w:val="00F60FED"/>
    <w:rsid w:val="00F6103A"/>
    <w:rsid w:val="00F61680"/>
    <w:rsid w:val="00F6221D"/>
    <w:rsid w:val="00F62FCA"/>
    <w:rsid w:val="00F634BD"/>
    <w:rsid w:val="00F637BC"/>
    <w:rsid w:val="00F63BFB"/>
    <w:rsid w:val="00F63FDA"/>
    <w:rsid w:val="00F644F9"/>
    <w:rsid w:val="00F64759"/>
    <w:rsid w:val="00F66804"/>
    <w:rsid w:val="00F66978"/>
    <w:rsid w:val="00F67288"/>
    <w:rsid w:val="00F70211"/>
    <w:rsid w:val="00F70924"/>
    <w:rsid w:val="00F70946"/>
    <w:rsid w:val="00F72D2B"/>
    <w:rsid w:val="00F737CF"/>
    <w:rsid w:val="00F756F6"/>
    <w:rsid w:val="00F75F94"/>
    <w:rsid w:val="00F76F9C"/>
    <w:rsid w:val="00F77A93"/>
    <w:rsid w:val="00F77BEC"/>
    <w:rsid w:val="00F80E06"/>
    <w:rsid w:val="00F80F50"/>
    <w:rsid w:val="00F8115E"/>
    <w:rsid w:val="00F816B3"/>
    <w:rsid w:val="00F818D6"/>
    <w:rsid w:val="00F82F72"/>
    <w:rsid w:val="00F83010"/>
    <w:rsid w:val="00F830EC"/>
    <w:rsid w:val="00F83E1C"/>
    <w:rsid w:val="00F84BB5"/>
    <w:rsid w:val="00F84F67"/>
    <w:rsid w:val="00F850C7"/>
    <w:rsid w:val="00F862B9"/>
    <w:rsid w:val="00F869DC"/>
    <w:rsid w:val="00F86D81"/>
    <w:rsid w:val="00F90705"/>
    <w:rsid w:val="00F91076"/>
    <w:rsid w:val="00F91BB3"/>
    <w:rsid w:val="00F91C26"/>
    <w:rsid w:val="00F92289"/>
    <w:rsid w:val="00F92BC3"/>
    <w:rsid w:val="00F92F01"/>
    <w:rsid w:val="00F9444E"/>
    <w:rsid w:val="00F9451D"/>
    <w:rsid w:val="00F95A68"/>
    <w:rsid w:val="00F95AD8"/>
    <w:rsid w:val="00F95BE2"/>
    <w:rsid w:val="00F97694"/>
    <w:rsid w:val="00FA044D"/>
    <w:rsid w:val="00FA0D26"/>
    <w:rsid w:val="00FA184A"/>
    <w:rsid w:val="00FA1DAE"/>
    <w:rsid w:val="00FA2486"/>
    <w:rsid w:val="00FA2796"/>
    <w:rsid w:val="00FA374F"/>
    <w:rsid w:val="00FA3D8B"/>
    <w:rsid w:val="00FA5232"/>
    <w:rsid w:val="00FA6319"/>
    <w:rsid w:val="00FA6A09"/>
    <w:rsid w:val="00FA6BD5"/>
    <w:rsid w:val="00FA726F"/>
    <w:rsid w:val="00FA7BAA"/>
    <w:rsid w:val="00FA7DB7"/>
    <w:rsid w:val="00FB06E3"/>
    <w:rsid w:val="00FB0734"/>
    <w:rsid w:val="00FB1287"/>
    <w:rsid w:val="00FB1B9C"/>
    <w:rsid w:val="00FB1EB7"/>
    <w:rsid w:val="00FB2080"/>
    <w:rsid w:val="00FB21BE"/>
    <w:rsid w:val="00FB27CD"/>
    <w:rsid w:val="00FB334B"/>
    <w:rsid w:val="00FB36DF"/>
    <w:rsid w:val="00FB38AD"/>
    <w:rsid w:val="00FB5A67"/>
    <w:rsid w:val="00FB6BAA"/>
    <w:rsid w:val="00FB6D39"/>
    <w:rsid w:val="00FB6FF5"/>
    <w:rsid w:val="00FC0308"/>
    <w:rsid w:val="00FC0357"/>
    <w:rsid w:val="00FC0B8D"/>
    <w:rsid w:val="00FC0F11"/>
    <w:rsid w:val="00FC0F5B"/>
    <w:rsid w:val="00FC12D0"/>
    <w:rsid w:val="00FC1472"/>
    <w:rsid w:val="00FC15DE"/>
    <w:rsid w:val="00FC15F7"/>
    <w:rsid w:val="00FC1B0E"/>
    <w:rsid w:val="00FC1CB3"/>
    <w:rsid w:val="00FC2353"/>
    <w:rsid w:val="00FC2BF8"/>
    <w:rsid w:val="00FC3856"/>
    <w:rsid w:val="00FC3BAC"/>
    <w:rsid w:val="00FC3BB6"/>
    <w:rsid w:val="00FC4052"/>
    <w:rsid w:val="00FC4213"/>
    <w:rsid w:val="00FC4E8A"/>
    <w:rsid w:val="00FC5EAF"/>
    <w:rsid w:val="00FC655C"/>
    <w:rsid w:val="00FC6B29"/>
    <w:rsid w:val="00FC7704"/>
    <w:rsid w:val="00FC7970"/>
    <w:rsid w:val="00FC7D59"/>
    <w:rsid w:val="00FD0014"/>
    <w:rsid w:val="00FD0BE7"/>
    <w:rsid w:val="00FD1B8D"/>
    <w:rsid w:val="00FD224B"/>
    <w:rsid w:val="00FD248B"/>
    <w:rsid w:val="00FD2DBF"/>
    <w:rsid w:val="00FD5F79"/>
    <w:rsid w:val="00FD60E0"/>
    <w:rsid w:val="00FD63A1"/>
    <w:rsid w:val="00FD651D"/>
    <w:rsid w:val="00FD6B7E"/>
    <w:rsid w:val="00FD6F4F"/>
    <w:rsid w:val="00FD7416"/>
    <w:rsid w:val="00FD7535"/>
    <w:rsid w:val="00FE0417"/>
    <w:rsid w:val="00FE055C"/>
    <w:rsid w:val="00FE1655"/>
    <w:rsid w:val="00FE177A"/>
    <w:rsid w:val="00FE24BA"/>
    <w:rsid w:val="00FE25AA"/>
    <w:rsid w:val="00FE28A7"/>
    <w:rsid w:val="00FE2DB6"/>
    <w:rsid w:val="00FE329A"/>
    <w:rsid w:val="00FE3648"/>
    <w:rsid w:val="00FE385B"/>
    <w:rsid w:val="00FE399C"/>
    <w:rsid w:val="00FE39FE"/>
    <w:rsid w:val="00FE3CA5"/>
    <w:rsid w:val="00FE3FA6"/>
    <w:rsid w:val="00FE4C92"/>
    <w:rsid w:val="00FE4CE1"/>
    <w:rsid w:val="00FE5239"/>
    <w:rsid w:val="00FE5AD0"/>
    <w:rsid w:val="00FE6021"/>
    <w:rsid w:val="00FE61C2"/>
    <w:rsid w:val="00FE6863"/>
    <w:rsid w:val="00FF0391"/>
    <w:rsid w:val="00FF087A"/>
    <w:rsid w:val="00FF0D4B"/>
    <w:rsid w:val="00FF1A8D"/>
    <w:rsid w:val="00FF3F40"/>
    <w:rsid w:val="00FF418E"/>
    <w:rsid w:val="00FF4AA5"/>
    <w:rsid w:val="00FF4EF3"/>
    <w:rsid w:val="00FF52F5"/>
    <w:rsid w:val="00FF54F6"/>
    <w:rsid w:val="00FF603D"/>
    <w:rsid w:val="00FF69AA"/>
    <w:rsid w:val="00FF7921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B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070"/>
      <w:jc w:val="center"/>
      <w:outlineLvl w:val="0"/>
    </w:pPr>
    <w:rPr>
      <w:rFonts w:ascii="Batang" w:eastAsia="Batang" w:hAnsi="Batang" w:cs="Tahoma"/>
      <w:b/>
      <w:bCs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Batang" w:eastAsia="Batang" w:hAnsi="Batang" w:cs="Tahoma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left="372" w:firstLine="348"/>
      <w:outlineLvl w:val="2"/>
    </w:pPr>
    <w:rPr>
      <w:rFonts w:ascii="Batang" w:eastAsia="Batang" w:hAnsi="Batang" w:cs="Tahoma"/>
      <w:b/>
      <w:b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ind w:left="720"/>
      <w:outlineLvl w:val="3"/>
    </w:pPr>
    <w:rPr>
      <w:rFonts w:ascii="Batang" w:eastAsia="Batang" w:hAnsi="Batang" w:cs="Tahoma"/>
      <w:b/>
      <w:bCs/>
      <w:sz w:val="22"/>
      <w:u w:val="single"/>
    </w:rPr>
  </w:style>
  <w:style w:type="paragraph" w:styleId="Titre5">
    <w:name w:val="heading 5"/>
    <w:basedOn w:val="Normal"/>
    <w:next w:val="Normal"/>
    <w:qFormat/>
    <w:pPr>
      <w:keepNext/>
      <w:ind w:firstLine="720"/>
      <w:outlineLvl w:val="4"/>
    </w:pPr>
    <w:rPr>
      <w:rFonts w:eastAsia="Batang"/>
      <w:b/>
      <w:bCs/>
    </w:rPr>
  </w:style>
  <w:style w:type="paragraph" w:styleId="Titre6">
    <w:name w:val="heading 6"/>
    <w:basedOn w:val="Normal"/>
    <w:next w:val="Normal"/>
    <w:qFormat/>
    <w:pPr>
      <w:keepNext/>
      <w:ind w:left="720"/>
      <w:outlineLvl w:val="5"/>
    </w:pPr>
    <w:rPr>
      <w:rFonts w:eastAsia="Batang"/>
      <w:b/>
      <w:bCs/>
      <w:u w:val="single"/>
    </w:rPr>
  </w:style>
  <w:style w:type="paragraph" w:styleId="Titre7">
    <w:name w:val="heading 7"/>
    <w:basedOn w:val="Normal"/>
    <w:next w:val="Normal"/>
    <w:qFormat/>
    <w:pPr>
      <w:keepNext/>
      <w:ind w:firstLine="720"/>
      <w:outlineLvl w:val="6"/>
    </w:pPr>
    <w:rPr>
      <w:rFonts w:ascii="Batang" w:eastAsia="Batang" w:hAnsi="Batang" w:cs="Tahoma"/>
      <w:b/>
      <w:bCs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1070" w:hanging="350"/>
      <w:outlineLvl w:val="7"/>
    </w:pPr>
    <w:rPr>
      <w:rFonts w:ascii="Batang" w:eastAsia="Batang" w:hAnsi="Batang" w:cs="Tahoma"/>
      <w:b/>
      <w:bCs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firstLine="708"/>
      <w:outlineLvl w:val="8"/>
    </w:pPr>
    <w:rPr>
      <w:rFonts w:ascii="Batang" w:eastAsia="Batang" w:hAnsi="Batang" w:cs="Tahoma"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Batang" w:eastAsia="Batang" w:hAnsi="Batang" w:cs="Tahoma"/>
      <w:b/>
      <w:bCs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74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4">
    <w:name w:val="List 4"/>
    <w:basedOn w:val="Normal"/>
    <w:rsid w:val="004336F3"/>
    <w:pPr>
      <w:ind w:left="1132" w:hanging="283"/>
    </w:pPr>
  </w:style>
  <w:style w:type="paragraph" w:styleId="Listepuces2">
    <w:name w:val="List Bullet 2"/>
    <w:basedOn w:val="Normal"/>
    <w:rsid w:val="004336F3"/>
    <w:pPr>
      <w:numPr>
        <w:numId w:val="1"/>
      </w:numPr>
    </w:pPr>
  </w:style>
  <w:style w:type="paragraph" w:styleId="Listepuces3">
    <w:name w:val="List Bullet 3"/>
    <w:basedOn w:val="Normal"/>
    <w:rsid w:val="004336F3"/>
    <w:pPr>
      <w:numPr>
        <w:numId w:val="2"/>
      </w:numPr>
    </w:pPr>
  </w:style>
  <w:style w:type="paragraph" w:styleId="Corpsdetexte">
    <w:name w:val="Body Text"/>
    <w:basedOn w:val="Normal"/>
    <w:rsid w:val="004336F3"/>
    <w:pPr>
      <w:spacing w:after="120"/>
    </w:pPr>
  </w:style>
  <w:style w:type="paragraph" w:styleId="Retrait1religne">
    <w:name w:val="Body Text First Indent"/>
    <w:basedOn w:val="Corpsdetexte"/>
    <w:rsid w:val="004336F3"/>
    <w:pPr>
      <w:ind w:firstLine="210"/>
    </w:pPr>
  </w:style>
  <w:style w:type="paragraph" w:styleId="En-tte">
    <w:name w:val="header"/>
    <w:basedOn w:val="Normal"/>
    <w:rsid w:val="00580455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Marquedecommentaire">
    <w:name w:val="annotation reference"/>
    <w:semiHidden/>
    <w:rsid w:val="00B94ECC"/>
    <w:rPr>
      <w:sz w:val="16"/>
      <w:szCs w:val="16"/>
    </w:rPr>
  </w:style>
  <w:style w:type="paragraph" w:styleId="Commentaire">
    <w:name w:val="annotation text"/>
    <w:basedOn w:val="Normal"/>
    <w:semiHidden/>
    <w:rsid w:val="00B94EC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94ECC"/>
    <w:rPr>
      <w:b/>
      <w:bCs/>
    </w:rPr>
  </w:style>
  <w:style w:type="character" w:customStyle="1" w:styleId="object">
    <w:name w:val="object"/>
    <w:basedOn w:val="Policepardfaut"/>
    <w:rsid w:val="00310D66"/>
  </w:style>
  <w:style w:type="paragraph" w:styleId="Pieddepage">
    <w:name w:val="footer"/>
    <w:basedOn w:val="Normal"/>
    <w:rsid w:val="0067150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71509"/>
  </w:style>
  <w:style w:type="paragraph" w:styleId="Paragraphedeliste">
    <w:name w:val="List Paragraph"/>
    <w:basedOn w:val="Normal"/>
    <w:uiPriority w:val="34"/>
    <w:qFormat/>
    <w:rsid w:val="000C26E4"/>
    <w:pPr>
      <w:ind w:left="720"/>
      <w:contextualSpacing/>
    </w:pPr>
  </w:style>
  <w:style w:type="character" w:customStyle="1" w:styleId="object3">
    <w:name w:val="object3"/>
    <w:basedOn w:val="Policepardfaut"/>
    <w:rsid w:val="0073627C"/>
  </w:style>
  <w:style w:type="numbering" w:customStyle="1" w:styleId="Style1">
    <w:name w:val="Style1"/>
    <w:uiPriority w:val="99"/>
    <w:rsid w:val="0019526C"/>
    <w:pPr>
      <w:numPr>
        <w:numId w:val="6"/>
      </w:numPr>
    </w:pPr>
  </w:style>
  <w:style w:type="character" w:styleId="lev">
    <w:name w:val="Strong"/>
    <w:basedOn w:val="Policepardfaut"/>
    <w:uiPriority w:val="22"/>
    <w:qFormat/>
    <w:rsid w:val="00EC0ABA"/>
    <w:rPr>
      <w:b/>
      <w:bCs/>
    </w:rPr>
  </w:style>
  <w:style w:type="character" w:customStyle="1" w:styleId="zmsearchresult">
    <w:name w:val="zmsearchresult"/>
    <w:basedOn w:val="Policepardfaut"/>
    <w:rsid w:val="00386D59"/>
  </w:style>
  <w:style w:type="paragraph" w:styleId="Retraitcorpsdetexte">
    <w:name w:val="Body Text Indent"/>
    <w:basedOn w:val="Normal"/>
    <w:link w:val="RetraitcorpsdetexteCar"/>
    <w:rsid w:val="00091C6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091C6C"/>
    <w:rPr>
      <w:sz w:val="24"/>
      <w:szCs w:val="24"/>
    </w:rPr>
  </w:style>
  <w:style w:type="paragraph" w:styleId="Retraitcorpset1relig">
    <w:name w:val="Body Text First Indent 2"/>
    <w:basedOn w:val="Retraitcorpsdetexte"/>
    <w:link w:val="Retraitcorpset1religCar"/>
    <w:rsid w:val="00091C6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091C6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B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070"/>
      <w:jc w:val="center"/>
      <w:outlineLvl w:val="0"/>
    </w:pPr>
    <w:rPr>
      <w:rFonts w:ascii="Batang" w:eastAsia="Batang" w:hAnsi="Batang" w:cs="Tahoma"/>
      <w:b/>
      <w:bCs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Batang" w:eastAsia="Batang" w:hAnsi="Batang" w:cs="Tahoma"/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ind w:left="372" w:firstLine="348"/>
      <w:outlineLvl w:val="2"/>
    </w:pPr>
    <w:rPr>
      <w:rFonts w:ascii="Batang" w:eastAsia="Batang" w:hAnsi="Batang" w:cs="Tahoma"/>
      <w:b/>
      <w:b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ind w:left="720"/>
      <w:outlineLvl w:val="3"/>
    </w:pPr>
    <w:rPr>
      <w:rFonts w:ascii="Batang" w:eastAsia="Batang" w:hAnsi="Batang" w:cs="Tahoma"/>
      <w:b/>
      <w:bCs/>
      <w:sz w:val="22"/>
      <w:u w:val="single"/>
    </w:rPr>
  </w:style>
  <w:style w:type="paragraph" w:styleId="Titre5">
    <w:name w:val="heading 5"/>
    <w:basedOn w:val="Normal"/>
    <w:next w:val="Normal"/>
    <w:qFormat/>
    <w:pPr>
      <w:keepNext/>
      <w:ind w:firstLine="720"/>
      <w:outlineLvl w:val="4"/>
    </w:pPr>
    <w:rPr>
      <w:rFonts w:eastAsia="Batang"/>
      <w:b/>
      <w:bCs/>
    </w:rPr>
  </w:style>
  <w:style w:type="paragraph" w:styleId="Titre6">
    <w:name w:val="heading 6"/>
    <w:basedOn w:val="Normal"/>
    <w:next w:val="Normal"/>
    <w:qFormat/>
    <w:pPr>
      <w:keepNext/>
      <w:ind w:left="720"/>
      <w:outlineLvl w:val="5"/>
    </w:pPr>
    <w:rPr>
      <w:rFonts w:eastAsia="Batang"/>
      <w:b/>
      <w:bCs/>
      <w:u w:val="single"/>
    </w:rPr>
  </w:style>
  <w:style w:type="paragraph" w:styleId="Titre7">
    <w:name w:val="heading 7"/>
    <w:basedOn w:val="Normal"/>
    <w:next w:val="Normal"/>
    <w:qFormat/>
    <w:pPr>
      <w:keepNext/>
      <w:ind w:firstLine="720"/>
      <w:outlineLvl w:val="6"/>
    </w:pPr>
    <w:rPr>
      <w:rFonts w:ascii="Batang" w:eastAsia="Batang" w:hAnsi="Batang" w:cs="Tahoma"/>
      <w:b/>
      <w:bCs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1070" w:hanging="350"/>
      <w:outlineLvl w:val="7"/>
    </w:pPr>
    <w:rPr>
      <w:rFonts w:ascii="Batang" w:eastAsia="Batang" w:hAnsi="Batang" w:cs="Tahoma"/>
      <w:b/>
      <w:bCs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firstLine="708"/>
      <w:outlineLvl w:val="8"/>
    </w:pPr>
    <w:rPr>
      <w:rFonts w:ascii="Batang" w:eastAsia="Batang" w:hAnsi="Batang" w:cs="Tahoma"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Batang" w:eastAsia="Batang" w:hAnsi="Batang" w:cs="Tahoma"/>
      <w:b/>
      <w:bCs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74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4">
    <w:name w:val="List 4"/>
    <w:basedOn w:val="Normal"/>
    <w:rsid w:val="004336F3"/>
    <w:pPr>
      <w:ind w:left="1132" w:hanging="283"/>
    </w:pPr>
  </w:style>
  <w:style w:type="paragraph" w:styleId="Listepuces2">
    <w:name w:val="List Bullet 2"/>
    <w:basedOn w:val="Normal"/>
    <w:rsid w:val="004336F3"/>
    <w:pPr>
      <w:numPr>
        <w:numId w:val="1"/>
      </w:numPr>
    </w:pPr>
  </w:style>
  <w:style w:type="paragraph" w:styleId="Listepuces3">
    <w:name w:val="List Bullet 3"/>
    <w:basedOn w:val="Normal"/>
    <w:rsid w:val="004336F3"/>
    <w:pPr>
      <w:numPr>
        <w:numId w:val="2"/>
      </w:numPr>
    </w:pPr>
  </w:style>
  <w:style w:type="paragraph" w:styleId="Corpsdetexte">
    <w:name w:val="Body Text"/>
    <w:basedOn w:val="Normal"/>
    <w:rsid w:val="004336F3"/>
    <w:pPr>
      <w:spacing w:after="120"/>
    </w:pPr>
  </w:style>
  <w:style w:type="paragraph" w:styleId="Retrait1religne">
    <w:name w:val="Body Text First Indent"/>
    <w:basedOn w:val="Corpsdetexte"/>
    <w:rsid w:val="004336F3"/>
    <w:pPr>
      <w:ind w:firstLine="210"/>
    </w:pPr>
  </w:style>
  <w:style w:type="paragraph" w:styleId="En-tte">
    <w:name w:val="header"/>
    <w:basedOn w:val="Normal"/>
    <w:rsid w:val="00580455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Marquedecommentaire">
    <w:name w:val="annotation reference"/>
    <w:semiHidden/>
    <w:rsid w:val="00B94ECC"/>
    <w:rPr>
      <w:sz w:val="16"/>
      <w:szCs w:val="16"/>
    </w:rPr>
  </w:style>
  <w:style w:type="paragraph" w:styleId="Commentaire">
    <w:name w:val="annotation text"/>
    <w:basedOn w:val="Normal"/>
    <w:semiHidden/>
    <w:rsid w:val="00B94EC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94ECC"/>
    <w:rPr>
      <w:b/>
      <w:bCs/>
    </w:rPr>
  </w:style>
  <w:style w:type="character" w:customStyle="1" w:styleId="object">
    <w:name w:val="object"/>
    <w:basedOn w:val="Policepardfaut"/>
    <w:rsid w:val="00310D66"/>
  </w:style>
  <w:style w:type="paragraph" w:styleId="Pieddepage">
    <w:name w:val="footer"/>
    <w:basedOn w:val="Normal"/>
    <w:rsid w:val="0067150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71509"/>
  </w:style>
  <w:style w:type="paragraph" w:styleId="Paragraphedeliste">
    <w:name w:val="List Paragraph"/>
    <w:basedOn w:val="Normal"/>
    <w:uiPriority w:val="34"/>
    <w:qFormat/>
    <w:rsid w:val="000C26E4"/>
    <w:pPr>
      <w:ind w:left="720"/>
      <w:contextualSpacing/>
    </w:pPr>
  </w:style>
  <w:style w:type="character" w:customStyle="1" w:styleId="object3">
    <w:name w:val="object3"/>
    <w:basedOn w:val="Policepardfaut"/>
    <w:rsid w:val="0073627C"/>
  </w:style>
  <w:style w:type="numbering" w:customStyle="1" w:styleId="Style1">
    <w:name w:val="Style1"/>
    <w:uiPriority w:val="99"/>
    <w:rsid w:val="0019526C"/>
    <w:pPr>
      <w:numPr>
        <w:numId w:val="6"/>
      </w:numPr>
    </w:pPr>
  </w:style>
  <w:style w:type="character" w:styleId="lev">
    <w:name w:val="Strong"/>
    <w:basedOn w:val="Policepardfaut"/>
    <w:uiPriority w:val="22"/>
    <w:qFormat/>
    <w:rsid w:val="00EC0ABA"/>
    <w:rPr>
      <w:b/>
      <w:bCs/>
    </w:rPr>
  </w:style>
  <w:style w:type="character" w:customStyle="1" w:styleId="zmsearchresult">
    <w:name w:val="zmsearchresult"/>
    <w:basedOn w:val="Policepardfaut"/>
    <w:rsid w:val="00386D59"/>
  </w:style>
  <w:style w:type="paragraph" w:styleId="Retraitcorpsdetexte">
    <w:name w:val="Body Text Indent"/>
    <w:basedOn w:val="Normal"/>
    <w:link w:val="RetraitcorpsdetexteCar"/>
    <w:rsid w:val="00091C6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091C6C"/>
    <w:rPr>
      <w:sz w:val="24"/>
      <w:szCs w:val="24"/>
    </w:rPr>
  </w:style>
  <w:style w:type="paragraph" w:styleId="Retraitcorpset1relig">
    <w:name w:val="Body Text First Indent 2"/>
    <w:basedOn w:val="Retraitcorpsdetexte"/>
    <w:link w:val="Retraitcorpset1religCar"/>
    <w:rsid w:val="00091C6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091C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65721-74FF-4887-8709-0EF38BF6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8A848676.dotm</Template>
  <TotalTime>54</TotalTime>
  <Pages>5</Pages>
  <Words>1234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Réunion ST du 09 octobre 2008</vt:lpstr>
    </vt:vector>
  </TitlesOfParts>
  <Company>ENST Bretagne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Réunion ST du 09 octobre 2008</dc:title>
  <dc:creator>cdejeau</dc:creator>
  <cp:lastModifiedBy>DEJEAU Christine</cp:lastModifiedBy>
  <cp:revision>5</cp:revision>
  <cp:lastPrinted>2018-04-03T15:35:00Z</cp:lastPrinted>
  <dcterms:created xsi:type="dcterms:W3CDTF">2018-05-11T09:39:00Z</dcterms:created>
  <dcterms:modified xsi:type="dcterms:W3CDTF">2018-05-14T06:57:00Z</dcterms:modified>
</cp:coreProperties>
</file>